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CFEDC" w14:textId="34F5B336" w:rsidR="00CC2998" w:rsidRPr="00551AAB" w:rsidRDefault="006805B4" w:rsidP="00CB5305">
      <w:pPr>
        <w:pStyle w:val="De"/>
        <w:rPr>
          <w:rFonts w:ascii="Gill Sans Nova" w:hAnsi="Gill Sans Nova"/>
          <w:b/>
          <w:bCs w:val="0"/>
          <w:noProof/>
          <w:color w:val="009FE3" w:themeColor="text2"/>
          <w:sz w:val="32"/>
          <w:szCs w:val="32"/>
        </w:rPr>
      </w:pPr>
      <w:r>
        <w:rPr>
          <w:rFonts w:ascii="Gill Sans Nova" w:hAnsi="Gill Sans Nova"/>
          <w:b/>
          <w:bCs w:val="0"/>
          <w:noProof/>
          <w:color w:val="009FE3" w:themeColor="text2"/>
          <w:sz w:val="32"/>
          <w:szCs w:val="32"/>
        </w:rPr>
        <w:t>DOSSIER DE CANDIDATURE</w:t>
      </w:r>
    </w:p>
    <w:p w14:paraId="502F17CD" w14:textId="77777777" w:rsidR="00CC2998" w:rsidRPr="00551AAB" w:rsidRDefault="00CC2998" w:rsidP="007F031B">
      <w:pPr>
        <w:pStyle w:val="De"/>
        <w:jc w:val="both"/>
        <w:rPr>
          <w:rFonts w:ascii="Gill Sans Nova" w:hAnsi="Gill Sans Nova"/>
          <w:b/>
          <w:bCs w:val="0"/>
          <w:noProof/>
          <w:color w:val="009FE3" w:themeColor="text2"/>
          <w:sz w:val="32"/>
          <w:szCs w:val="32"/>
        </w:rPr>
      </w:pPr>
    </w:p>
    <w:p w14:paraId="5F519449" w14:textId="77777777" w:rsidR="00280FAB" w:rsidRPr="00551AAB" w:rsidRDefault="00280FAB" w:rsidP="00280FAB">
      <w:pPr>
        <w:pStyle w:val="ATITREENCADRE"/>
        <w:pBdr>
          <w:left w:val="dotDotDash" w:sz="4" w:space="6" w:color="7F7F7F" w:themeColor="text1" w:themeTint="80"/>
        </w:pBdr>
        <w:spacing w:before="100" w:beforeAutospacing="1"/>
        <w:rPr>
          <w:rFonts w:ascii="Gill Sans Nova" w:eastAsiaTheme="minorEastAsia" w:hAnsi="Gill Sans Nova"/>
          <w:color w:val="009FE3" w:themeColor="text2"/>
        </w:rPr>
      </w:pPr>
      <w:r w:rsidRPr="00551AAB">
        <w:rPr>
          <w:rFonts w:ascii="Gill Sans Nova" w:hAnsi="Gill Sans Nova"/>
          <w:color w:val="009FE3" w:themeColor="text2"/>
        </w:rPr>
        <w:t>Description du projet</w:t>
      </w:r>
    </w:p>
    <w:p w14:paraId="57B2A9A2" w14:textId="77777777" w:rsidR="00280FAB" w:rsidRPr="00551AAB" w:rsidRDefault="00280FAB" w:rsidP="00280FAB">
      <w:pPr>
        <w:pStyle w:val="BSOUSTITRESOULIGNE"/>
        <w:spacing w:before="240"/>
        <w:rPr>
          <w:rFonts w:ascii="Gill Sans Nova" w:hAnsi="Gill Sans Nova"/>
          <w:color w:val="009FE3" w:themeColor="text2"/>
        </w:rPr>
      </w:pPr>
      <w:r w:rsidRPr="00551AAB">
        <w:rPr>
          <w:rFonts w:ascii="Gill Sans Nova" w:hAnsi="Gill Sans Nova"/>
          <w:color w:val="009FE3" w:themeColor="text2"/>
        </w:rPr>
        <w:t>Synthèse :</w:t>
      </w:r>
    </w:p>
    <w:tbl>
      <w:tblPr>
        <w:tblW w:w="9640" w:type="dxa"/>
        <w:tblInd w:w="-142" w:type="dxa"/>
        <w:tblLayout w:type="fixed"/>
        <w:tblCellMar>
          <w:left w:w="70" w:type="dxa"/>
          <w:right w:w="70" w:type="dxa"/>
        </w:tblCellMar>
        <w:tblLook w:val="04A0" w:firstRow="1" w:lastRow="0" w:firstColumn="1" w:lastColumn="0" w:noHBand="0" w:noVBand="1"/>
      </w:tblPr>
      <w:tblGrid>
        <w:gridCol w:w="4229"/>
        <w:gridCol w:w="5411"/>
      </w:tblGrid>
      <w:tr w:rsidR="00280FAB" w:rsidRPr="00551AAB" w14:paraId="6237ED47" w14:textId="77777777">
        <w:trPr>
          <w:trHeight w:val="489"/>
        </w:trPr>
        <w:tc>
          <w:tcPr>
            <w:tcW w:w="4229" w:type="dxa"/>
            <w:shd w:val="clear" w:color="auto" w:fill="F2F2F2"/>
            <w:vAlign w:val="center"/>
            <w:hideMark/>
          </w:tcPr>
          <w:p w14:paraId="7C228204" w14:textId="77777777" w:rsidR="00280FAB" w:rsidRPr="00551AAB" w:rsidRDefault="00280FAB">
            <w:pPr>
              <w:spacing w:after="0" w:line="240" w:lineRule="auto"/>
              <w:ind w:left="71" w:hanging="71"/>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Intitulé du projet / Acronyme :</w:t>
            </w:r>
          </w:p>
        </w:tc>
        <w:tc>
          <w:tcPr>
            <w:tcW w:w="5411" w:type="dxa"/>
            <w:tcBorders>
              <w:top w:val="single" w:sz="4" w:space="0" w:color="auto"/>
              <w:left w:val="single" w:sz="4" w:space="0" w:color="auto"/>
              <w:bottom w:val="single" w:sz="4" w:space="0" w:color="auto"/>
              <w:right w:val="single" w:sz="4" w:space="0" w:color="auto"/>
            </w:tcBorders>
            <w:vAlign w:val="center"/>
            <w:hideMark/>
          </w:tcPr>
          <w:p w14:paraId="52E2CF4F"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r w:rsidRPr="00551AAB">
              <w:rPr>
                <w:rFonts w:ascii="Gill Sans Nova" w:eastAsia="Times New Roman" w:hAnsi="Gill Sans Nova" w:cs="Arial"/>
                <w:noProof/>
                <w:color w:val="231F20"/>
                <w:sz w:val="18"/>
                <w:szCs w:val="18"/>
                <w:lang w:val="en-US" w:eastAsia="fr-FR"/>
              </w:rPr>
              <w:t> </w:t>
            </w:r>
          </w:p>
        </w:tc>
      </w:tr>
      <w:tr w:rsidR="00280FAB" w:rsidRPr="00551AAB" w14:paraId="1A8737A8" w14:textId="77777777">
        <w:trPr>
          <w:trHeight w:val="194"/>
        </w:trPr>
        <w:tc>
          <w:tcPr>
            <w:tcW w:w="4229" w:type="dxa"/>
            <w:vAlign w:val="center"/>
            <w:hideMark/>
          </w:tcPr>
          <w:p w14:paraId="1696A5FF" w14:textId="77777777" w:rsidR="00280FAB" w:rsidRPr="00551AAB" w:rsidRDefault="00280FAB">
            <w:pPr>
              <w:spacing w:after="0"/>
              <w:jc w:val="left"/>
              <w:rPr>
                <w:rFonts w:ascii="Gill Sans Nova" w:hAnsi="Gill Sans Nova"/>
                <w:bCs/>
                <w:sz w:val="4"/>
                <w:szCs w:val="4"/>
                <w:lang w:eastAsia="fr-FR"/>
              </w:rPr>
            </w:pPr>
          </w:p>
        </w:tc>
        <w:tc>
          <w:tcPr>
            <w:tcW w:w="5411" w:type="dxa"/>
            <w:tcBorders>
              <w:bottom w:val="single" w:sz="4" w:space="0" w:color="auto"/>
            </w:tcBorders>
            <w:hideMark/>
          </w:tcPr>
          <w:p w14:paraId="2C6ADC03" w14:textId="77777777" w:rsidR="00280FAB" w:rsidRPr="00551AAB" w:rsidRDefault="00280FAB">
            <w:pPr>
              <w:spacing w:after="0"/>
              <w:jc w:val="left"/>
              <w:rPr>
                <w:rFonts w:ascii="Gill Sans Nova" w:hAnsi="Gill Sans Nova"/>
                <w:bCs/>
                <w:sz w:val="4"/>
                <w:szCs w:val="4"/>
                <w:lang w:eastAsia="fr-FR"/>
              </w:rPr>
            </w:pPr>
          </w:p>
        </w:tc>
      </w:tr>
      <w:tr w:rsidR="00280FAB" w:rsidRPr="00551AAB" w14:paraId="0B53FFEF" w14:textId="77777777">
        <w:trPr>
          <w:trHeight w:val="255"/>
        </w:trPr>
        <w:tc>
          <w:tcPr>
            <w:tcW w:w="4229" w:type="dxa"/>
            <w:shd w:val="clear" w:color="auto" w:fill="F2F2F2"/>
            <w:vAlign w:val="center"/>
          </w:tcPr>
          <w:p w14:paraId="506EF655" w14:textId="77777777" w:rsidR="00280FAB" w:rsidRPr="00551AAB" w:rsidRDefault="00280FAB">
            <w:pPr>
              <w:spacing w:after="0" w:line="240" w:lineRule="auto"/>
              <w:ind w:left="71" w:hanging="71"/>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Objectifs du projet :</w:t>
            </w:r>
          </w:p>
        </w:tc>
        <w:tc>
          <w:tcPr>
            <w:tcW w:w="5411" w:type="dxa"/>
            <w:tcBorders>
              <w:top w:val="single" w:sz="4" w:space="0" w:color="auto"/>
              <w:left w:val="single" w:sz="4" w:space="0" w:color="auto"/>
              <w:bottom w:val="single" w:sz="4" w:space="0" w:color="auto"/>
              <w:right w:val="single" w:sz="4" w:space="0" w:color="auto"/>
            </w:tcBorders>
            <w:vAlign w:val="center"/>
          </w:tcPr>
          <w:p w14:paraId="4BECED99"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p>
          <w:p w14:paraId="5B63F4CD"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p>
          <w:p w14:paraId="24B33DBB"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p>
        </w:tc>
      </w:tr>
      <w:tr w:rsidR="00280FAB" w:rsidRPr="00551AAB" w14:paraId="33B11F8B" w14:textId="77777777">
        <w:trPr>
          <w:trHeight w:val="255"/>
        </w:trPr>
        <w:tc>
          <w:tcPr>
            <w:tcW w:w="4229" w:type="dxa"/>
            <w:shd w:val="clear" w:color="auto" w:fill="FFFFFF" w:themeFill="background1"/>
            <w:vAlign w:val="center"/>
          </w:tcPr>
          <w:p w14:paraId="308E34DD" w14:textId="77777777" w:rsidR="00280FAB" w:rsidRPr="00551AAB" w:rsidRDefault="00280FAB">
            <w:pPr>
              <w:spacing w:after="0"/>
              <w:jc w:val="left"/>
              <w:rPr>
                <w:rFonts w:ascii="Gill Sans Nova" w:hAnsi="Gill Sans Nova"/>
                <w:bCs/>
                <w:sz w:val="4"/>
                <w:szCs w:val="4"/>
                <w:lang w:eastAsia="fr-FR"/>
              </w:rPr>
            </w:pPr>
          </w:p>
        </w:tc>
        <w:tc>
          <w:tcPr>
            <w:tcW w:w="5411" w:type="dxa"/>
            <w:tcBorders>
              <w:top w:val="single" w:sz="4" w:space="0" w:color="auto"/>
              <w:bottom w:val="single" w:sz="4" w:space="0" w:color="auto"/>
            </w:tcBorders>
            <w:vAlign w:val="center"/>
          </w:tcPr>
          <w:p w14:paraId="5A8ECF3C" w14:textId="77777777" w:rsidR="00280FAB" w:rsidRPr="00551AAB" w:rsidRDefault="00280FAB">
            <w:pPr>
              <w:spacing w:after="0"/>
              <w:jc w:val="left"/>
              <w:rPr>
                <w:rFonts w:ascii="Gill Sans Nova" w:hAnsi="Gill Sans Nova"/>
                <w:bCs/>
                <w:sz w:val="4"/>
                <w:szCs w:val="4"/>
                <w:lang w:eastAsia="fr-FR"/>
              </w:rPr>
            </w:pPr>
          </w:p>
        </w:tc>
      </w:tr>
      <w:tr w:rsidR="00280FAB" w:rsidRPr="00551AAB" w14:paraId="2976315B" w14:textId="77777777">
        <w:trPr>
          <w:trHeight w:val="255"/>
        </w:trPr>
        <w:tc>
          <w:tcPr>
            <w:tcW w:w="4229" w:type="dxa"/>
            <w:shd w:val="clear" w:color="auto" w:fill="F2F2F2"/>
            <w:vAlign w:val="center"/>
            <w:hideMark/>
          </w:tcPr>
          <w:p w14:paraId="2D13DCCE" w14:textId="77777777" w:rsidR="00280FAB" w:rsidRPr="00551AAB" w:rsidRDefault="00280FAB">
            <w:pPr>
              <w:spacing w:after="0" w:line="240" w:lineRule="auto"/>
              <w:ind w:left="71" w:hanging="71"/>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 xml:space="preserve">Porteur et entreprises participantes : </w:t>
            </w:r>
          </w:p>
        </w:tc>
        <w:tc>
          <w:tcPr>
            <w:tcW w:w="5411" w:type="dxa"/>
            <w:tcBorders>
              <w:top w:val="single" w:sz="4" w:space="0" w:color="auto"/>
              <w:left w:val="single" w:sz="4" w:space="0" w:color="auto"/>
              <w:bottom w:val="single" w:sz="4" w:space="0" w:color="auto"/>
              <w:right w:val="single" w:sz="4" w:space="0" w:color="auto"/>
            </w:tcBorders>
            <w:vAlign w:val="center"/>
            <w:hideMark/>
          </w:tcPr>
          <w:p w14:paraId="6E0AA559"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p>
        </w:tc>
      </w:tr>
      <w:tr w:rsidR="00280FAB" w:rsidRPr="00551AAB" w14:paraId="0D545727" w14:textId="77777777">
        <w:trPr>
          <w:trHeight w:val="194"/>
        </w:trPr>
        <w:tc>
          <w:tcPr>
            <w:tcW w:w="4229" w:type="dxa"/>
            <w:vAlign w:val="center"/>
            <w:hideMark/>
          </w:tcPr>
          <w:p w14:paraId="36504ACC" w14:textId="77777777" w:rsidR="00280FAB" w:rsidRPr="00551AAB" w:rsidRDefault="00280FAB">
            <w:pPr>
              <w:spacing w:after="0"/>
              <w:jc w:val="left"/>
              <w:rPr>
                <w:rFonts w:ascii="Gill Sans Nova" w:hAnsi="Gill Sans Nova"/>
                <w:bCs/>
                <w:sz w:val="4"/>
                <w:szCs w:val="4"/>
                <w:lang w:eastAsia="fr-FR"/>
              </w:rPr>
            </w:pPr>
          </w:p>
        </w:tc>
        <w:tc>
          <w:tcPr>
            <w:tcW w:w="5411" w:type="dxa"/>
            <w:hideMark/>
          </w:tcPr>
          <w:p w14:paraId="41524CAD" w14:textId="77777777" w:rsidR="00280FAB" w:rsidRPr="00551AAB" w:rsidRDefault="00280FAB">
            <w:pPr>
              <w:spacing w:after="0"/>
              <w:jc w:val="left"/>
              <w:rPr>
                <w:rFonts w:ascii="Gill Sans Nova" w:hAnsi="Gill Sans Nova"/>
                <w:bCs/>
                <w:sz w:val="4"/>
                <w:szCs w:val="4"/>
                <w:lang w:eastAsia="fr-FR"/>
              </w:rPr>
            </w:pPr>
          </w:p>
        </w:tc>
      </w:tr>
      <w:tr w:rsidR="00280FAB" w:rsidRPr="00551AAB" w14:paraId="211469E4" w14:textId="77777777">
        <w:trPr>
          <w:trHeight w:val="123"/>
        </w:trPr>
        <w:tc>
          <w:tcPr>
            <w:tcW w:w="4229" w:type="dxa"/>
            <w:shd w:val="clear" w:color="auto" w:fill="F2F2F2"/>
            <w:hideMark/>
          </w:tcPr>
          <w:p w14:paraId="77A01F86"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 xml:space="preserve">Durée du projet (en mois) : </w:t>
            </w:r>
          </w:p>
        </w:tc>
        <w:tc>
          <w:tcPr>
            <w:tcW w:w="5411" w:type="dxa"/>
            <w:tcBorders>
              <w:top w:val="single" w:sz="4" w:space="0" w:color="auto"/>
              <w:left w:val="single" w:sz="4" w:space="0" w:color="auto"/>
              <w:bottom w:val="single" w:sz="4" w:space="0" w:color="auto"/>
              <w:right w:val="single" w:sz="4" w:space="0" w:color="auto"/>
            </w:tcBorders>
            <w:hideMark/>
          </w:tcPr>
          <w:p w14:paraId="54E645E6" w14:textId="77777777" w:rsidR="00280FAB" w:rsidRPr="00551AAB" w:rsidRDefault="00280FAB">
            <w:pPr>
              <w:rPr>
                <w:rFonts w:ascii="Gill Sans Nova" w:eastAsia="Times New Roman" w:hAnsi="Gill Sans Nova" w:cs="Arial"/>
                <w:noProof/>
                <w:color w:val="231F20"/>
                <w:szCs w:val="18"/>
                <w:lang w:eastAsia="fr-FR"/>
              </w:rPr>
            </w:pPr>
          </w:p>
        </w:tc>
      </w:tr>
      <w:tr w:rsidR="00280FAB" w:rsidRPr="00551AAB" w14:paraId="078063DA" w14:textId="77777777">
        <w:trPr>
          <w:trHeight w:val="194"/>
        </w:trPr>
        <w:tc>
          <w:tcPr>
            <w:tcW w:w="4229" w:type="dxa"/>
            <w:vAlign w:val="center"/>
            <w:hideMark/>
          </w:tcPr>
          <w:p w14:paraId="272F016F" w14:textId="77777777" w:rsidR="00280FAB" w:rsidRPr="00551AAB" w:rsidRDefault="00280FAB">
            <w:pPr>
              <w:spacing w:after="0"/>
              <w:jc w:val="left"/>
              <w:rPr>
                <w:rFonts w:ascii="Gill Sans Nova" w:hAnsi="Gill Sans Nova"/>
                <w:bCs/>
                <w:sz w:val="4"/>
                <w:szCs w:val="4"/>
                <w:lang w:eastAsia="fr-FR"/>
              </w:rPr>
            </w:pPr>
          </w:p>
        </w:tc>
        <w:tc>
          <w:tcPr>
            <w:tcW w:w="5411" w:type="dxa"/>
            <w:hideMark/>
          </w:tcPr>
          <w:p w14:paraId="5156BC3D" w14:textId="77777777" w:rsidR="00280FAB" w:rsidRPr="00551AAB" w:rsidRDefault="00280FAB">
            <w:pPr>
              <w:spacing w:after="0"/>
              <w:jc w:val="left"/>
              <w:rPr>
                <w:rFonts w:ascii="Gill Sans Nova" w:hAnsi="Gill Sans Nova"/>
                <w:bCs/>
                <w:sz w:val="4"/>
                <w:szCs w:val="4"/>
                <w:lang w:eastAsia="fr-FR"/>
              </w:rPr>
            </w:pPr>
          </w:p>
        </w:tc>
      </w:tr>
      <w:tr w:rsidR="00280FAB" w:rsidRPr="00551AAB" w14:paraId="2556C38E" w14:textId="77777777">
        <w:trPr>
          <w:trHeight w:val="489"/>
        </w:trPr>
        <w:tc>
          <w:tcPr>
            <w:tcW w:w="4229" w:type="dxa"/>
            <w:shd w:val="clear" w:color="auto" w:fill="F2F2F2"/>
            <w:vAlign w:val="center"/>
            <w:hideMark/>
          </w:tcPr>
          <w:p w14:paraId="6383670D" w14:textId="7BD9282A" w:rsidR="00280FAB" w:rsidRPr="00551AAB" w:rsidRDefault="00D047EF">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Budget</w:t>
            </w:r>
            <w:r w:rsidR="00280FAB" w:rsidRPr="00551AAB">
              <w:rPr>
                <w:rFonts w:ascii="Gill Sans Nova" w:eastAsia="Times New Roman" w:hAnsi="Gill Sans Nova" w:cs="Arial"/>
                <w:noProof/>
                <w:color w:val="231F20"/>
                <w:szCs w:val="18"/>
                <w:lang w:eastAsia="fr-FR"/>
              </w:rPr>
              <w:t xml:space="preserve"> total du projet </w:t>
            </w:r>
            <w:r w:rsidR="007F25DB" w:rsidRPr="00551AAB">
              <w:rPr>
                <w:rFonts w:ascii="Gill Sans Nova" w:eastAsia="Times New Roman" w:hAnsi="Gill Sans Nova" w:cs="Arial"/>
                <w:noProof/>
                <w:color w:val="231F20"/>
                <w:szCs w:val="18"/>
                <w:lang w:eastAsia="fr-FR"/>
              </w:rPr>
              <w:t>(</w:t>
            </w:r>
            <w:r w:rsidRPr="00551AAB">
              <w:rPr>
                <w:rFonts w:ascii="Gill Sans Nova" w:eastAsia="Times New Roman" w:hAnsi="Gill Sans Nova" w:cs="Arial"/>
                <w:noProof/>
                <w:color w:val="231F20"/>
                <w:szCs w:val="18"/>
                <w:lang w:eastAsia="fr-FR"/>
              </w:rPr>
              <w:t>€ HT</w:t>
            </w:r>
            <w:r w:rsidR="007F25DB" w:rsidRPr="00551AAB">
              <w:rPr>
                <w:rFonts w:ascii="Gill Sans Nova" w:eastAsia="Times New Roman" w:hAnsi="Gill Sans Nova" w:cs="Arial"/>
                <w:noProof/>
                <w:color w:val="231F20"/>
                <w:szCs w:val="18"/>
                <w:lang w:eastAsia="fr-FR"/>
              </w:rPr>
              <w:t>)</w:t>
            </w:r>
            <w:r w:rsidR="00280FAB" w:rsidRPr="00551AAB">
              <w:rPr>
                <w:rFonts w:ascii="Gill Sans Nova" w:eastAsia="Times New Roman" w:hAnsi="Gill Sans Nova" w:cs="Arial"/>
                <w:noProof/>
                <w:color w:val="231F20"/>
                <w:szCs w:val="18"/>
                <w:lang w:eastAsia="fr-FR"/>
              </w:rPr>
              <w:t>:</w:t>
            </w:r>
          </w:p>
        </w:tc>
        <w:tc>
          <w:tcPr>
            <w:tcW w:w="5411" w:type="dxa"/>
            <w:tcBorders>
              <w:top w:val="single" w:sz="4" w:space="0" w:color="auto"/>
              <w:left w:val="single" w:sz="4" w:space="0" w:color="auto"/>
              <w:bottom w:val="single" w:sz="4" w:space="0" w:color="auto"/>
              <w:right w:val="single" w:sz="4" w:space="0" w:color="auto"/>
            </w:tcBorders>
            <w:vAlign w:val="center"/>
            <w:hideMark/>
          </w:tcPr>
          <w:p w14:paraId="43155B27"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r w:rsidR="00280FAB" w:rsidRPr="00551AAB" w14:paraId="74713788" w14:textId="77777777">
        <w:trPr>
          <w:trHeight w:val="194"/>
        </w:trPr>
        <w:tc>
          <w:tcPr>
            <w:tcW w:w="4229" w:type="dxa"/>
            <w:vAlign w:val="center"/>
            <w:hideMark/>
          </w:tcPr>
          <w:p w14:paraId="0C98F701" w14:textId="77777777" w:rsidR="00280FAB" w:rsidRPr="00551AAB" w:rsidRDefault="00280FAB">
            <w:pPr>
              <w:spacing w:after="0"/>
              <w:jc w:val="left"/>
              <w:rPr>
                <w:rFonts w:ascii="Gill Sans Nova" w:hAnsi="Gill Sans Nova"/>
                <w:bCs/>
                <w:sz w:val="4"/>
                <w:szCs w:val="4"/>
                <w:lang w:eastAsia="fr-FR"/>
              </w:rPr>
            </w:pPr>
          </w:p>
        </w:tc>
        <w:tc>
          <w:tcPr>
            <w:tcW w:w="5411" w:type="dxa"/>
            <w:hideMark/>
          </w:tcPr>
          <w:p w14:paraId="6348A1BA" w14:textId="77777777" w:rsidR="00280FAB" w:rsidRPr="00551AAB" w:rsidRDefault="00280FAB">
            <w:pPr>
              <w:spacing w:after="0"/>
              <w:jc w:val="left"/>
              <w:rPr>
                <w:rFonts w:ascii="Gill Sans Nova" w:hAnsi="Gill Sans Nova"/>
                <w:bCs/>
                <w:sz w:val="4"/>
                <w:szCs w:val="4"/>
                <w:lang w:eastAsia="fr-FR"/>
              </w:rPr>
            </w:pPr>
          </w:p>
        </w:tc>
      </w:tr>
      <w:tr w:rsidR="00280FAB" w:rsidRPr="00551AAB" w14:paraId="04EBE691" w14:textId="77777777">
        <w:trPr>
          <w:trHeight w:val="489"/>
        </w:trPr>
        <w:tc>
          <w:tcPr>
            <w:tcW w:w="4229" w:type="dxa"/>
            <w:shd w:val="clear" w:color="auto" w:fill="F2F2F2"/>
            <w:vAlign w:val="center"/>
            <w:hideMark/>
          </w:tcPr>
          <w:p w14:paraId="366C49E1" w14:textId="2E99355C"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Montant du financement demandé</w:t>
            </w:r>
            <w:r w:rsidR="007F25DB" w:rsidRPr="00551AAB">
              <w:rPr>
                <w:rFonts w:ascii="Gill Sans Nova" w:eastAsia="Times New Roman" w:hAnsi="Gill Sans Nova" w:cs="Arial"/>
                <w:noProof/>
                <w:color w:val="231F20"/>
                <w:szCs w:val="18"/>
                <w:lang w:eastAsia="fr-FR"/>
              </w:rPr>
              <w:t xml:space="preserve"> (</w:t>
            </w:r>
            <w:r w:rsidR="00471DB2">
              <w:rPr>
                <w:rFonts w:ascii="Gill Sans Nova" w:eastAsia="Times New Roman" w:hAnsi="Gill Sans Nova" w:cs="Arial"/>
                <w:noProof/>
                <w:color w:val="231F20"/>
                <w:szCs w:val="18"/>
                <w:lang w:eastAsia="fr-FR"/>
              </w:rPr>
              <w:t xml:space="preserve">€ </w:t>
            </w:r>
            <w:r w:rsidR="007F25DB" w:rsidRPr="00551AAB">
              <w:rPr>
                <w:rFonts w:ascii="Gill Sans Nova" w:eastAsia="Times New Roman" w:hAnsi="Gill Sans Nova" w:cs="Arial"/>
                <w:noProof/>
                <w:color w:val="231F20"/>
                <w:szCs w:val="18"/>
                <w:lang w:eastAsia="fr-FR"/>
              </w:rPr>
              <w:t>HT)</w:t>
            </w:r>
            <w:r w:rsidRPr="00551AAB">
              <w:rPr>
                <w:rFonts w:ascii="Gill Sans Nova" w:eastAsia="Times New Roman" w:hAnsi="Gill Sans Nova" w:cs="Arial"/>
                <w:noProof/>
                <w:color w:val="231F20"/>
                <w:szCs w:val="18"/>
                <w:lang w:eastAsia="fr-FR"/>
              </w:rPr>
              <w:t xml:space="preserve"> : </w:t>
            </w:r>
          </w:p>
        </w:tc>
        <w:tc>
          <w:tcPr>
            <w:tcW w:w="5411" w:type="dxa"/>
            <w:tcBorders>
              <w:top w:val="single" w:sz="4" w:space="0" w:color="auto"/>
              <w:left w:val="single" w:sz="4" w:space="0" w:color="auto"/>
              <w:bottom w:val="single" w:sz="4" w:space="0" w:color="auto"/>
              <w:right w:val="single" w:sz="4" w:space="0" w:color="auto"/>
            </w:tcBorders>
            <w:vAlign w:val="center"/>
            <w:hideMark/>
          </w:tcPr>
          <w:p w14:paraId="735AFEBF"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bl>
    <w:p w14:paraId="51AA2F97" w14:textId="77777777" w:rsidR="001E28F8" w:rsidRPr="00551AAB" w:rsidRDefault="001E28F8" w:rsidP="001E28F8">
      <w:pPr>
        <w:rPr>
          <w:rFonts w:ascii="Gill Sans Nova" w:hAnsi="Gill Sans Nova"/>
        </w:rPr>
      </w:pPr>
    </w:p>
    <w:tbl>
      <w:tblPr>
        <w:tblW w:w="9640" w:type="dxa"/>
        <w:tblInd w:w="-142" w:type="dxa"/>
        <w:tblLayout w:type="fixed"/>
        <w:tblCellMar>
          <w:left w:w="70" w:type="dxa"/>
          <w:right w:w="70" w:type="dxa"/>
        </w:tblCellMar>
        <w:tblLook w:val="04A0" w:firstRow="1" w:lastRow="0" w:firstColumn="1" w:lastColumn="0" w:noHBand="0" w:noVBand="1"/>
      </w:tblPr>
      <w:tblGrid>
        <w:gridCol w:w="4229"/>
        <w:gridCol w:w="5411"/>
      </w:tblGrid>
      <w:tr w:rsidR="001E28F8" w:rsidRPr="00551AAB" w14:paraId="11B051F7" w14:textId="77777777" w:rsidTr="007312ED">
        <w:trPr>
          <w:trHeight w:val="123"/>
        </w:trPr>
        <w:tc>
          <w:tcPr>
            <w:tcW w:w="4229" w:type="dxa"/>
            <w:shd w:val="clear" w:color="auto" w:fill="F2F2F2"/>
            <w:hideMark/>
          </w:tcPr>
          <w:p w14:paraId="2AF5C19F" w14:textId="092EF908" w:rsidR="001E28F8" w:rsidRPr="00551AAB" w:rsidRDefault="007312ED">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Niveau de TRL en début de projet</w:t>
            </w:r>
            <w:r w:rsidR="001E28F8" w:rsidRPr="00551AAB">
              <w:rPr>
                <w:rFonts w:ascii="Gill Sans Nova" w:eastAsia="Times New Roman" w:hAnsi="Gill Sans Nova" w:cs="Arial"/>
                <w:noProof/>
                <w:color w:val="231F20"/>
                <w:szCs w:val="18"/>
                <w:lang w:eastAsia="fr-FR"/>
              </w:rPr>
              <w:t xml:space="preserve"> : </w:t>
            </w:r>
          </w:p>
        </w:tc>
        <w:tc>
          <w:tcPr>
            <w:tcW w:w="5411" w:type="dxa"/>
            <w:tcBorders>
              <w:top w:val="single" w:sz="4" w:space="0" w:color="auto"/>
              <w:left w:val="single" w:sz="4" w:space="0" w:color="auto"/>
              <w:bottom w:val="single" w:sz="4" w:space="0" w:color="auto"/>
              <w:right w:val="single" w:sz="4" w:space="0" w:color="auto"/>
            </w:tcBorders>
            <w:hideMark/>
          </w:tcPr>
          <w:p w14:paraId="3111C49C" w14:textId="77777777" w:rsidR="001E28F8" w:rsidRPr="00551AAB" w:rsidRDefault="001E28F8">
            <w:pPr>
              <w:rPr>
                <w:rFonts w:ascii="Gill Sans Nova" w:eastAsia="Times New Roman" w:hAnsi="Gill Sans Nova" w:cs="Arial"/>
                <w:noProof/>
                <w:color w:val="231F20"/>
                <w:szCs w:val="18"/>
                <w:lang w:eastAsia="fr-FR"/>
              </w:rPr>
            </w:pPr>
          </w:p>
        </w:tc>
      </w:tr>
      <w:tr w:rsidR="007312ED" w:rsidRPr="00551AAB" w14:paraId="0FDFE94A" w14:textId="77777777" w:rsidTr="007312ED">
        <w:trPr>
          <w:trHeight w:val="123"/>
        </w:trPr>
        <w:tc>
          <w:tcPr>
            <w:tcW w:w="4229" w:type="dxa"/>
            <w:shd w:val="clear" w:color="auto" w:fill="auto"/>
          </w:tcPr>
          <w:p w14:paraId="35E33280" w14:textId="77777777" w:rsidR="007312ED" w:rsidRPr="00551AAB" w:rsidRDefault="007312ED">
            <w:pPr>
              <w:spacing w:after="0" w:line="240" w:lineRule="auto"/>
              <w:rPr>
                <w:rFonts w:ascii="Gill Sans Nova" w:eastAsia="Times New Roman" w:hAnsi="Gill Sans Nova" w:cs="Arial"/>
                <w:noProof/>
                <w:color w:val="231F20"/>
                <w:szCs w:val="18"/>
                <w:lang w:eastAsia="fr-FR"/>
              </w:rPr>
            </w:pPr>
          </w:p>
        </w:tc>
        <w:tc>
          <w:tcPr>
            <w:tcW w:w="5411" w:type="dxa"/>
            <w:tcBorders>
              <w:top w:val="single" w:sz="4" w:space="0" w:color="auto"/>
              <w:bottom w:val="single" w:sz="4" w:space="0" w:color="auto"/>
            </w:tcBorders>
            <w:shd w:val="clear" w:color="auto" w:fill="auto"/>
          </w:tcPr>
          <w:p w14:paraId="68153004" w14:textId="77777777" w:rsidR="007312ED" w:rsidRPr="00551AAB" w:rsidRDefault="007312ED">
            <w:pPr>
              <w:rPr>
                <w:rFonts w:ascii="Gill Sans Nova" w:eastAsia="Times New Roman" w:hAnsi="Gill Sans Nova" w:cs="Arial"/>
                <w:noProof/>
                <w:color w:val="231F20"/>
                <w:szCs w:val="18"/>
                <w:lang w:eastAsia="fr-FR"/>
              </w:rPr>
            </w:pPr>
          </w:p>
        </w:tc>
      </w:tr>
      <w:tr w:rsidR="007312ED" w:rsidRPr="00551AAB" w14:paraId="295656E8" w14:textId="77777777" w:rsidTr="007312ED">
        <w:trPr>
          <w:trHeight w:val="123"/>
        </w:trPr>
        <w:tc>
          <w:tcPr>
            <w:tcW w:w="4229" w:type="dxa"/>
            <w:shd w:val="clear" w:color="auto" w:fill="F2F2F2"/>
            <w:hideMark/>
          </w:tcPr>
          <w:p w14:paraId="3B216DF0" w14:textId="611A67AD" w:rsidR="007312ED" w:rsidRPr="00551AAB" w:rsidRDefault="007312ED">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 xml:space="preserve">Niveau de TRL </w:t>
            </w:r>
            <w:r w:rsidR="001E5167" w:rsidRPr="00551AAB">
              <w:rPr>
                <w:rFonts w:ascii="Gill Sans Nova" w:eastAsia="Times New Roman" w:hAnsi="Gill Sans Nova" w:cs="Arial"/>
                <w:noProof/>
                <w:color w:val="231F20"/>
                <w:szCs w:val="18"/>
                <w:lang w:eastAsia="fr-FR"/>
              </w:rPr>
              <w:t>visé</w:t>
            </w:r>
            <w:r w:rsidRPr="00551AAB">
              <w:rPr>
                <w:rFonts w:ascii="Gill Sans Nova" w:eastAsia="Times New Roman" w:hAnsi="Gill Sans Nova" w:cs="Arial"/>
                <w:noProof/>
                <w:color w:val="231F20"/>
                <w:szCs w:val="18"/>
                <w:lang w:eastAsia="fr-FR"/>
              </w:rPr>
              <w:t xml:space="preserve"> </w:t>
            </w:r>
            <w:r w:rsidR="001E5167" w:rsidRPr="00551AAB">
              <w:rPr>
                <w:rFonts w:ascii="Gill Sans Nova" w:eastAsia="Times New Roman" w:hAnsi="Gill Sans Nova" w:cs="Arial"/>
                <w:noProof/>
                <w:color w:val="231F20"/>
                <w:szCs w:val="18"/>
                <w:lang w:eastAsia="fr-FR"/>
              </w:rPr>
              <w:t xml:space="preserve">en fin </w:t>
            </w:r>
            <w:r w:rsidRPr="00551AAB">
              <w:rPr>
                <w:rFonts w:ascii="Gill Sans Nova" w:eastAsia="Times New Roman" w:hAnsi="Gill Sans Nova" w:cs="Arial"/>
                <w:noProof/>
                <w:color w:val="231F20"/>
                <w:szCs w:val="18"/>
                <w:lang w:eastAsia="fr-FR"/>
              </w:rPr>
              <w:t xml:space="preserve">de projet  : </w:t>
            </w:r>
          </w:p>
        </w:tc>
        <w:tc>
          <w:tcPr>
            <w:tcW w:w="5411" w:type="dxa"/>
            <w:tcBorders>
              <w:top w:val="single" w:sz="4" w:space="0" w:color="auto"/>
              <w:left w:val="single" w:sz="4" w:space="0" w:color="auto"/>
              <w:bottom w:val="single" w:sz="4" w:space="0" w:color="auto"/>
              <w:right w:val="single" w:sz="4" w:space="0" w:color="auto"/>
            </w:tcBorders>
            <w:hideMark/>
          </w:tcPr>
          <w:p w14:paraId="0C836F6D" w14:textId="77777777" w:rsidR="007312ED" w:rsidRPr="00551AAB" w:rsidRDefault="007312ED">
            <w:pPr>
              <w:rPr>
                <w:rFonts w:ascii="Gill Sans Nova" w:eastAsia="Times New Roman" w:hAnsi="Gill Sans Nova" w:cs="Arial"/>
                <w:noProof/>
                <w:color w:val="231F20"/>
                <w:szCs w:val="18"/>
                <w:lang w:eastAsia="fr-FR"/>
              </w:rPr>
            </w:pPr>
          </w:p>
        </w:tc>
      </w:tr>
    </w:tbl>
    <w:p w14:paraId="68F901D8" w14:textId="2CB79068" w:rsidR="00280FAB" w:rsidRPr="00551AAB" w:rsidRDefault="00280FAB" w:rsidP="00280FAB">
      <w:pPr>
        <w:pStyle w:val="BSOUSTITRESOULIGNE"/>
        <w:rPr>
          <w:rFonts w:ascii="Gill Sans Nova" w:hAnsi="Gill Sans Nova"/>
          <w:color w:val="009FE3" w:themeColor="text2"/>
        </w:rPr>
      </w:pPr>
      <w:r w:rsidRPr="00551AAB">
        <w:rPr>
          <w:rFonts w:ascii="Gill Sans Nova" w:hAnsi="Gill Sans Nova"/>
          <w:color w:val="009FE3" w:themeColor="text2"/>
        </w:rPr>
        <w:t>Thématique(s) visée(s) par le projet :</w:t>
      </w:r>
    </w:p>
    <w:p w14:paraId="33C8AC03" w14:textId="27F76BE4" w:rsidR="00280FAB" w:rsidRPr="00551AAB" w:rsidRDefault="00F17D4B" w:rsidP="00280FAB">
      <w:pPr>
        <w:spacing w:before="120" w:after="0" w:line="240" w:lineRule="auto"/>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51321537"/>
          <w14:checkbox>
            <w14:checked w14:val="0"/>
            <w14:checkedState w14:val="2612" w14:font="MS Gothic"/>
            <w14:uncheckedState w14:val="2610" w14:font="MS Gothic"/>
          </w14:checkbox>
        </w:sdtPr>
        <w:sdtEndPr/>
        <w:sdtContent/>
      </w:sdt>
      <w:r w:rsidR="00D047EF" w:rsidRPr="00551AAB">
        <w:rPr>
          <w:rFonts w:ascii="Segoe UI Symbol" w:eastAsia="MS Gothic" w:hAnsi="Segoe UI Symbol" w:cs="Segoe UI Symbol"/>
          <w:noProof/>
          <w:color w:val="231F20"/>
          <w:lang w:eastAsia="fr-FR"/>
        </w:rPr>
        <w:t>☐</w:t>
      </w:r>
      <w:r w:rsidR="00280FAB" w:rsidRPr="00551AAB">
        <w:rPr>
          <w:rFonts w:ascii="Gill Sans Nova" w:eastAsia="Times New Roman" w:hAnsi="Gill Sans Nova" w:cs="Arial"/>
          <w:b/>
          <w:bCs/>
          <w:noProof/>
          <w:color w:val="231F20"/>
          <w:lang w:eastAsia="fr-FR"/>
        </w:rPr>
        <w:t xml:space="preserve"> Augmenter le taux de recyclage : </w:t>
      </w:r>
    </w:p>
    <w:p w14:paraId="347BC230" w14:textId="77777777" w:rsidR="00280FAB" w:rsidRPr="00551AAB" w:rsidRDefault="00F17D4B" w:rsidP="00280FAB">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530693312"/>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color w:val="231F20"/>
              <w:lang w:eastAsia="fr-FR"/>
            </w:rPr>
            <w:t>☐</w:t>
          </w:r>
        </w:sdtContent>
      </w:sdt>
      <w:r w:rsidR="00280FAB" w:rsidRPr="00551AAB">
        <w:rPr>
          <w:rFonts w:ascii="Gill Sans Nova" w:eastAsia="Times New Roman" w:hAnsi="Gill Sans Nova" w:cs="Arial"/>
          <w:noProof/>
          <w:color w:val="231F20"/>
          <w:lang w:eastAsia="fr-FR"/>
        </w:rPr>
        <w:t xml:space="preserve"> Acier</w:t>
      </w:r>
    </w:p>
    <w:p w14:paraId="0AD56FC7" w14:textId="77777777" w:rsidR="00280FAB" w:rsidRPr="00551AAB" w:rsidRDefault="00F17D4B" w:rsidP="00280FAB">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1785375518"/>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color w:val="231F20"/>
              <w:lang w:eastAsia="fr-FR"/>
            </w:rPr>
            <w:t>☐</w:t>
          </w:r>
        </w:sdtContent>
      </w:sdt>
      <w:r w:rsidR="00280FAB" w:rsidRPr="00551AAB">
        <w:rPr>
          <w:rFonts w:ascii="Gill Sans Nova" w:eastAsia="Times New Roman" w:hAnsi="Gill Sans Nova" w:cs="Arial"/>
          <w:noProof/>
          <w:color w:val="231F20"/>
          <w:lang w:eastAsia="fr-FR"/>
        </w:rPr>
        <w:t xml:space="preserve"> Aluminium</w:t>
      </w:r>
    </w:p>
    <w:p w14:paraId="392DCB95" w14:textId="77777777" w:rsidR="00280FAB" w:rsidRPr="00551AAB" w:rsidRDefault="00F17D4B" w:rsidP="00280FAB">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1779066965"/>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color w:val="231F20"/>
              <w:lang w:eastAsia="fr-FR"/>
            </w:rPr>
            <w:t>☐</w:t>
          </w:r>
        </w:sdtContent>
      </w:sdt>
      <w:r w:rsidR="00280FAB" w:rsidRPr="00551AAB">
        <w:rPr>
          <w:rFonts w:ascii="Gill Sans Nova" w:eastAsia="Times New Roman" w:hAnsi="Gill Sans Nova" w:cs="Arial"/>
          <w:noProof/>
          <w:color w:val="231F20"/>
          <w:lang w:eastAsia="fr-FR"/>
        </w:rPr>
        <w:t xml:space="preserve"> Verre</w:t>
      </w:r>
    </w:p>
    <w:p w14:paraId="2CE7E600" w14:textId="6DC975E4" w:rsidR="00280FAB" w:rsidRPr="00551AAB" w:rsidRDefault="00F17D4B" w:rsidP="00280FAB">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1572573205"/>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color w:val="231F20"/>
              <w:lang w:eastAsia="fr-FR"/>
            </w:rPr>
            <w:t>☐</w:t>
          </w:r>
        </w:sdtContent>
      </w:sdt>
      <w:r w:rsidR="00280FAB" w:rsidRPr="00551AAB">
        <w:rPr>
          <w:rFonts w:ascii="Gill Sans Nova" w:eastAsia="Times New Roman" w:hAnsi="Gill Sans Nova" w:cs="Arial"/>
          <w:noProof/>
          <w:color w:val="231F20"/>
          <w:lang w:eastAsia="fr-FR"/>
        </w:rPr>
        <w:t xml:space="preserve"> Papiers</w:t>
      </w:r>
      <w:r w:rsidR="00F4688B">
        <w:rPr>
          <w:rFonts w:ascii="Gill Sans Nova" w:eastAsia="Times New Roman" w:hAnsi="Gill Sans Nova" w:cs="Arial"/>
          <w:noProof/>
          <w:color w:val="231F20"/>
          <w:lang w:eastAsia="fr-FR"/>
        </w:rPr>
        <w:t xml:space="preserve"> </w:t>
      </w:r>
      <w:r w:rsidR="00FC03CD" w:rsidRPr="00551AAB">
        <w:rPr>
          <w:rFonts w:ascii="Gill Sans Nova" w:eastAsia="Times New Roman" w:hAnsi="Gill Sans Nova" w:cs="Arial"/>
          <w:noProof/>
          <w:color w:val="231F20"/>
          <w:lang w:eastAsia="fr-FR"/>
        </w:rPr>
        <w:t>graphiques</w:t>
      </w:r>
      <w:r w:rsidR="00280FAB" w:rsidRPr="00551AAB">
        <w:rPr>
          <w:rFonts w:ascii="Gill Sans Nova" w:eastAsia="Times New Roman" w:hAnsi="Gill Sans Nova" w:cs="Arial"/>
          <w:noProof/>
          <w:color w:val="231F20"/>
          <w:lang w:eastAsia="fr-FR"/>
        </w:rPr>
        <w:t xml:space="preserve"> /</w:t>
      </w:r>
      <w:r w:rsidR="00FC03CD" w:rsidRPr="00551AAB">
        <w:rPr>
          <w:rFonts w:ascii="Gill Sans Nova" w:eastAsia="Times New Roman" w:hAnsi="Gill Sans Nova" w:cs="Arial"/>
          <w:noProof/>
          <w:color w:val="231F20"/>
          <w:lang w:eastAsia="fr-FR"/>
        </w:rPr>
        <w:t xml:space="preserve"> Papiers</w:t>
      </w:r>
      <w:r w:rsidR="00280FAB" w:rsidRPr="00551AAB">
        <w:rPr>
          <w:rFonts w:ascii="Gill Sans Nova" w:eastAsia="Times New Roman" w:hAnsi="Gill Sans Nova" w:cs="Arial"/>
          <w:noProof/>
          <w:color w:val="231F20"/>
          <w:lang w:eastAsia="fr-FR"/>
        </w:rPr>
        <w:t xml:space="preserve"> </w:t>
      </w:r>
      <w:r w:rsidR="00FC03CD" w:rsidRPr="00551AAB">
        <w:rPr>
          <w:rFonts w:ascii="Gill Sans Nova" w:eastAsia="Times New Roman" w:hAnsi="Gill Sans Nova" w:cs="Arial"/>
          <w:noProof/>
          <w:color w:val="231F20"/>
          <w:lang w:eastAsia="fr-FR"/>
        </w:rPr>
        <w:t>c</w:t>
      </w:r>
      <w:r w:rsidR="00280FAB" w:rsidRPr="00551AAB">
        <w:rPr>
          <w:rFonts w:ascii="Gill Sans Nova" w:eastAsia="Times New Roman" w:hAnsi="Gill Sans Nova" w:cs="Arial"/>
          <w:noProof/>
          <w:color w:val="231F20"/>
          <w:lang w:eastAsia="fr-FR"/>
        </w:rPr>
        <w:t>artons</w:t>
      </w:r>
    </w:p>
    <w:p w14:paraId="576F63CB" w14:textId="12C33E1B" w:rsidR="00280FAB" w:rsidRPr="00551AAB" w:rsidRDefault="00F17D4B" w:rsidP="00280FAB">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1044717636"/>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color w:val="231F20"/>
              <w:lang w:eastAsia="fr-FR"/>
            </w:rPr>
            <w:t>☐</w:t>
          </w:r>
        </w:sdtContent>
      </w:sdt>
      <w:r w:rsidR="00280FAB" w:rsidRPr="00551AAB">
        <w:rPr>
          <w:rFonts w:ascii="Gill Sans Nova" w:eastAsia="Times New Roman" w:hAnsi="Gill Sans Nova" w:cs="Arial"/>
          <w:noProof/>
          <w:color w:val="231F20"/>
          <w:lang w:eastAsia="fr-FR"/>
        </w:rPr>
        <w:t xml:space="preserve"> </w:t>
      </w:r>
      <w:r w:rsidR="001E28F8" w:rsidRPr="00551AAB">
        <w:rPr>
          <w:rFonts w:ascii="Gill Sans Nova" w:eastAsia="Times New Roman" w:hAnsi="Gill Sans Nova" w:cs="Arial"/>
          <w:noProof/>
          <w:color w:val="231F20"/>
          <w:lang w:eastAsia="fr-FR"/>
        </w:rPr>
        <w:t>PET</w:t>
      </w:r>
    </w:p>
    <w:p w14:paraId="47A00034" w14:textId="2082051F" w:rsidR="001E28F8" w:rsidRPr="00551AAB" w:rsidRDefault="00F17D4B" w:rsidP="001E28F8">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1039822128"/>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color w:val="231F20"/>
              <w:lang w:eastAsia="fr-FR"/>
            </w:rPr>
            <w:t>☐</w:t>
          </w:r>
        </w:sdtContent>
      </w:sdt>
      <w:r w:rsidR="00280FAB" w:rsidRPr="00551AAB">
        <w:rPr>
          <w:rFonts w:ascii="Gill Sans Nova" w:eastAsia="Times New Roman" w:hAnsi="Gill Sans Nova" w:cs="Arial"/>
          <w:noProof/>
          <w:color w:val="231F20"/>
          <w:lang w:eastAsia="fr-FR"/>
        </w:rPr>
        <w:t xml:space="preserve"> </w:t>
      </w:r>
      <w:r w:rsidR="001E28F8" w:rsidRPr="00551AAB">
        <w:rPr>
          <w:rFonts w:ascii="Gill Sans Nova" w:eastAsia="Times New Roman" w:hAnsi="Gill Sans Nova" w:cs="Arial"/>
          <w:noProof/>
          <w:color w:val="231F20"/>
          <w:lang w:eastAsia="fr-FR"/>
        </w:rPr>
        <w:t>Rigides PE/PP</w:t>
      </w:r>
      <w:r w:rsidR="00280FAB" w:rsidRPr="00551AAB">
        <w:rPr>
          <w:rFonts w:ascii="Gill Sans Nova" w:eastAsia="Times New Roman" w:hAnsi="Gill Sans Nova" w:cs="Arial"/>
          <w:noProof/>
          <w:color w:val="231F20"/>
          <w:lang w:eastAsia="fr-FR"/>
        </w:rPr>
        <w:t xml:space="preserve"> </w:t>
      </w:r>
    </w:p>
    <w:p w14:paraId="60349C1C" w14:textId="1492972C" w:rsidR="001E28F8" w:rsidRPr="00551AAB" w:rsidRDefault="00F17D4B" w:rsidP="001E28F8">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958639327"/>
          <w14:checkbox>
            <w14:checked w14:val="0"/>
            <w14:checkedState w14:val="2612" w14:font="MS Gothic"/>
            <w14:uncheckedState w14:val="2610" w14:font="MS Gothic"/>
          </w14:checkbox>
        </w:sdtPr>
        <w:sdtEndPr/>
        <w:sdtContent>
          <w:r w:rsidR="001E28F8" w:rsidRPr="00551AAB">
            <w:rPr>
              <w:rFonts w:ascii="Segoe UI Symbol" w:eastAsia="MS Gothic" w:hAnsi="Segoe UI Symbol" w:cs="Segoe UI Symbol"/>
              <w:noProof/>
              <w:color w:val="231F20"/>
              <w:lang w:eastAsia="fr-FR"/>
            </w:rPr>
            <w:t>☐</w:t>
          </w:r>
        </w:sdtContent>
      </w:sdt>
      <w:r w:rsidR="001E28F8" w:rsidRPr="00551AAB">
        <w:rPr>
          <w:rFonts w:ascii="Gill Sans Nova" w:eastAsia="Times New Roman" w:hAnsi="Gill Sans Nova" w:cs="Arial"/>
          <w:noProof/>
          <w:color w:val="231F20"/>
          <w:lang w:eastAsia="fr-FR"/>
        </w:rPr>
        <w:t xml:space="preserve"> Souples PE/PP</w:t>
      </w:r>
      <w:r w:rsidR="00D047EF" w:rsidRPr="00551AAB">
        <w:rPr>
          <w:rFonts w:ascii="Gill Sans Nova" w:hAnsi="Gill Sans Nova"/>
        </w:rPr>
        <w:t xml:space="preserve"> </w:t>
      </w:r>
    </w:p>
    <w:p w14:paraId="67543BC2" w14:textId="4D84BDA2" w:rsidR="00280FAB" w:rsidRPr="00551AAB" w:rsidRDefault="00F17D4B" w:rsidP="001E28F8">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1273853206"/>
          <w14:checkbox>
            <w14:checked w14:val="0"/>
            <w14:checkedState w14:val="2612" w14:font="MS Gothic"/>
            <w14:uncheckedState w14:val="2610" w14:font="MS Gothic"/>
          </w14:checkbox>
        </w:sdtPr>
        <w:sdtEndPr/>
        <w:sdtContent>
          <w:r w:rsidR="001E28F8" w:rsidRPr="00551AAB">
            <w:rPr>
              <w:rFonts w:ascii="Segoe UI Symbol" w:eastAsia="MS Gothic" w:hAnsi="Segoe UI Symbol" w:cs="Segoe UI Symbol"/>
              <w:noProof/>
              <w:color w:val="231F20"/>
              <w:lang w:eastAsia="fr-FR"/>
            </w:rPr>
            <w:t>☐</w:t>
          </w:r>
        </w:sdtContent>
      </w:sdt>
      <w:r w:rsidR="001E28F8" w:rsidRPr="00551AAB">
        <w:rPr>
          <w:rFonts w:ascii="Gill Sans Nova" w:eastAsia="Times New Roman" w:hAnsi="Gill Sans Nova" w:cs="Arial"/>
          <w:noProof/>
          <w:color w:val="231F20"/>
          <w:lang w:eastAsia="fr-FR"/>
        </w:rPr>
        <w:t xml:space="preserve"> PS</w:t>
      </w:r>
    </w:p>
    <w:p w14:paraId="25857997" w14:textId="04BF5C05" w:rsidR="00280FAB" w:rsidRPr="00551AAB" w:rsidRDefault="00F17D4B" w:rsidP="00280FAB">
      <w:pPr>
        <w:spacing w:before="120" w:after="0" w:line="240" w:lineRule="auto"/>
        <w:rPr>
          <w:rFonts w:ascii="Gill Sans Nova" w:eastAsia="Times New Roman" w:hAnsi="Gill Sans Nova" w:cs="Arial"/>
          <w:b/>
          <w:noProof/>
          <w:color w:val="231F20"/>
          <w:lang w:eastAsia="fr-FR"/>
        </w:rPr>
      </w:pPr>
      <w:sdt>
        <w:sdtPr>
          <w:rPr>
            <w:rFonts w:ascii="Gill Sans Nova" w:eastAsia="Times New Roman" w:hAnsi="Gill Sans Nova" w:cs="Arial"/>
            <w:noProof/>
            <w:color w:val="231F20"/>
            <w:lang w:eastAsia="fr-FR"/>
          </w:rPr>
          <w:id w:val="2040384041"/>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color w:val="231F20"/>
              <w:lang w:eastAsia="fr-FR"/>
            </w:rPr>
            <w:t>☐</w:t>
          </w:r>
        </w:sdtContent>
      </w:sdt>
      <w:r w:rsidR="00280FAB" w:rsidRPr="00551AAB">
        <w:rPr>
          <w:rFonts w:ascii="Gill Sans Nova" w:eastAsia="Times New Roman" w:hAnsi="Gill Sans Nova" w:cs="Arial"/>
          <w:noProof/>
          <w:color w:val="231F20"/>
          <w:lang w:eastAsia="fr-FR"/>
        </w:rPr>
        <w:t xml:space="preserve"> </w:t>
      </w:r>
      <w:r w:rsidR="001E28F8" w:rsidRPr="00551AAB">
        <w:rPr>
          <w:rFonts w:ascii="Gill Sans Nova" w:eastAsia="Times New Roman" w:hAnsi="Gill Sans Nova" w:cs="Arial"/>
          <w:b/>
          <w:noProof/>
          <w:color w:val="231F20"/>
          <w:lang w:eastAsia="fr-FR"/>
        </w:rPr>
        <w:t>Améliorer la qualité</w:t>
      </w:r>
      <w:r w:rsidR="00280FAB" w:rsidRPr="00551AAB">
        <w:rPr>
          <w:rFonts w:ascii="Gill Sans Nova" w:eastAsia="Times New Roman" w:hAnsi="Gill Sans Nova" w:cs="Arial"/>
          <w:b/>
          <w:noProof/>
          <w:color w:val="231F20"/>
          <w:lang w:eastAsia="fr-FR"/>
        </w:rPr>
        <w:t xml:space="preserve"> des débouchés</w:t>
      </w:r>
    </w:p>
    <w:p w14:paraId="0C964FDA" w14:textId="77777777" w:rsidR="00280FAB" w:rsidRPr="00551AAB" w:rsidRDefault="00F17D4B" w:rsidP="00280FAB">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1810444773"/>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color w:val="231F20"/>
              <w:lang w:eastAsia="fr-FR"/>
            </w:rPr>
            <w:t>☐</w:t>
          </w:r>
        </w:sdtContent>
      </w:sdt>
      <w:r w:rsidR="00280FAB" w:rsidRPr="00551AAB">
        <w:rPr>
          <w:rFonts w:ascii="Gill Sans Nova" w:eastAsia="Times New Roman" w:hAnsi="Gill Sans Nova" w:cs="Arial"/>
          <w:noProof/>
          <w:color w:val="231F20"/>
          <w:lang w:eastAsia="fr-FR"/>
        </w:rPr>
        <w:t xml:space="preserve"> Acier</w:t>
      </w:r>
    </w:p>
    <w:p w14:paraId="7D82284C" w14:textId="77777777" w:rsidR="00280FAB" w:rsidRPr="00551AAB" w:rsidRDefault="00F17D4B" w:rsidP="00280FAB">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1729500533"/>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color w:val="231F20"/>
              <w:lang w:eastAsia="fr-FR"/>
            </w:rPr>
            <w:t>☐</w:t>
          </w:r>
        </w:sdtContent>
      </w:sdt>
      <w:r w:rsidR="00280FAB" w:rsidRPr="00551AAB">
        <w:rPr>
          <w:rFonts w:ascii="Gill Sans Nova" w:eastAsia="Times New Roman" w:hAnsi="Gill Sans Nova" w:cs="Arial"/>
          <w:noProof/>
          <w:color w:val="231F20"/>
          <w:lang w:eastAsia="fr-FR"/>
        </w:rPr>
        <w:t xml:space="preserve"> Aluminium</w:t>
      </w:r>
    </w:p>
    <w:p w14:paraId="0550DE1B" w14:textId="5C96E103" w:rsidR="00280FAB" w:rsidRPr="00551AAB" w:rsidRDefault="00F17D4B" w:rsidP="00280FAB">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2114197338"/>
          <w14:checkbox>
            <w14:checked w14:val="0"/>
            <w14:checkedState w14:val="2612" w14:font="MS Gothic"/>
            <w14:uncheckedState w14:val="2610" w14:font="MS Gothic"/>
          </w14:checkbox>
        </w:sdtPr>
        <w:sdtEndPr/>
        <w:sdtContent>
          <w:r w:rsidR="5D04FD99" w:rsidRPr="00551AAB">
            <w:rPr>
              <w:rFonts w:ascii="Segoe UI Symbol" w:eastAsia="MS Gothic" w:hAnsi="Segoe UI Symbol" w:cs="Segoe UI Symbol"/>
              <w:noProof/>
              <w:color w:val="231F20"/>
              <w:lang w:eastAsia="fr-FR"/>
            </w:rPr>
            <w:t>☐</w:t>
          </w:r>
        </w:sdtContent>
      </w:sdt>
      <w:r w:rsidR="00280FAB" w:rsidRPr="00551AAB">
        <w:rPr>
          <w:rFonts w:ascii="Gill Sans Nova" w:eastAsia="Times New Roman" w:hAnsi="Gill Sans Nova" w:cs="Arial"/>
          <w:noProof/>
          <w:color w:val="231F20"/>
          <w:lang w:eastAsia="fr-FR"/>
        </w:rPr>
        <w:t xml:space="preserve"> Verre</w:t>
      </w:r>
    </w:p>
    <w:p w14:paraId="0A6553E8" w14:textId="483CA676" w:rsidR="00280FAB" w:rsidRPr="00551AAB" w:rsidRDefault="00F17D4B" w:rsidP="00280FAB">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1629240178"/>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color w:val="231F20"/>
              <w:lang w:eastAsia="fr-FR"/>
            </w:rPr>
            <w:t>☐</w:t>
          </w:r>
        </w:sdtContent>
      </w:sdt>
      <w:r w:rsidR="00280FAB" w:rsidRPr="00551AAB">
        <w:rPr>
          <w:rFonts w:ascii="Gill Sans Nova" w:eastAsia="Times New Roman" w:hAnsi="Gill Sans Nova" w:cs="Arial"/>
          <w:noProof/>
          <w:color w:val="231F20"/>
          <w:lang w:eastAsia="fr-FR"/>
        </w:rPr>
        <w:t xml:space="preserve"> Papiers / Cartons</w:t>
      </w:r>
      <w:r w:rsidR="00F306FB">
        <w:rPr>
          <w:rFonts w:ascii="Gill Sans Nova" w:eastAsia="Times New Roman" w:hAnsi="Gill Sans Nova" w:cs="Arial"/>
          <w:noProof/>
          <w:color w:val="231F20"/>
          <w:lang w:eastAsia="fr-FR"/>
        </w:rPr>
        <w:t xml:space="preserve"> </w:t>
      </w:r>
      <w:r w:rsidR="00DF1B8D">
        <w:rPr>
          <w:rFonts w:ascii="Gill Sans Nova" w:eastAsia="Times New Roman" w:hAnsi="Gill Sans Nova" w:cs="Arial"/>
          <w:noProof/>
          <w:color w:val="231F20"/>
          <w:lang w:eastAsia="fr-FR"/>
        </w:rPr>
        <w:t>(emballages)</w:t>
      </w:r>
    </w:p>
    <w:p w14:paraId="1B4EFBF0" w14:textId="3548E31F" w:rsidR="001E28F8" w:rsidRPr="00551AAB" w:rsidRDefault="00F17D4B" w:rsidP="001E28F8">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764919211"/>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color w:val="231F20"/>
              <w:lang w:eastAsia="fr-FR"/>
            </w:rPr>
            <w:t>☐</w:t>
          </w:r>
        </w:sdtContent>
      </w:sdt>
      <w:r w:rsidR="001E28F8" w:rsidRPr="00551AAB">
        <w:rPr>
          <w:rFonts w:ascii="Gill Sans Nova" w:eastAsia="Times New Roman" w:hAnsi="Gill Sans Nova" w:cs="Arial"/>
          <w:noProof/>
          <w:color w:val="231F20"/>
          <w:lang w:eastAsia="fr-FR"/>
        </w:rPr>
        <w:t xml:space="preserve"> PET</w:t>
      </w:r>
    </w:p>
    <w:p w14:paraId="4023E79A" w14:textId="77777777" w:rsidR="001E28F8" w:rsidRPr="00551AAB" w:rsidRDefault="00F17D4B" w:rsidP="001E28F8">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489942768"/>
          <w14:checkbox>
            <w14:checked w14:val="0"/>
            <w14:checkedState w14:val="2612" w14:font="MS Gothic"/>
            <w14:uncheckedState w14:val="2610" w14:font="MS Gothic"/>
          </w14:checkbox>
        </w:sdtPr>
        <w:sdtEndPr/>
        <w:sdtContent>
          <w:r w:rsidR="001E28F8" w:rsidRPr="00551AAB">
            <w:rPr>
              <w:rFonts w:ascii="Segoe UI Symbol" w:eastAsia="MS Gothic" w:hAnsi="Segoe UI Symbol" w:cs="Segoe UI Symbol"/>
              <w:noProof/>
              <w:color w:val="231F20"/>
              <w:lang w:eastAsia="fr-FR"/>
            </w:rPr>
            <w:t>☐</w:t>
          </w:r>
        </w:sdtContent>
      </w:sdt>
      <w:r w:rsidR="001E28F8" w:rsidRPr="00551AAB">
        <w:rPr>
          <w:rFonts w:ascii="Gill Sans Nova" w:eastAsia="Times New Roman" w:hAnsi="Gill Sans Nova" w:cs="Arial"/>
          <w:noProof/>
          <w:color w:val="231F20"/>
          <w:lang w:eastAsia="fr-FR"/>
        </w:rPr>
        <w:t xml:space="preserve"> Rigides PE/PP </w:t>
      </w:r>
    </w:p>
    <w:p w14:paraId="3C78C860" w14:textId="77777777" w:rsidR="001E28F8" w:rsidRPr="00551AAB" w:rsidRDefault="00F17D4B" w:rsidP="001E28F8">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529260123"/>
          <w14:checkbox>
            <w14:checked w14:val="0"/>
            <w14:checkedState w14:val="2612" w14:font="MS Gothic"/>
            <w14:uncheckedState w14:val="2610" w14:font="MS Gothic"/>
          </w14:checkbox>
        </w:sdtPr>
        <w:sdtEndPr/>
        <w:sdtContent>
          <w:r w:rsidR="001E28F8" w:rsidRPr="00551AAB">
            <w:rPr>
              <w:rFonts w:ascii="Segoe UI Symbol" w:eastAsia="MS Gothic" w:hAnsi="Segoe UI Symbol" w:cs="Segoe UI Symbol"/>
              <w:noProof/>
              <w:color w:val="231F20"/>
              <w:lang w:eastAsia="fr-FR"/>
            </w:rPr>
            <w:t>☐</w:t>
          </w:r>
        </w:sdtContent>
      </w:sdt>
      <w:r w:rsidR="001E28F8" w:rsidRPr="00551AAB">
        <w:rPr>
          <w:rFonts w:ascii="Gill Sans Nova" w:eastAsia="Times New Roman" w:hAnsi="Gill Sans Nova" w:cs="Arial"/>
          <w:noProof/>
          <w:color w:val="231F20"/>
          <w:lang w:eastAsia="fr-FR"/>
        </w:rPr>
        <w:t xml:space="preserve"> Souples PE/PP</w:t>
      </w:r>
    </w:p>
    <w:p w14:paraId="22A58618" w14:textId="690EDE94" w:rsidR="00280FAB" w:rsidRPr="00551AAB" w:rsidRDefault="00F17D4B" w:rsidP="00DD64D1">
      <w:pPr>
        <w:spacing w:after="0" w:line="240" w:lineRule="auto"/>
        <w:ind w:left="720"/>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335343607"/>
          <w14:checkbox>
            <w14:checked w14:val="0"/>
            <w14:checkedState w14:val="2612" w14:font="MS Gothic"/>
            <w14:uncheckedState w14:val="2610" w14:font="MS Gothic"/>
          </w14:checkbox>
        </w:sdtPr>
        <w:sdtEndPr/>
        <w:sdtContent>
          <w:r w:rsidR="001E28F8" w:rsidRPr="00551AAB">
            <w:rPr>
              <w:rFonts w:ascii="Segoe UI Symbol" w:eastAsia="MS Gothic" w:hAnsi="Segoe UI Symbol" w:cs="Segoe UI Symbol"/>
              <w:noProof/>
              <w:color w:val="231F20"/>
              <w:lang w:eastAsia="fr-FR"/>
            </w:rPr>
            <w:t>☐</w:t>
          </w:r>
        </w:sdtContent>
      </w:sdt>
      <w:r w:rsidR="001E28F8" w:rsidRPr="00551AAB">
        <w:rPr>
          <w:rFonts w:ascii="Gill Sans Nova" w:eastAsia="Times New Roman" w:hAnsi="Gill Sans Nova" w:cs="Arial"/>
          <w:noProof/>
          <w:color w:val="231F20"/>
          <w:lang w:eastAsia="fr-FR"/>
        </w:rPr>
        <w:t xml:space="preserve"> PS</w:t>
      </w:r>
    </w:p>
    <w:p w14:paraId="43161984" w14:textId="4783E9E3" w:rsidR="00280FAB" w:rsidRPr="00551AAB" w:rsidRDefault="00F17D4B" w:rsidP="00DD64D1">
      <w:pPr>
        <w:spacing w:before="120" w:after="0" w:line="240" w:lineRule="auto"/>
        <w:rPr>
          <w:rFonts w:ascii="Gill Sans Nova" w:eastAsia="Times New Roman" w:hAnsi="Gill Sans Nova" w:cs="Arial"/>
          <w:b/>
          <w:bCs/>
          <w:noProof/>
          <w:color w:val="231F20"/>
          <w:lang w:eastAsia="fr-FR"/>
        </w:rPr>
      </w:pPr>
      <w:sdt>
        <w:sdtPr>
          <w:rPr>
            <w:rFonts w:ascii="Gill Sans Nova" w:eastAsia="Times New Roman" w:hAnsi="Gill Sans Nova" w:cs="Arial"/>
            <w:noProof/>
            <w:color w:val="231F20"/>
            <w:lang w:eastAsia="fr-FR"/>
          </w:rPr>
          <w:id w:val="1863549020"/>
          <w14:checkbox>
            <w14:checked w14:val="0"/>
            <w14:checkedState w14:val="2612" w14:font="MS Gothic"/>
            <w14:uncheckedState w14:val="2610" w14:font="MS Gothic"/>
          </w14:checkbox>
        </w:sdtPr>
        <w:sdtEndPr/>
        <w:sdtContent>
          <w:r w:rsidR="00DD64D1" w:rsidRPr="00551AAB">
            <w:rPr>
              <w:rFonts w:ascii="Segoe UI Symbol" w:eastAsia="MS Gothic" w:hAnsi="Segoe UI Symbol" w:cs="Segoe UI Symbol"/>
              <w:noProof/>
              <w:color w:val="231F20"/>
              <w:lang w:eastAsia="fr-FR"/>
            </w:rPr>
            <w:t>☐</w:t>
          </w:r>
        </w:sdtContent>
      </w:sdt>
      <w:r w:rsidR="00DD64D1" w:rsidRPr="00551AAB">
        <w:rPr>
          <w:rFonts w:ascii="Gill Sans Nova" w:eastAsia="Times New Roman" w:hAnsi="Gill Sans Nova" w:cs="Arial"/>
          <w:b/>
          <w:bCs/>
          <w:noProof/>
          <w:color w:val="231F20"/>
          <w:lang w:eastAsia="fr-FR"/>
        </w:rPr>
        <w:t xml:space="preserve"> Baisse des impacts environnementaux</w:t>
      </w:r>
    </w:p>
    <w:p w14:paraId="3971F066" w14:textId="455873BD" w:rsidR="00DD64D1" w:rsidRPr="00551AAB" w:rsidRDefault="00F17D4B" w:rsidP="00DD64D1">
      <w:pPr>
        <w:spacing w:before="120" w:after="0" w:line="240" w:lineRule="auto"/>
        <w:rPr>
          <w:rFonts w:ascii="Gill Sans Nova" w:eastAsia="Times New Roman" w:hAnsi="Gill Sans Nova" w:cs="Arial"/>
          <w:noProof/>
          <w:color w:val="231F20"/>
          <w:lang w:eastAsia="fr-FR"/>
        </w:rPr>
      </w:pPr>
      <w:sdt>
        <w:sdtPr>
          <w:rPr>
            <w:rFonts w:ascii="Gill Sans Nova" w:eastAsia="Times New Roman" w:hAnsi="Gill Sans Nova" w:cs="Arial"/>
            <w:noProof/>
            <w:color w:val="231F20"/>
            <w:lang w:eastAsia="fr-FR"/>
          </w:rPr>
          <w:id w:val="-1613586819"/>
          <w14:checkbox>
            <w14:checked w14:val="0"/>
            <w14:checkedState w14:val="2612" w14:font="MS Gothic"/>
            <w14:uncheckedState w14:val="2610" w14:font="MS Gothic"/>
          </w14:checkbox>
        </w:sdtPr>
        <w:sdtEndPr/>
        <w:sdtContent>
          <w:r w:rsidR="00DD64D1" w:rsidRPr="00551AAB">
            <w:rPr>
              <w:rFonts w:ascii="Segoe UI Symbol" w:eastAsia="MS Gothic" w:hAnsi="Segoe UI Symbol" w:cs="Segoe UI Symbol"/>
              <w:noProof/>
              <w:color w:val="231F20"/>
              <w:lang w:eastAsia="fr-FR"/>
            </w:rPr>
            <w:t>☐</w:t>
          </w:r>
        </w:sdtContent>
      </w:sdt>
      <w:r w:rsidR="00DD64D1" w:rsidRPr="00551AAB">
        <w:rPr>
          <w:rFonts w:ascii="Gill Sans Nova" w:eastAsia="Times New Roman" w:hAnsi="Gill Sans Nova" w:cs="Arial"/>
          <w:b/>
          <w:bCs/>
          <w:noProof/>
          <w:color w:val="231F20"/>
          <w:lang w:eastAsia="fr-FR"/>
        </w:rPr>
        <w:t xml:space="preserve"> Autres, précisez : </w:t>
      </w:r>
    </w:p>
    <w:p w14:paraId="3CA9AB79" w14:textId="77777777" w:rsidR="00280FAB" w:rsidRPr="00551AAB" w:rsidRDefault="00280FAB" w:rsidP="00280FAB">
      <w:pPr>
        <w:pStyle w:val="BSOUSTITRESOULIGNE"/>
        <w:spacing w:before="120"/>
        <w:rPr>
          <w:rFonts w:ascii="Gill Sans Nova" w:hAnsi="Gill Sans Nova"/>
          <w:color w:val="009FE3" w:themeColor="text2"/>
        </w:rPr>
      </w:pPr>
      <w:r w:rsidRPr="00551AAB">
        <w:rPr>
          <w:rFonts w:ascii="Gill Sans Nova" w:hAnsi="Gill Sans Nova"/>
          <w:color w:val="009FE3" w:themeColor="text2"/>
        </w:rPr>
        <w:t xml:space="preserve">Description détaillée du projet : </w:t>
      </w:r>
    </w:p>
    <w:p w14:paraId="54241BC5" w14:textId="77777777" w:rsidR="00280FAB" w:rsidRPr="00551AAB" w:rsidRDefault="00280FAB" w:rsidP="00280FAB">
      <w:pPr>
        <w:pStyle w:val="BSOUSTITRESOULIGNE"/>
        <w:spacing w:before="120"/>
        <w:rPr>
          <w:rFonts w:ascii="Gill Sans Nova" w:hAnsi="Gill Sans Nova"/>
          <w:color w:val="009FE3" w:themeColor="text2"/>
        </w:rPr>
      </w:pPr>
      <w:r w:rsidRPr="00551AAB">
        <w:rPr>
          <w:rFonts w:ascii="Gill Sans Nova" w:hAnsi="Gill Sans Nova"/>
          <w:color w:val="009FE3" w:themeColor="text2"/>
          <w:sz w:val="24"/>
          <w:u w:val="none"/>
        </w:rPr>
        <w:t>Ci-dessous, un guide de rédaction pour une description technique détaillée du projet, à développer dans la limite de 6 pages.</w:t>
      </w:r>
    </w:p>
    <w:tbl>
      <w:tblPr>
        <w:tblW w:w="9923" w:type="dxa"/>
        <w:tblInd w:w="-142" w:type="dxa"/>
        <w:tblCellMar>
          <w:left w:w="70" w:type="dxa"/>
          <w:right w:w="70" w:type="dxa"/>
        </w:tblCellMar>
        <w:tblLook w:val="04A0" w:firstRow="1" w:lastRow="0" w:firstColumn="1" w:lastColumn="0" w:noHBand="0" w:noVBand="1"/>
      </w:tblPr>
      <w:tblGrid>
        <w:gridCol w:w="3261"/>
        <w:gridCol w:w="959"/>
        <w:gridCol w:w="5703"/>
      </w:tblGrid>
      <w:tr w:rsidR="00280FAB" w:rsidRPr="00551AAB" w14:paraId="540E7F9B" w14:textId="77777777">
        <w:trPr>
          <w:trHeight w:val="3980"/>
        </w:trPr>
        <w:tc>
          <w:tcPr>
            <w:tcW w:w="3261" w:type="dxa"/>
            <w:tcBorders>
              <w:top w:val="nil"/>
              <w:left w:val="nil"/>
              <w:bottom w:val="nil"/>
              <w:right w:val="nil"/>
            </w:tcBorders>
            <w:shd w:val="clear" w:color="000000" w:fill="F2F2F2"/>
            <w:vAlign w:val="center"/>
            <w:hideMark/>
          </w:tcPr>
          <w:p w14:paraId="084A341B" w14:textId="77777777" w:rsidR="00280FAB" w:rsidRPr="00551AAB" w:rsidRDefault="00280FAB">
            <w:pPr>
              <w:spacing w:after="0" w:line="240" w:lineRule="auto"/>
              <w:jc w:val="left"/>
              <w:rPr>
                <w:rFonts w:ascii="Gill Sans Nova" w:eastAsia="Times New Roman" w:hAnsi="Gill Sans Nova" w:cs="Arial"/>
                <w:noProof/>
                <w:color w:val="231F20"/>
                <w:lang w:eastAsia="fr-FR"/>
              </w:rPr>
            </w:pPr>
            <w:r w:rsidRPr="00551AAB">
              <w:rPr>
                <w:rFonts w:ascii="Gill Sans Nova" w:eastAsia="Times New Roman" w:hAnsi="Gill Sans Nova" w:cs="Arial"/>
                <w:noProof/>
                <w:color w:val="231F20"/>
                <w:lang w:eastAsia="fr-FR"/>
              </w:rPr>
              <w:t xml:space="preserve">Pouvez-vous décrire ici le projet de façon détaillée ? </w:t>
            </w:r>
          </w:p>
          <w:p w14:paraId="21BD93A0" w14:textId="77777777" w:rsidR="00280FAB" w:rsidRPr="00551AAB" w:rsidRDefault="00280FAB">
            <w:pPr>
              <w:spacing w:after="0" w:line="240" w:lineRule="auto"/>
              <w:jc w:val="left"/>
              <w:rPr>
                <w:rFonts w:ascii="Gill Sans Nova" w:eastAsia="Times New Roman" w:hAnsi="Gill Sans Nova" w:cs="Arial"/>
                <w:noProof/>
                <w:color w:val="231F20"/>
                <w:lang w:eastAsia="fr-FR"/>
              </w:rPr>
            </w:pPr>
          </w:p>
          <w:p w14:paraId="00D5343A" w14:textId="77777777" w:rsidR="00280FAB" w:rsidRPr="00551AAB" w:rsidRDefault="00280FAB">
            <w:pPr>
              <w:spacing w:after="0" w:line="240" w:lineRule="auto"/>
              <w:jc w:val="left"/>
              <w:rPr>
                <w:rFonts w:ascii="Gill Sans Nova" w:eastAsia="Times New Roman" w:hAnsi="Gill Sans Nova" w:cs="Arial"/>
                <w:noProof/>
                <w:color w:val="231F20"/>
                <w:lang w:eastAsia="fr-FR"/>
              </w:rPr>
            </w:pPr>
            <w:r w:rsidRPr="00551AAB">
              <w:rPr>
                <w:rFonts w:ascii="Gill Sans Nova" w:eastAsia="Times New Roman" w:hAnsi="Gill Sans Nova" w:cs="Arial"/>
                <w:noProof/>
                <w:color w:val="231F20"/>
                <w:lang w:eastAsia="fr-FR"/>
              </w:rPr>
              <w:t>Une attention particulière sera portée sur :</w:t>
            </w:r>
          </w:p>
          <w:p w14:paraId="0E41330C" w14:textId="77777777" w:rsidR="00280FAB" w:rsidRPr="00551AAB" w:rsidRDefault="00280FAB" w:rsidP="001E6B5A">
            <w:pPr>
              <w:pStyle w:val="Paragraphedeliste"/>
              <w:numPr>
                <w:ilvl w:val="0"/>
                <w:numId w:val="12"/>
              </w:numPr>
              <w:spacing w:after="0" w:line="240" w:lineRule="auto"/>
              <w:jc w:val="left"/>
              <w:rPr>
                <w:rFonts w:ascii="Gill Sans Nova" w:eastAsia="Times New Roman" w:hAnsi="Gill Sans Nova" w:cs="Arial"/>
                <w:noProof/>
                <w:color w:val="231F20"/>
                <w:lang w:eastAsia="fr-FR"/>
              </w:rPr>
            </w:pPr>
            <w:r w:rsidRPr="00551AAB">
              <w:rPr>
                <w:rFonts w:ascii="Gill Sans Nova" w:eastAsia="Times New Roman" w:hAnsi="Gill Sans Nova" w:cs="Arial"/>
                <w:noProof/>
                <w:color w:val="231F20"/>
                <w:lang w:eastAsia="fr-FR"/>
              </w:rPr>
              <w:t>Le nombre de points d’augmentation du taux de recyclage, et la démarche pour y parvenir (procédé, machines, etc.)</w:t>
            </w:r>
          </w:p>
          <w:p w14:paraId="764FF9A5" w14:textId="77777777" w:rsidR="00280FAB" w:rsidRPr="00551AAB" w:rsidRDefault="00280FAB" w:rsidP="001E6B5A">
            <w:pPr>
              <w:pStyle w:val="Paragraphedeliste"/>
              <w:numPr>
                <w:ilvl w:val="0"/>
                <w:numId w:val="12"/>
              </w:numPr>
              <w:spacing w:after="0" w:line="240" w:lineRule="auto"/>
              <w:jc w:val="left"/>
              <w:rPr>
                <w:rFonts w:ascii="Gill Sans Nova" w:eastAsia="Times New Roman" w:hAnsi="Gill Sans Nova" w:cs="Arial"/>
                <w:noProof/>
                <w:color w:val="231F20"/>
                <w:lang w:eastAsia="fr-FR"/>
              </w:rPr>
            </w:pPr>
            <w:r w:rsidRPr="00551AAB">
              <w:rPr>
                <w:rFonts w:ascii="Gill Sans Nova" w:eastAsia="Times New Roman" w:hAnsi="Gill Sans Nova" w:cs="Arial"/>
                <w:noProof/>
                <w:color w:val="231F20"/>
                <w:lang w:eastAsia="fr-FR"/>
              </w:rPr>
              <w:t xml:space="preserve"> La présentation des débouchés et leur plus value (diversificaiton, sécurisation)</w:t>
            </w:r>
          </w:p>
          <w:p w14:paraId="752933AD" w14:textId="77777777" w:rsidR="00280FAB" w:rsidRPr="00551AAB" w:rsidRDefault="00280FAB" w:rsidP="001E6B5A">
            <w:pPr>
              <w:pStyle w:val="Paragraphedeliste"/>
              <w:numPr>
                <w:ilvl w:val="0"/>
                <w:numId w:val="12"/>
              </w:numPr>
              <w:spacing w:after="0" w:line="240" w:lineRule="auto"/>
              <w:jc w:val="left"/>
              <w:rPr>
                <w:rFonts w:ascii="Gill Sans Nova" w:eastAsia="Times New Roman" w:hAnsi="Gill Sans Nova" w:cs="Arial"/>
                <w:noProof/>
                <w:color w:val="231F20"/>
                <w:lang w:eastAsia="fr-FR"/>
              </w:rPr>
            </w:pPr>
            <w:r w:rsidRPr="00551AAB">
              <w:rPr>
                <w:rFonts w:ascii="Gill Sans Nova" w:eastAsia="Times New Roman" w:hAnsi="Gill Sans Nova" w:cs="Arial"/>
                <w:noProof/>
                <w:color w:val="231F20"/>
                <w:lang w:eastAsia="fr-FR"/>
              </w:rPr>
              <w:t>Les bénéfices environnementaux attendus</w:t>
            </w:r>
          </w:p>
          <w:p w14:paraId="48B05854" w14:textId="77777777" w:rsidR="00280FAB" w:rsidRPr="00551AAB" w:rsidRDefault="00280FAB" w:rsidP="00C55FFC">
            <w:pPr>
              <w:pStyle w:val="Paragraphedeliste"/>
              <w:numPr>
                <w:ilvl w:val="0"/>
                <w:numId w:val="12"/>
              </w:numPr>
              <w:spacing w:after="0" w:line="240" w:lineRule="auto"/>
              <w:jc w:val="left"/>
              <w:rPr>
                <w:rFonts w:ascii="Gill Sans Nova" w:eastAsia="Times New Roman" w:hAnsi="Gill Sans Nova" w:cs="Arial"/>
                <w:noProof/>
                <w:color w:val="231F20"/>
                <w:lang w:eastAsia="fr-FR"/>
              </w:rPr>
            </w:pPr>
            <w:r w:rsidRPr="00551AAB">
              <w:rPr>
                <w:rFonts w:ascii="Gill Sans Nova" w:eastAsia="Times New Roman" w:hAnsi="Gill Sans Nova" w:cs="Arial"/>
                <w:noProof/>
                <w:color w:val="231F20"/>
                <w:lang w:eastAsia="fr-FR"/>
              </w:rPr>
              <w:t>Gain /coût économique</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395852"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p w14:paraId="22FE1869"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08FB26BA"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260951FD"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4E9B1506"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2E827746"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5E268814"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073F4455"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212D14EC"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5988635F"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605911D8"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tc>
      </w:tr>
      <w:tr w:rsidR="00280FAB" w:rsidRPr="00551AAB" w14:paraId="7359E550" w14:textId="77777777">
        <w:trPr>
          <w:trHeight w:val="187"/>
        </w:trPr>
        <w:tc>
          <w:tcPr>
            <w:tcW w:w="3261" w:type="dxa"/>
            <w:tcBorders>
              <w:top w:val="nil"/>
              <w:left w:val="nil"/>
              <w:bottom w:val="nil"/>
              <w:right w:val="nil"/>
            </w:tcBorders>
            <w:shd w:val="clear" w:color="auto" w:fill="auto"/>
            <w:vAlign w:val="center"/>
            <w:hideMark/>
          </w:tcPr>
          <w:p w14:paraId="4B424BFA" w14:textId="77777777" w:rsidR="00280FAB" w:rsidRPr="00551AAB" w:rsidRDefault="00280FAB" w:rsidP="001E6B5A">
            <w:pPr>
              <w:pStyle w:val="Paragraphedeliste"/>
              <w:numPr>
                <w:ilvl w:val="0"/>
                <w:numId w:val="13"/>
              </w:numPr>
              <w:spacing w:before="200" w:after="0" w:line="240" w:lineRule="auto"/>
              <w:jc w:val="left"/>
              <w:rPr>
                <w:rFonts w:ascii="Gill Sans Nova" w:eastAsia="Times New Roman" w:hAnsi="Gill Sans Nova" w:cs="Arial"/>
                <w:noProof/>
                <w:color w:val="231F20"/>
                <w:sz w:val="2"/>
                <w:lang w:eastAsia="fr-FR"/>
              </w:rPr>
            </w:pPr>
          </w:p>
        </w:tc>
        <w:tc>
          <w:tcPr>
            <w:tcW w:w="6662" w:type="dxa"/>
            <w:gridSpan w:val="2"/>
            <w:tcBorders>
              <w:top w:val="nil"/>
              <w:left w:val="nil"/>
              <w:bottom w:val="single" w:sz="4" w:space="0" w:color="auto"/>
              <w:right w:val="nil"/>
            </w:tcBorders>
            <w:shd w:val="clear" w:color="auto" w:fill="auto"/>
            <w:vAlign w:val="center"/>
            <w:hideMark/>
          </w:tcPr>
          <w:p w14:paraId="49699A86" w14:textId="77777777" w:rsidR="00280FAB" w:rsidRPr="00551AAB" w:rsidRDefault="00280FAB">
            <w:pPr>
              <w:spacing w:after="0" w:line="240" w:lineRule="auto"/>
              <w:rPr>
                <w:rFonts w:ascii="Gill Sans Nova" w:eastAsia="Times New Roman" w:hAnsi="Gill Sans Nova" w:cs="Calibri"/>
                <w:noProof/>
                <w:color w:val="000000"/>
                <w:sz w:val="2"/>
                <w:lang w:eastAsia="fr-FR"/>
              </w:rPr>
            </w:pPr>
          </w:p>
        </w:tc>
      </w:tr>
      <w:tr w:rsidR="00280FAB" w:rsidRPr="00551AAB" w14:paraId="2946C313" w14:textId="77777777">
        <w:trPr>
          <w:trHeight w:val="7067"/>
        </w:trPr>
        <w:tc>
          <w:tcPr>
            <w:tcW w:w="3261" w:type="dxa"/>
            <w:tcBorders>
              <w:top w:val="nil"/>
              <w:left w:val="nil"/>
              <w:right w:val="single" w:sz="4" w:space="0" w:color="auto"/>
            </w:tcBorders>
            <w:shd w:val="clear" w:color="000000" w:fill="F2F2F2"/>
            <w:vAlign w:val="center"/>
            <w:hideMark/>
          </w:tcPr>
          <w:p w14:paraId="5ABF17B6" w14:textId="77777777" w:rsidR="00280FAB" w:rsidRPr="00551AAB" w:rsidRDefault="00280FAB">
            <w:pPr>
              <w:spacing w:after="0" w:line="240" w:lineRule="auto"/>
              <w:jc w:val="left"/>
              <w:rPr>
                <w:rFonts w:ascii="Gill Sans Nova" w:eastAsia="Times New Roman" w:hAnsi="Gill Sans Nova" w:cs="Arial"/>
                <w:noProof/>
                <w:color w:val="231F20"/>
                <w:lang w:eastAsia="fr-FR"/>
              </w:rPr>
            </w:pPr>
            <w:r w:rsidRPr="00551AAB">
              <w:rPr>
                <w:rFonts w:ascii="Gill Sans Nova" w:eastAsia="Times New Roman" w:hAnsi="Gill Sans Nova" w:cs="Arial"/>
                <w:noProof/>
                <w:color w:val="231F20"/>
                <w:lang w:eastAsia="fr-FR"/>
              </w:rPr>
              <w:t xml:space="preserve">Quelles sont les différentes phases du projet ? Quelle est la contribution des différentes ressources aux phases respectives ? Quels sont les différents jalons et livrables ? </w:t>
            </w:r>
          </w:p>
          <w:p w14:paraId="6FFD7F73" w14:textId="77777777" w:rsidR="00280FAB" w:rsidRPr="00551AAB" w:rsidRDefault="00280FAB">
            <w:pPr>
              <w:spacing w:after="0" w:line="240" w:lineRule="auto"/>
              <w:jc w:val="left"/>
              <w:rPr>
                <w:rFonts w:ascii="Gill Sans Nova" w:eastAsia="Times New Roman" w:hAnsi="Gill Sans Nova" w:cs="Arial"/>
                <w:noProof/>
                <w:color w:val="231F20"/>
                <w:lang w:eastAsia="fr-FR"/>
              </w:rPr>
            </w:pPr>
          </w:p>
          <w:p w14:paraId="6B0F52EA" w14:textId="77777777" w:rsidR="00280FAB" w:rsidRPr="00551AAB" w:rsidRDefault="00280FAB">
            <w:pPr>
              <w:spacing w:after="0" w:line="240" w:lineRule="auto"/>
              <w:jc w:val="left"/>
              <w:rPr>
                <w:rFonts w:ascii="Gill Sans Nova" w:eastAsia="Times New Roman" w:hAnsi="Gill Sans Nova" w:cs="Arial"/>
                <w:i/>
                <w:noProof/>
                <w:color w:val="231F20"/>
                <w:lang w:eastAsia="fr-FR"/>
              </w:rPr>
            </w:pPr>
            <w:r w:rsidRPr="00551AAB">
              <w:rPr>
                <w:rFonts w:ascii="Gill Sans Nova" w:eastAsia="Times New Roman" w:hAnsi="Gill Sans Nova" w:cs="Arial"/>
                <w:i/>
                <w:noProof/>
                <w:color w:val="231F20"/>
                <w:lang w:eastAsia="fr-FR"/>
              </w:rPr>
              <w:t xml:space="preserve">Des réunions de suivi seront organisées entre Citeo et le comité de pilotage, pour s’assurer de la bonne gestion du projet : point d’étape sur les résultats, go/no go pour les étapes à venir, point calendrier, orientation et sens du projet au regard des enjeux de Citeo. </w:t>
            </w:r>
          </w:p>
          <w:p w14:paraId="45ECC9D4" w14:textId="77777777" w:rsidR="00280FAB" w:rsidRPr="00551AAB" w:rsidRDefault="00280FAB">
            <w:pPr>
              <w:spacing w:after="0" w:line="240" w:lineRule="auto"/>
              <w:jc w:val="left"/>
              <w:rPr>
                <w:rFonts w:ascii="Gill Sans Nova" w:eastAsia="Times New Roman" w:hAnsi="Gill Sans Nova" w:cs="Arial"/>
                <w:noProof/>
                <w:color w:val="231F20"/>
                <w:lang w:eastAsia="fr-FR"/>
              </w:rPr>
            </w:pP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07965F"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p w14:paraId="46207182"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65AF6E80"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162F2262"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tc>
      </w:tr>
      <w:tr w:rsidR="00280FAB" w:rsidRPr="00551AAB" w14:paraId="379B9D37" w14:textId="77777777" w:rsidTr="001E5167">
        <w:trPr>
          <w:trHeight w:val="60"/>
        </w:trPr>
        <w:tc>
          <w:tcPr>
            <w:tcW w:w="3261" w:type="dxa"/>
            <w:tcBorders>
              <w:left w:val="nil"/>
            </w:tcBorders>
            <w:shd w:val="clear" w:color="auto" w:fill="FFFFFF" w:themeFill="background1"/>
            <w:vAlign w:val="center"/>
          </w:tcPr>
          <w:p w14:paraId="1AB66F98" w14:textId="77777777" w:rsidR="00280FAB" w:rsidRPr="00551AAB" w:rsidRDefault="00280FAB">
            <w:pPr>
              <w:spacing w:after="0" w:line="240" w:lineRule="auto"/>
              <w:jc w:val="left"/>
              <w:rPr>
                <w:rFonts w:ascii="Gill Sans Nova" w:eastAsia="Times New Roman" w:hAnsi="Gill Sans Nova" w:cs="Arial"/>
                <w:noProof/>
                <w:color w:val="231F20"/>
                <w:sz w:val="2"/>
                <w:lang w:eastAsia="fr-FR"/>
              </w:rPr>
            </w:pPr>
          </w:p>
        </w:tc>
        <w:tc>
          <w:tcPr>
            <w:tcW w:w="6662" w:type="dxa"/>
            <w:gridSpan w:val="2"/>
            <w:tcBorders>
              <w:top w:val="single" w:sz="4" w:space="0" w:color="auto"/>
              <w:bottom w:val="single" w:sz="4" w:space="0" w:color="auto"/>
            </w:tcBorders>
            <w:shd w:val="clear" w:color="auto" w:fill="FFFFFF" w:themeFill="background1"/>
            <w:vAlign w:val="center"/>
          </w:tcPr>
          <w:p w14:paraId="63E3DCD4" w14:textId="77777777" w:rsidR="00280FAB" w:rsidRPr="00551AAB" w:rsidRDefault="00280FAB">
            <w:pPr>
              <w:spacing w:after="0" w:line="240" w:lineRule="auto"/>
              <w:rPr>
                <w:rFonts w:ascii="Gill Sans Nova" w:eastAsia="Times New Roman" w:hAnsi="Gill Sans Nova" w:cs="Arial"/>
                <w:noProof/>
                <w:color w:val="231F20"/>
                <w:sz w:val="2"/>
                <w:szCs w:val="18"/>
                <w:lang w:eastAsia="fr-FR"/>
              </w:rPr>
            </w:pPr>
          </w:p>
        </w:tc>
      </w:tr>
      <w:tr w:rsidR="00280FAB" w:rsidRPr="00551AAB" w14:paraId="580C5DD4" w14:textId="77777777" w:rsidTr="001E5167">
        <w:trPr>
          <w:trHeight w:val="348"/>
        </w:trPr>
        <w:tc>
          <w:tcPr>
            <w:tcW w:w="3261" w:type="dxa"/>
            <w:tcBorders>
              <w:left w:val="nil"/>
              <w:right w:val="single" w:sz="4" w:space="0" w:color="auto"/>
            </w:tcBorders>
            <w:shd w:val="clear" w:color="000000" w:fill="F2F2F2"/>
            <w:vAlign w:val="center"/>
          </w:tcPr>
          <w:p w14:paraId="67EB058B" w14:textId="77777777" w:rsidR="00280FAB" w:rsidRPr="00551AAB" w:rsidRDefault="00280FAB">
            <w:pPr>
              <w:spacing w:after="0" w:line="240" w:lineRule="auto"/>
              <w:jc w:val="left"/>
              <w:rPr>
                <w:rFonts w:ascii="Gill Sans Nova" w:eastAsia="Times New Roman" w:hAnsi="Gill Sans Nova" w:cs="Arial"/>
                <w:noProof/>
                <w:color w:val="231F20"/>
                <w:lang w:eastAsia="fr-FR"/>
              </w:rPr>
            </w:pPr>
            <w:r w:rsidRPr="00551AAB">
              <w:rPr>
                <w:rFonts w:ascii="Gill Sans Nova" w:eastAsia="Times New Roman" w:hAnsi="Gill Sans Nova" w:cs="Arial"/>
                <w:noProof/>
                <w:color w:val="231F20"/>
                <w:lang w:eastAsia="fr-FR"/>
              </w:rPr>
              <w:t xml:space="preserve">Type de résultats attendus :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409909"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4F3BCB8E"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43FCE5E5"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tc>
      </w:tr>
      <w:tr w:rsidR="00280FAB" w:rsidRPr="00551AAB" w14:paraId="1CD3F026" w14:textId="77777777" w:rsidTr="001E5167">
        <w:trPr>
          <w:trHeight w:val="348"/>
        </w:trPr>
        <w:tc>
          <w:tcPr>
            <w:tcW w:w="3261" w:type="dxa"/>
            <w:tcBorders>
              <w:left w:val="nil"/>
              <w:bottom w:val="nil"/>
              <w:right w:val="single" w:sz="4" w:space="0" w:color="auto"/>
            </w:tcBorders>
            <w:shd w:val="clear" w:color="000000" w:fill="F2F2F2"/>
            <w:vAlign w:val="center"/>
          </w:tcPr>
          <w:p w14:paraId="5F89B9F4" w14:textId="77777777" w:rsidR="00280FAB" w:rsidRPr="00551AAB" w:rsidRDefault="00280FAB">
            <w:pPr>
              <w:spacing w:after="0" w:line="240" w:lineRule="auto"/>
              <w:jc w:val="left"/>
              <w:rPr>
                <w:rFonts w:ascii="Gill Sans Nova" w:eastAsia="Times New Roman" w:hAnsi="Gill Sans Nova" w:cs="Arial"/>
                <w:noProof/>
                <w:color w:val="231F20"/>
                <w:lang w:eastAsia="fr-FR"/>
              </w:rPr>
            </w:pPr>
            <w:r w:rsidRPr="00551AAB">
              <w:rPr>
                <w:rFonts w:ascii="Gill Sans Nova" w:eastAsia="Times New Roman" w:hAnsi="Gill Sans Nova" w:cs="Arial"/>
                <w:noProof/>
                <w:color w:val="231F20"/>
                <w:lang w:eastAsia="fr-FR"/>
              </w:rPr>
              <w:t xml:space="preserve">Faisabilité et viabilité économiques :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AFB80E"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0D34D8F1"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3F733F96"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p w14:paraId="435B3383"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tc>
      </w:tr>
      <w:tr w:rsidR="00280FAB" w:rsidRPr="00551AAB" w14:paraId="0C24C647" w14:textId="77777777" w:rsidTr="001E5167">
        <w:trPr>
          <w:trHeight w:val="71"/>
        </w:trPr>
        <w:tc>
          <w:tcPr>
            <w:tcW w:w="4220" w:type="dxa"/>
            <w:gridSpan w:val="2"/>
            <w:tcBorders>
              <w:left w:val="nil"/>
            </w:tcBorders>
            <w:shd w:val="clear" w:color="auto" w:fill="FFFFFF" w:themeFill="background1"/>
            <w:vAlign w:val="center"/>
          </w:tcPr>
          <w:p w14:paraId="09B0A731" w14:textId="77777777" w:rsidR="00280FAB" w:rsidRPr="00551AAB" w:rsidRDefault="00280FAB">
            <w:pPr>
              <w:spacing w:after="160"/>
              <w:jc w:val="left"/>
              <w:rPr>
                <w:rFonts w:ascii="Gill Sans Nova" w:eastAsia="Times New Roman" w:hAnsi="Gill Sans Nova" w:cs="Arial"/>
                <w:noProof/>
                <w:color w:val="231F20"/>
                <w:sz w:val="2"/>
                <w:lang w:eastAsia="fr-FR"/>
              </w:rPr>
            </w:pPr>
          </w:p>
        </w:tc>
        <w:tc>
          <w:tcPr>
            <w:tcW w:w="5703" w:type="dxa"/>
            <w:shd w:val="clear" w:color="auto" w:fill="FFFFFF" w:themeFill="background1"/>
            <w:vAlign w:val="center"/>
          </w:tcPr>
          <w:p w14:paraId="590ABDEB" w14:textId="77777777" w:rsidR="00280FAB" w:rsidRPr="00551AAB" w:rsidRDefault="00280FAB">
            <w:pPr>
              <w:spacing w:after="0" w:line="240" w:lineRule="auto"/>
              <w:rPr>
                <w:rFonts w:ascii="Gill Sans Nova" w:eastAsia="Times New Roman" w:hAnsi="Gill Sans Nova" w:cs="Arial"/>
                <w:noProof/>
                <w:color w:val="231F20"/>
                <w:sz w:val="2"/>
                <w:szCs w:val="18"/>
                <w:lang w:eastAsia="fr-FR"/>
              </w:rPr>
            </w:pPr>
          </w:p>
        </w:tc>
      </w:tr>
    </w:tbl>
    <w:p w14:paraId="79D74677" w14:textId="77777777" w:rsidR="00280FAB" w:rsidRPr="00551AAB" w:rsidRDefault="00280FAB" w:rsidP="00280FAB">
      <w:pPr>
        <w:pStyle w:val="BSOUSTITRESOULIGNE"/>
        <w:rPr>
          <w:rFonts w:ascii="Gill Sans Nova" w:hAnsi="Gill Sans Nova"/>
          <w:color w:val="009FE3" w:themeColor="text2"/>
        </w:rPr>
      </w:pPr>
      <w:r w:rsidRPr="00551AAB">
        <w:rPr>
          <w:rFonts w:ascii="Gill Sans Nova" w:hAnsi="Gill Sans Nova"/>
          <w:color w:val="009FE3" w:themeColor="text2"/>
        </w:rPr>
        <w:t>Contraintes :</w:t>
      </w:r>
    </w:p>
    <w:tbl>
      <w:tblPr>
        <w:tblW w:w="9781" w:type="dxa"/>
        <w:tblCellMar>
          <w:left w:w="70" w:type="dxa"/>
          <w:right w:w="70" w:type="dxa"/>
        </w:tblCellMar>
        <w:tblLook w:val="04A0" w:firstRow="1" w:lastRow="0" w:firstColumn="1" w:lastColumn="0" w:noHBand="0" w:noVBand="1"/>
      </w:tblPr>
      <w:tblGrid>
        <w:gridCol w:w="4150"/>
        <w:gridCol w:w="5631"/>
      </w:tblGrid>
      <w:tr w:rsidR="00280FAB" w:rsidRPr="00551AAB" w14:paraId="6E2940EE" w14:textId="77777777">
        <w:trPr>
          <w:trHeight w:val="210"/>
        </w:trPr>
        <w:tc>
          <w:tcPr>
            <w:tcW w:w="4150" w:type="dxa"/>
            <w:tcBorders>
              <w:top w:val="nil"/>
              <w:left w:val="nil"/>
              <w:bottom w:val="nil"/>
              <w:right w:val="nil"/>
            </w:tcBorders>
            <w:shd w:val="clear" w:color="auto" w:fill="auto"/>
            <w:vAlign w:val="center"/>
            <w:hideMark/>
          </w:tcPr>
          <w:p w14:paraId="52B737AB" w14:textId="77777777" w:rsidR="00280FAB" w:rsidRPr="00551AAB" w:rsidRDefault="00280FAB">
            <w:pPr>
              <w:spacing w:after="0" w:line="240" w:lineRule="auto"/>
              <w:jc w:val="left"/>
              <w:rPr>
                <w:rFonts w:ascii="Gill Sans Nova" w:eastAsia="Times New Roman" w:hAnsi="Gill Sans Nova" w:cs="Arial"/>
                <w:noProof/>
                <w:color w:val="231F20"/>
                <w:sz w:val="2"/>
                <w:lang w:eastAsia="fr-FR"/>
              </w:rPr>
            </w:pPr>
          </w:p>
        </w:tc>
        <w:tc>
          <w:tcPr>
            <w:tcW w:w="5631" w:type="dxa"/>
            <w:tcBorders>
              <w:top w:val="nil"/>
              <w:left w:val="nil"/>
              <w:bottom w:val="nil"/>
              <w:right w:val="nil"/>
            </w:tcBorders>
            <w:shd w:val="clear" w:color="auto" w:fill="auto"/>
            <w:vAlign w:val="center"/>
            <w:hideMark/>
          </w:tcPr>
          <w:p w14:paraId="59DF7F73" w14:textId="77777777" w:rsidR="00280FAB" w:rsidRPr="00551AAB" w:rsidRDefault="00280FAB">
            <w:pPr>
              <w:spacing w:after="0" w:line="240" w:lineRule="auto"/>
              <w:rPr>
                <w:rFonts w:ascii="Gill Sans Nova" w:eastAsia="Times New Roman" w:hAnsi="Gill Sans Nova" w:cs="Calibri"/>
                <w:noProof/>
                <w:color w:val="000000"/>
                <w:sz w:val="2"/>
                <w:lang w:eastAsia="fr-FR"/>
              </w:rPr>
            </w:pPr>
          </w:p>
        </w:tc>
      </w:tr>
      <w:tr w:rsidR="00280FAB" w:rsidRPr="00551AAB" w14:paraId="318A6D11" w14:textId="77777777">
        <w:trPr>
          <w:trHeight w:val="675"/>
        </w:trPr>
        <w:tc>
          <w:tcPr>
            <w:tcW w:w="4150" w:type="dxa"/>
            <w:tcBorders>
              <w:top w:val="nil"/>
              <w:left w:val="nil"/>
              <w:bottom w:val="nil"/>
              <w:right w:val="nil"/>
            </w:tcBorders>
            <w:shd w:val="clear" w:color="000000" w:fill="F2F2F2"/>
            <w:vAlign w:val="center"/>
            <w:hideMark/>
          </w:tcPr>
          <w:p w14:paraId="3FACE8B7" w14:textId="77777777" w:rsidR="00280FAB" w:rsidRPr="00551AAB" w:rsidRDefault="00280FAB">
            <w:pPr>
              <w:spacing w:after="0" w:line="240" w:lineRule="auto"/>
              <w:jc w:val="left"/>
              <w:rPr>
                <w:rFonts w:ascii="Gill Sans Nova" w:eastAsia="Times New Roman" w:hAnsi="Gill Sans Nova" w:cs="Arial"/>
                <w:noProof/>
                <w:color w:val="231F20"/>
                <w:lang w:eastAsia="fr-FR"/>
              </w:rPr>
            </w:pPr>
            <w:r w:rsidRPr="00551AAB">
              <w:rPr>
                <w:rFonts w:ascii="Gill Sans Nova" w:eastAsia="Times New Roman" w:hAnsi="Gill Sans Nova" w:cs="Arial"/>
                <w:noProof/>
                <w:color w:val="231F20"/>
                <w:lang w:eastAsia="fr-FR"/>
              </w:rPr>
              <w:t>Description des contraintes (sanitaires, technologiques, juridiques, légales, etc.) :</w:t>
            </w:r>
          </w:p>
        </w:tc>
        <w:tc>
          <w:tcPr>
            <w:tcW w:w="56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890DD"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tc>
      </w:tr>
    </w:tbl>
    <w:p w14:paraId="2686E58B" w14:textId="77777777" w:rsidR="00280FAB" w:rsidRPr="00551AAB" w:rsidRDefault="00280FAB" w:rsidP="00280FAB">
      <w:pPr>
        <w:rPr>
          <w:rFonts w:ascii="Gill Sans Nova" w:hAnsi="Gill Sans Nova"/>
        </w:rPr>
      </w:pPr>
    </w:p>
    <w:p w14:paraId="2020BA19" w14:textId="77777777" w:rsidR="00280FAB" w:rsidRPr="00551AAB" w:rsidRDefault="00280FAB" w:rsidP="00280FAB">
      <w:pPr>
        <w:pStyle w:val="ATITREENCADRE"/>
        <w:pBdr>
          <w:right w:val="dotDotDash" w:sz="4" w:space="22" w:color="7F7F7F" w:themeColor="text1" w:themeTint="80"/>
        </w:pBdr>
        <w:spacing w:before="240"/>
        <w:rPr>
          <w:rFonts w:ascii="Gill Sans Nova" w:hAnsi="Gill Sans Nova"/>
          <w:color w:val="009FE3" w:themeColor="text2"/>
        </w:rPr>
      </w:pPr>
      <w:r w:rsidRPr="00551AAB">
        <w:rPr>
          <w:rFonts w:ascii="Gill Sans Nova" w:hAnsi="Gill Sans Nova"/>
          <w:color w:val="009FE3" w:themeColor="text2"/>
        </w:rPr>
        <w:t>Budget prévisionnel </w:t>
      </w:r>
    </w:p>
    <w:p w14:paraId="2809B63B" w14:textId="53CA14D8" w:rsidR="008429FE" w:rsidRPr="00551AAB" w:rsidRDefault="008429FE" w:rsidP="00280FAB">
      <w:pPr>
        <w:rPr>
          <w:rFonts w:ascii="Gill Sans Nova" w:hAnsi="Gill Sans Nova"/>
          <w:noProof/>
          <w:szCs w:val="20"/>
        </w:rPr>
      </w:pPr>
    </w:p>
    <w:p w14:paraId="22901831" w14:textId="6924136A" w:rsidR="00280FAB" w:rsidRPr="00551AAB" w:rsidRDefault="00280FAB" w:rsidP="00280FAB">
      <w:pPr>
        <w:rPr>
          <w:rFonts w:ascii="Gill Sans Nova" w:hAnsi="Gill Sans Nova"/>
          <w:noProof/>
          <w:szCs w:val="20"/>
        </w:rPr>
      </w:pPr>
      <w:r w:rsidRPr="00551AAB">
        <w:rPr>
          <w:rFonts w:ascii="Gill Sans Nova" w:hAnsi="Gill Sans Nova"/>
          <w:noProof/>
          <w:szCs w:val="20"/>
        </w:rPr>
        <w:t>Une estimation du montant du budget devra être indiquée, les évaluations devront être argumentées (nombre de jour-homme, investissement, amortissement etc.).</w:t>
      </w:r>
    </w:p>
    <w:p w14:paraId="0CFCD1BE" w14:textId="1DFCAD5C" w:rsidR="00280FAB" w:rsidRPr="00551AAB" w:rsidRDefault="00280FAB" w:rsidP="00280FAB">
      <w:pPr>
        <w:rPr>
          <w:rFonts w:ascii="Gill Sans Nova" w:hAnsi="Gill Sans Nova"/>
          <w:b/>
          <w:bCs/>
          <w:noProof/>
          <w:szCs w:val="20"/>
        </w:rPr>
      </w:pPr>
      <w:r w:rsidRPr="00551AAB">
        <w:rPr>
          <w:rFonts w:ascii="Gill Sans Nova" w:hAnsi="Gill Sans Nova"/>
          <w:noProof/>
          <w:szCs w:val="20"/>
        </w:rPr>
        <w:t>Ce budget prévisionnel devra indiquer les différents postes financiers (p.ex. définition de spécifications détaillées, développement et recette)</w:t>
      </w:r>
      <w:r w:rsidR="00ED30B4" w:rsidRPr="00551AAB">
        <w:rPr>
          <w:rFonts w:ascii="Gill Sans Nova" w:hAnsi="Gill Sans Nova"/>
          <w:noProof/>
          <w:szCs w:val="20"/>
        </w:rPr>
        <w:t xml:space="preserve"> : </w:t>
      </w:r>
      <w:r w:rsidR="00ED30B4" w:rsidRPr="00551AAB">
        <w:rPr>
          <w:rFonts w:ascii="Gill Sans Nova" w:hAnsi="Gill Sans Nova"/>
          <w:b/>
          <w:bCs/>
          <w:noProof/>
          <w:szCs w:val="20"/>
        </w:rPr>
        <w:t xml:space="preserve">voir l’Annexe Financière (fichier Excel) à télécharger et </w:t>
      </w:r>
      <w:r w:rsidR="00BC6A33" w:rsidRPr="00551AAB">
        <w:rPr>
          <w:rFonts w:ascii="Gill Sans Nova" w:hAnsi="Gill Sans Nova"/>
          <w:b/>
          <w:bCs/>
          <w:noProof/>
          <w:szCs w:val="20"/>
        </w:rPr>
        <w:t xml:space="preserve">compléter. </w:t>
      </w:r>
    </w:p>
    <w:p w14:paraId="479D0029" w14:textId="77777777" w:rsidR="00280FAB" w:rsidRPr="00551AAB" w:rsidRDefault="00280FAB" w:rsidP="00280FAB">
      <w:pPr>
        <w:pStyle w:val="ATITREENCADRE"/>
        <w:rPr>
          <w:rFonts w:ascii="Gill Sans Nova" w:hAnsi="Gill Sans Nova"/>
          <w:color w:val="009FE3" w:themeColor="text2"/>
        </w:rPr>
      </w:pPr>
      <w:r w:rsidRPr="00551AAB">
        <w:rPr>
          <w:rFonts w:ascii="Gill Sans Nova" w:hAnsi="Gill Sans Nova"/>
          <w:color w:val="009FE3" w:themeColor="text2"/>
        </w:rPr>
        <w:t>Motivations pour le projet</w:t>
      </w:r>
    </w:p>
    <w:p w14:paraId="6D1BFEF5" w14:textId="77777777" w:rsidR="00280FAB" w:rsidRPr="00551AAB" w:rsidRDefault="00280FAB" w:rsidP="00280FAB">
      <w:pPr>
        <w:pStyle w:val="BSOUSTITRESOULIGNE"/>
        <w:rPr>
          <w:rFonts w:ascii="Gill Sans Nova" w:hAnsi="Gill Sans Nova"/>
          <w:color w:val="009FE3" w:themeColor="text2"/>
        </w:rPr>
      </w:pPr>
      <w:r w:rsidRPr="00551AAB">
        <w:rPr>
          <w:rFonts w:ascii="Gill Sans Nova" w:hAnsi="Gill Sans Nova"/>
          <w:color w:val="009FE3" w:themeColor="text2"/>
        </w:rPr>
        <w:t>Pourquoi réaliser ce projet vous interesse-t-il ?</w:t>
      </w:r>
    </w:p>
    <w:p w14:paraId="6610E394" w14:textId="77777777" w:rsidR="00280FAB" w:rsidRPr="00551AAB" w:rsidRDefault="00280FAB" w:rsidP="00280FAB">
      <w:pPr>
        <w:rPr>
          <w:rFonts w:ascii="Gill Sans Nova" w:hAnsi="Gill Sans Nova"/>
          <w:noProof/>
          <w:szCs w:val="20"/>
        </w:rPr>
      </w:pPr>
      <w:r w:rsidRPr="00551AAB">
        <w:rPr>
          <w:rFonts w:ascii="Gill Sans Nova" w:hAnsi="Gill Sans Nova"/>
          <w:noProof/>
          <w:szCs w:val="20"/>
        </w:rPr>
        <w:t>Les candidats sont invités à préciser ici leurs motivations pour participer à l’appel à projet de CITEO.</w:t>
      </w:r>
    </w:p>
    <w:p w14:paraId="30F7983B" w14:textId="77777777" w:rsidR="00280FAB" w:rsidRPr="00551AAB" w:rsidRDefault="00280FAB" w:rsidP="00280FAB">
      <w:pPr>
        <w:rPr>
          <w:rFonts w:ascii="Gill Sans Nova" w:hAnsi="Gill Sans Nova" w:cs="Arial"/>
          <w:noProof/>
          <w:szCs w:val="20"/>
        </w:rPr>
      </w:pPr>
      <w:r w:rsidRPr="00551AAB">
        <w:rPr>
          <w:rFonts w:ascii="Gill Sans Nova" w:hAnsi="Gill Sans Nova" w:cs="Arial"/>
          <w:noProof/>
          <w:szCs w:val="20"/>
        </w:rPr>
        <w:t xml:space="preserve">Pour rappel, le candidat s’engage à partager, sous une forme définie, les enseignements du projet afin de faire bénéficier l’ensemble de la filière. </w:t>
      </w:r>
    </w:p>
    <w:p w14:paraId="2597E5C1" w14:textId="77777777" w:rsidR="00280FAB" w:rsidRPr="00551AAB" w:rsidRDefault="00280FAB" w:rsidP="00280FAB">
      <w:pPr>
        <w:rPr>
          <w:rFonts w:ascii="Gill Sans Nova" w:hAnsi="Gill Sans Nova"/>
          <w:noProof/>
          <w:szCs w:val="20"/>
        </w:rPr>
      </w:pPr>
    </w:p>
    <w:p w14:paraId="4F55DA2E" w14:textId="77777777" w:rsidR="00280FAB" w:rsidRPr="00551AAB" w:rsidRDefault="00280FAB" w:rsidP="00280FAB">
      <w:pPr>
        <w:pBdr>
          <w:top w:val="single" w:sz="4" w:space="1" w:color="auto"/>
          <w:left w:val="single" w:sz="4" w:space="4" w:color="auto"/>
          <w:bottom w:val="single" w:sz="4" w:space="1" w:color="auto"/>
          <w:right w:val="single" w:sz="4" w:space="4" w:color="auto"/>
        </w:pBdr>
        <w:rPr>
          <w:rFonts w:ascii="Gill Sans Nova" w:hAnsi="Gill Sans Nova"/>
          <w:b/>
          <w:noProof/>
          <w:szCs w:val="20"/>
        </w:rPr>
      </w:pPr>
      <w:r w:rsidRPr="00551AAB">
        <w:rPr>
          <w:rFonts w:ascii="Gill Sans Nova" w:hAnsi="Gill Sans Nova"/>
          <w:b/>
          <w:noProof/>
          <w:szCs w:val="20"/>
        </w:rPr>
        <w:t>A compléter :</w:t>
      </w:r>
    </w:p>
    <w:p w14:paraId="2B9FF1FA" w14:textId="77777777" w:rsidR="00280FAB" w:rsidRPr="00551AAB" w:rsidRDefault="00280FAB" w:rsidP="00280FAB">
      <w:pPr>
        <w:pBdr>
          <w:top w:val="single" w:sz="4" w:space="1" w:color="auto"/>
          <w:left w:val="single" w:sz="4" w:space="4" w:color="auto"/>
          <w:bottom w:val="single" w:sz="4" w:space="1" w:color="auto"/>
          <w:right w:val="single" w:sz="4" w:space="4" w:color="auto"/>
        </w:pBdr>
        <w:jc w:val="left"/>
        <w:rPr>
          <w:rFonts w:ascii="Gill Sans Nova" w:hAnsi="Gill Sans Nova"/>
          <w:noProof/>
          <w:u w:val="single"/>
        </w:rPr>
      </w:pPr>
    </w:p>
    <w:p w14:paraId="3212C070" w14:textId="77777777" w:rsidR="00280FAB" w:rsidRPr="00551AAB" w:rsidRDefault="00280FAB" w:rsidP="00280FAB">
      <w:pPr>
        <w:pBdr>
          <w:top w:val="single" w:sz="4" w:space="1" w:color="auto"/>
          <w:left w:val="single" w:sz="4" w:space="4" w:color="auto"/>
          <w:bottom w:val="single" w:sz="4" w:space="1" w:color="auto"/>
          <w:right w:val="single" w:sz="4" w:space="4" w:color="auto"/>
        </w:pBdr>
        <w:jc w:val="left"/>
        <w:rPr>
          <w:rFonts w:ascii="Gill Sans Nova" w:hAnsi="Gill Sans Nova"/>
          <w:noProof/>
          <w:u w:val="single"/>
        </w:rPr>
      </w:pPr>
    </w:p>
    <w:p w14:paraId="146D6082" w14:textId="77777777" w:rsidR="00280FAB" w:rsidRPr="00551AAB" w:rsidRDefault="00280FAB" w:rsidP="00280FAB">
      <w:pPr>
        <w:pBdr>
          <w:top w:val="single" w:sz="4" w:space="1" w:color="auto"/>
          <w:left w:val="single" w:sz="4" w:space="4" w:color="auto"/>
          <w:bottom w:val="single" w:sz="4" w:space="1" w:color="auto"/>
          <w:right w:val="single" w:sz="4" w:space="4" w:color="auto"/>
        </w:pBdr>
        <w:jc w:val="left"/>
        <w:rPr>
          <w:rFonts w:ascii="Gill Sans Nova" w:hAnsi="Gill Sans Nova"/>
          <w:noProof/>
          <w:u w:val="single"/>
        </w:rPr>
      </w:pPr>
    </w:p>
    <w:p w14:paraId="431C0A35" w14:textId="77777777" w:rsidR="00280FAB" w:rsidRPr="00551AAB" w:rsidRDefault="00280FAB" w:rsidP="00280FAB">
      <w:pPr>
        <w:pBdr>
          <w:top w:val="single" w:sz="4" w:space="1" w:color="auto"/>
          <w:left w:val="single" w:sz="4" w:space="4" w:color="auto"/>
          <w:bottom w:val="single" w:sz="4" w:space="1" w:color="auto"/>
          <w:right w:val="single" w:sz="4" w:space="4" w:color="auto"/>
        </w:pBdr>
        <w:jc w:val="left"/>
        <w:rPr>
          <w:rFonts w:ascii="Gill Sans Nova" w:hAnsi="Gill Sans Nova"/>
          <w:noProof/>
          <w:u w:val="single"/>
        </w:rPr>
      </w:pPr>
    </w:p>
    <w:p w14:paraId="25C068D3" w14:textId="77777777" w:rsidR="00280FAB" w:rsidRPr="00551AAB" w:rsidRDefault="00280FAB" w:rsidP="00280FAB">
      <w:pPr>
        <w:pBdr>
          <w:top w:val="single" w:sz="4" w:space="1" w:color="auto"/>
          <w:left w:val="single" w:sz="4" w:space="4" w:color="auto"/>
          <w:bottom w:val="single" w:sz="4" w:space="1" w:color="auto"/>
          <w:right w:val="single" w:sz="4" w:space="4" w:color="auto"/>
        </w:pBdr>
        <w:jc w:val="left"/>
        <w:rPr>
          <w:rFonts w:ascii="Gill Sans Nova" w:hAnsi="Gill Sans Nova"/>
          <w:noProof/>
          <w:u w:val="single"/>
        </w:rPr>
      </w:pPr>
    </w:p>
    <w:p w14:paraId="61822AC3" w14:textId="77777777" w:rsidR="00280FAB" w:rsidRPr="00551AAB" w:rsidRDefault="00280FAB" w:rsidP="00280FAB">
      <w:pPr>
        <w:pBdr>
          <w:top w:val="single" w:sz="4" w:space="1" w:color="auto"/>
          <w:left w:val="single" w:sz="4" w:space="4" w:color="auto"/>
          <w:bottom w:val="single" w:sz="4" w:space="1" w:color="auto"/>
          <w:right w:val="single" w:sz="4" w:space="4" w:color="auto"/>
        </w:pBdr>
        <w:jc w:val="left"/>
        <w:rPr>
          <w:rFonts w:ascii="Gill Sans Nova" w:hAnsi="Gill Sans Nova"/>
          <w:noProof/>
          <w:u w:val="single"/>
        </w:rPr>
      </w:pPr>
    </w:p>
    <w:p w14:paraId="59AF58F3" w14:textId="77777777" w:rsidR="00280FAB" w:rsidRPr="00551AAB" w:rsidRDefault="00280FAB" w:rsidP="00280FAB">
      <w:pPr>
        <w:pBdr>
          <w:top w:val="single" w:sz="4" w:space="1" w:color="auto"/>
          <w:left w:val="single" w:sz="4" w:space="4" w:color="auto"/>
          <w:bottom w:val="single" w:sz="4" w:space="1" w:color="auto"/>
          <w:right w:val="single" w:sz="4" w:space="4" w:color="auto"/>
        </w:pBdr>
        <w:jc w:val="left"/>
        <w:rPr>
          <w:rFonts w:ascii="Gill Sans Nova" w:hAnsi="Gill Sans Nova"/>
          <w:noProof/>
          <w:u w:val="single"/>
        </w:rPr>
      </w:pPr>
    </w:p>
    <w:p w14:paraId="36F44183" w14:textId="77777777" w:rsidR="00280FAB" w:rsidRPr="00551AAB" w:rsidRDefault="00280FAB" w:rsidP="00280FAB">
      <w:pPr>
        <w:pBdr>
          <w:top w:val="single" w:sz="4" w:space="1" w:color="auto"/>
          <w:left w:val="single" w:sz="4" w:space="4" w:color="auto"/>
          <w:bottom w:val="single" w:sz="4" w:space="1" w:color="auto"/>
          <w:right w:val="single" w:sz="4" w:space="4" w:color="auto"/>
        </w:pBdr>
        <w:jc w:val="left"/>
        <w:rPr>
          <w:rFonts w:ascii="Gill Sans Nova" w:hAnsi="Gill Sans Nova"/>
          <w:noProof/>
          <w:u w:val="single"/>
        </w:rPr>
      </w:pPr>
    </w:p>
    <w:p w14:paraId="01E607C3" w14:textId="7913836D" w:rsidR="00280FAB" w:rsidRPr="00551AAB" w:rsidRDefault="00280FAB" w:rsidP="00280FAB">
      <w:pPr>
        <w:jc w:val="left"/>
        <w:rPr>
          <w:rFonts w:ascii="Gill Sans Nova" w:hAnsi="Gill Sans Nova"/>
          <w:noProof/>
          <w:u w:val="single"/>
        </w:rPr>
      </w:pPr>
      <w:r w:rsidRPr="00551AAB">
        <w:rPr>
          <w:rFonts w:ascii="Gill Sans Nova" w:hAnsi="Gill Sans Nova"/>
          <w:noProof/>
          <w:u w:val="single"/>
        </w:rPr>
        <w:br w:type="page"/>
      </w:r>
    </w:p>
    <w:p w14:paraId="70C4760A" w14:textId="6186FE7B" w:rsidR="00280FAB" w:rsidRPr="00551AAB" w:rsidRDefault="00280FAB" w:rsidP="006F4812">
      <w:pPr>
        <w:pStyle w:val="ATITREENCADRE"/>
        <w:pBdr>
          <w:right w:val="dotDotDash" w:sz="4" w:space="22" w:color="7F7F7F" w:themeColor="text1" w:themeTint="80"/>
        </w:pBdr>
        <w:spacing w:before="240"/>
        <w:rPr>
          <w:rFonts w:ascii="Gill Sans Nova" w:hAnsi="Gill Sans Nova"/>
          <w:color w:val="009FE3" w:themeColor="text2"/>
        </w:rPr>
      </w:pPr>
      <w:r w:rsidRPr="00551AAB">
        <w:rPr>
          <w:rFonts w:ascii="Gill Sans Nova" w:hAnsi="Gill Sans Nova"/>
          <w:color w:val="009FE3" w:themeColor="text2"/>
        </w:rPr>
        <w:t>Description des ressources à mobiliser et rôle de chacun</w:t>
      </w:r>
    </w:p>
    <w:p w14:paraId="15B799E3" w14:textId="77777777" w:rsidR="00D72D8A" w:rsidRPr="00551AAB" w:rsidRDefault="00D72D8A" w:rsidP="00280FAB">
      <w:pPr>
        <w:rPr>
          <w:rFonts w:ascii="Gill Sans Nova" w:hAnsi="Gill Sans Nova" w:cstheme="majorHAnsi"/>
          <w:noProof/>
          <w:szCs w:val="20"/>
        </w:rPr>
      </w:pPr>
    </w:p>
    <w:p w14:paraId="3BF1524D" w14:textId="343FFC1C" w:rsidR="00280FAB" w:rsidRPr="00551AAB" w:rsidRDefault="00280FAB" w:rsidP="00280FAB">
      <w:pPr>
        <w:rPr>
          <w:rFonts w:ascii="Gill Sans Nova" w:hAnsi="Gill Sans Nova" w:cstheme="majorHAnsi"/>
          <w:noProof/>
          <w:szCs w:val="20"/>
        </w:rPr>
      </w:pPr>
      <w:r w:rsidRPr="00551AAB">
        <w:rPr>
          <w:rFonts w:ascii="Gill Sans Nova" w:hAnsi="Gill Sans Nova" w:cstheme="majorHAnsi"/>
          <w:noProof/>
          <w:szCs w:val="20"/>
        </w:rPr>
        <w:t>Dans cette partie sont détaillées les ressources à mobiliser pour le projet. Les candidats démontrent ici qu’ils ont anticipé la mobilisation des ressources internes et externes, et défini les rôles de chacun afin de respecter les délais auquels ils s’engagent.</w:t>
      </w:r>
    </w:p>
    <w:p w14:paraId="33EF1756" w14:textId="77777777" w:rsidR="00280FAB" w:rsidRPr="00551AAB" w:rsidRDefault="00280FAB" w:rsidP="00280FAB">
      <w:pPr>
        <w:rPr>
          <w:rFonts w:ascii="Gill Sans Nova" w:hAnsi="Gill Sans Nova" w:cstheme="majorHAnsi"/>
          <w:noProof/>
          <w:szCs w:val="20"/>
        </w:rPr>
      </w:pPr>
      <w:r w:rsidRPr="00551AAB">
        <w:rPr>
          <w:rFonts w:ascii="Gill Sans Nova" w:hAnsi="Gill Sans Nova" w:cstheme="majorHAnsi"/>
          <w:noProof/>
          <w:szCs w:val="20"/>
        </w:rPr>
        <w:t>Les candidats sont invités à décrire ici les ressources pour le projet, les rôles / interactions ainsi que l’expérience et compétences des membres de l’équipe-projet qui seront mobilisés. Précisez pour chacun s’il s’agit de ressource interne ou externe. Les mini-CV pourront être joints au dossier.</w:t>
      </w:r>
    </w:p>
    <w:p w14:paraId="765EFD07" w14:textId="77777777" w:rsidR="00280FAB" w:rsidRPr="00551AAB" w:rsidRDefault="00F17D4B" w:rsidP="00280FAB">
      <w:pPr>
        <w:rPr>
          <w:rFonts w:ascii="Gill Sans Nova" w:hAnsi="Gill Sans Nova" w:cstheme="majorHAnsi"/>
          <w:noProof/>
          <w:szCs w:val="20"/>
          <w:u w:val="single"/>
        </w:rPr>
      </w:pPr>
      <w:sdt>
        <w:sdtPr>
          <w:rPr>
            <w:rFonts w:ascii="Gill Sans Nova" w:hAnsi="Gill Sans Nova" w:cstheme="majorHAnsi"/>
            <w:noProof/>
            <w:szCs w:val="20"/>
          </w:rPr>
          <w:id w:val="1042559167"/>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szCs w:val="20"/>
            </w:rPr>
            <w:t>☐</w:t>
          </w:r>
        </w:sdtContent>
      </w:sdt>
      <w:r w:rsidR="00280FAB" w:rsidRPr="00551AAB">
        <w:rPr>
          <w:rFonts w:ascii="Gill Sans Nova" w:hAnsi="Gill Sans Nova" w:cstheme="majorHAnsi"/>
          <w:noProof/>
          <w:szCs w:val="20"/>
        </w:rPr>
        <w:t xml:space="preserve">  Les mini-CV ont été joints en annexe</w:t>
      </w:r>
    </w:p>
    <w:p w14:paraId="351DFDFD" w14:textId="77777777" w:rsidR="00280FAB" w:rsidRPr="00551AAB" w:rsidRDefault="00280FAB" w:rsidP="00280FAB">
      <w:pPr>
        <w:pBdr>
          <w:top w:val="single" w:sz="4" w:space="1" w:color="auto"/>
          <w:left w:val="single" w:sz="4" w:space="4" w:color="auto"/>
          <w:bottom w:val="single" w:sz="4" w:space="1" w:color="auto"/>
          <w:right w:val="single" w:sz="4" w:space="4" w:color="auto"/>
        </w:pBdr>
        <w:rPr>
          <w:rFonts w:ascii="Gill Sans Nova" w:hAnsi="Gill Sans Nova" w:cstheme="majorHAnsi"/>
          <w:b/>
          <w:noProof/>
          <w:szCs w:val="20"/>
        </w:rPr>
      </w:pPr>
      <w:r w:rsidRPr="00551AAB">
        <w:rPr>
          <w:rFonts w:ascii="Gill Sans Nova" w:hAnsi="Gill Sans Nova" w:cstheme="majorHAnsi"/>
          <w:b/>
          <w:noProof/>
          <w:szCs w:val="20"/>
        </w:rPr>
        <w:t>A compléter :</w:t>
      </w:r>
    </w:p>
    <w:p w14:paraId="5AA5A3E8" w14:textId="77777777" w:rsidR="00280FAB" w:rsidRPr="00551AAB" w:rsidRDefault="00280FAB" w:rsidP="00280FAB">
      <w:pPr>
        <w:pBdr>
          <w:top w:val="single" w:sz="4" w:space="1" w:color="auto"/>
          <w:left w:val="single" w:sz="4" w:space="4" w:color="auto"/>
          <w:bottom w:val="single" w:sz="4" w:space="1" w:color="auto"/>
          <w:right w:val="single" w:sz="4" w:space="4" w:color="auto"/>
        </w:pBdr>
        <w:rPr>
          <w:rFonts w:ascii="Gill Sans Nova" w:hAnsi="Gill Sans Nova" w:cstheme="majorHAnsi"/>
          <w:noProof/>
          <w:szCs w:val="20"/>
        </w:rPr>
      </w:pPr>
    </w:p>
    <w:p w14:paraId="1F8DE2AF" w14:textId="77777777" w:rsidR="00280FAB" w:rsidRPr="00551AAB" w:rsidRDefault="00280FAB" w:rsidP="00280FAB">
      <w:pPr>
        <w:pBdr>
          <w:top w:val="single" w:sz="4" w:space="1" w:color="auto"/>
          <w:left w:val="single" w:sz="4" w:space="4" w:color="auto"/>
          <w:bottom w:val="single" w:sz="4" w:space="1" w:color="auto"/>
          <w:right w:val="single" w:sz="4" w:space="4" w:color="auto"/>
        </w:pBdr>
        <w:rPr>
          <w:rFonts w:ascii="Gill Sans Nova" w:hAnsi="Gill Sans Nova" w:cstheme="majorHAnsi"/>
          <w:noProof/>
          <w:szCs w:val="20"/>
        </w:rPr>
      </w:pPr>
    </w:p>
    <w:p w14:paraId="213E2087" w14:textId="77777777" w:rsidR="00280FAB" w:rsidRPr="00551AAB" w:rsidRDefault="00280FAB" w:rsidP="00280FAB">
      <w:pPr>
        <w:pBdr>
          <w:top w:val="single" w:sz="4" w:space="1" w:color="auto"/>
          <w:left w:val="single" w:sz="4" w:space="4" w:color="auto"/>
          <w:bottom w:val="single" w:sz="4" w:space="1" w:color="auto"/>
          <w:right w:val="single" w:sz="4" w:space="4" w:color="auto"/>
        </w:pBdr>
        <w:rPr>
          <w:rFonts w:ascii="Gill Sans Nova" w:hAnsi="Gill Sans Nova" w:cstheme="majorHAnsi"/>
          <w:noProof/>
          <w:szCs w:val="20"/>
        </w:rPr>
      </w:pPr>
    </w:p>
    <w:p w14:paraId="6772A36C" w14:textId="77777777" w:rsidR="00280FAB" w:rsidRPr="00551AAB" w:rsidRDefault="00280FAB" w:rsidP="00280FAB">
      <w:pPr>
        <w:pBdr>
          <w:top w:val="single" w:sz="4" w:space="1" w:color="auto"/>
          <w:left w:val="single" w:sz="4" w:space="4" w:color="auto"/>
          <w:bottom w:val="single" w:sz="4" w:space="1" w:color="auto"/>
          <w:right w:val="single" w:sz="4" w:space="4" w:color="auto"/>
        </w:pBdr>
        <w:rPr>
          <w:rFonts w:ascii="Gill Sans Nova" w:hAnsi="Gill Sans Nova" w:cstheme="majorHAnsi"/>
          <w:noProof/>
          <w:szCs w:val="20"/>
        </w:rPr>
      </w:pPr>
    </w:p>
    <w:p w14:paraId="33F451E8" w14:textId="77777777" w:rsidR="00280FAB" w:rsidRPr="00551AAB" w:rsidRDefault="00280FAB" w:rsidP="00280FAB">
      <w:pPr>
        <w:pBdr>
          <w:top w:val="single" w:sz="4" w:space="1" w:color="auto"/>
          <w:left w:val="single" w:sz="4" w:space="4" w:color="auto"/>
          <w:bottom w:val="single" w:sz="4" w:space="1" w:color="auto"/>
          <w:right w:val="single" w:sz="4" w:space="4" w:color="auto"/>
        </w:pBdr>
        <w:rPr>
          <w:rFonts w:ascii="Gill Sans Nova" w:hAnsi="Gill Sans Nova" w:cstheme="majorHAnsi"/>
          <w:noProof/>
          <w:szCs w:val="20"/>
        </w:rPr>
      </w:pPr>
    </w:p>
    <w:p w14:paraId="3EF70BCC" w14:textId="77777777" w:rsidR="00280FAB" w:rsidRPr="00551AAB" w:rsidRDefault="00280FAB" w:rsidP="00280FAB">
      <w:pPr>
        <w:pBdr>
          <w:top w:val="single" w:sz="4" w:space="1" w:color="auto"/>
          <w:left w:val="single" w:sz="4" w:space="4" w:color="auto"/>
          <w:bottom w:val="single" w:sz="4" w:space="1" w:color="auto"/>
          <w:right w:val="single" w:sz="4" w:space="4" w:color="auto"/>
        </w:pBdr>
        <w:rPr>
          <w:rFonts w:ascii="Gill Sans Nova" w:hAnsi="Gill Sans Nova" w:cstheme="majorHAnsi"/>
          <w:noProof/>
          <w:szCs w:val="20"/>
        </w:rPr>
      </w:pPr>
    </w:p>
    <w:p w14:paraId="268C54C6" w14:textId="77777777" w:rsidR="00280FAB" w:rsidRPr="00551AAB" w:rsidRDefault="00280FAB" w:rsidP="00280FAB">
      <w:pPr>
        <w:pBdr>
          <w:top w:val="single" w:sz="4" w:space="1" w:color="auto"/>
          <w:left w:val="single" w:sz="4" w:space="4" w:color="auto"/>
          <w:bottom w:val="single" w:sz="4" w:space="1" w:color="auto"/>
          <w:right w:val="single" w:sz="4" w:space="4" w:color="auto"/>
        </w:pBdr>
        <w:rPr>
          <w:rFonts w:ascii="Gill Sans Nova" w:hAnsi="Gill Sans Nova" w:cstheme="majorHAnsi"/>
          <w:noProof/>
          <w:szCs w:val="20"/>
        </w:rPr>
      </w:pPr>
    </w:p>
    <w:p w14:paraId="709CE43A" w14:textId="77777777" w:rsidR="00280FAB" w:rsidRPr="00551AAB" w:rsidRDefault="00280FAB" w:rsidP="00280FAB">
      <w:pPr>
        <w:pBdr>
          <w:top w:val="single" w:sz="4" w:space="1" w:color="auto"/>
          <w:left w:val="single" w:sz="4" w:space="4" w:color="auto"/>
          <w:bottom w:val="single" w:sz="4" w:space="1" w:color="auto"/>
          <w:right w:val="single" w:sz="4" w:space="4" w:color="auto"/>
        </w:pBdr>
        <w:rPr>
          <w:rFonts w:ascii="Gill Sans Nova" w:hAnsi="Gill Sans Nova" w:cstheme="majorHAnsi"/>
          <w:noProof/>
          <w:szCs w:val="20"/>
        </w:rPr>
      </w:pPr>
    </w:p>
    <w:p w14:paraId="4DEC7D08" w14:textId="77777777" w:rsidR="00280FAB" w:rsidRPr="00551AAB" w:rsidRDefault="00280FAB" w:rsidP="00280FAB">
      <w:pPr>
        <w:pBdr>
          <w:top w:val="single" w:sz="4" w:space="1" w:color="auto"/>
          <w:left w:val="single" w:sz="4" w:space="4" w:color="auto"/>
          <w:bottom w:val="single" w:sz="4" w:space="1" w:color="auto"/>
          <w:right w:val="single" w:sz="4" w:space="4" w:color="auto"/>
        </w:pBdr>
        <w:rPr>
          <w:rFonts w:ascii="Gill Sans Nova" w:hAnsi="Gill Sans Nova" w:cstheme="majorHAnsi"/>
          <w:noProof/>
          <w:szCs w:val="20"/>
        </w:rPr>
      </w:pPr>
    </w:p>
    <w:p w14:paraId="04856E68" w14:textId="77777777" w:rsidR="00280FAB" w:rsidRPr="00551AAB" w:rsidRDefault="00280FAB" w:rsidP="00280FAB">
      <w:pPr>
        <w:pStyle w:val="Intertitre"/>
        <w:pBdr>
          <w:top w:val="dotDotDash" w:sz="4" w:space="1" w:color="A6A6A6" w:themeColor="background1" w:themeShade="A6"/>
          <w:left w:val="dotDotDash" w:sz="4" w:space="4" w:color="A6A6A6" w:themeColor="background1" w:themeShade="A6"/>
          <w:bottom w:val="dotDotDash" w:sz="4" w:space="1" w:color="A6A6A6" w:themeColor="background1" w:themeShade="A6"/>
          <w:right w:val="dotDotDash" w:sz="4" w:space="4" w:color="A6A6A6" w:themeColor="background1" w:themeShade="A6"/>
        </w:pBdr>
        <w:spacing w:before="240" w:line="240" w:lineRule="auto"/>
        <w:rPr>
          <w:rFonts w:ascii="Gill Sans Nova" w:eastAsia="Times New Roman" w:hAnsi="Gill Sans Nova"/>
          <w:b w:val="0"/>
          <w:bCs/>
          <w:noProof/>
          <w:sz w:val="28"/>
          <w:szCs w:val="28"/>
        </w:rPr>
      </w:pPr>
      <w:r w:rsidRPr="00551AAB">
        <w:rPr>
          <w:rFonts w:ascii="Gill Sans Nova" w:hAnsi="Gill Sans Nova"/>
          <w:b w:val="0"/>
          <w:bCs/>
          <w:noProof/>
          <w:sz w:val="28"/>
          <w:szCs w:val="28"/>
        </w:rPr>
        <w:t>Identification du porteur de projet principal</w:t>
      </w:r>
    </w:p>
    <w:p w14:paraId="0DE93EBC" w14:textId="77777777" w:rsidR="00280FAB" w:rsidRPr="00551AAB" w:rsidRDefault="00280FAB" w:rsidP="00280FAB">
      <w:pPr>
        <w:spacing w:before="480"/>
        <w:rPr>
          <w:rFonts w:ascii="Gill Sans Nova" w:hAnsi="Gill Sans Nova"/>
          <w:noProof/>
          <w:color w:val="009FE3" w:themeColor="text2"/>
          <w:sz w:val="28"/>
          <w:u w:val="single"/>
        </w:rPr>
      </w:pPr>
      <w:r w:rsidRPr="00551AAB">
        <w:rPr>
          <w:rFonts w:ascii="Gill Sans Nova" w:hAnsi="Gill Sans Nova"/>
          <w:noProof/>
          <w:color w:val="009FE3" w:themeColor="text2"/>
          <w:sz w:val="28"/>
          <w:u w:val="single"/>
        </w:rPr>
        <w:t>Renseignements administratifs et juridiques :</w:t>
      </w:r>
    </w:p>
    <w:tbl>
      <w:tblPr>
        <w:tblW w:w="9558" w:type="dxa"/>
        <w:jc w:val="center"/>
        <w:tblCellMar>
          <w:left w:w="70" w:type="dxa"/>
          <w:right w:w="70" w:type="dxa"/>
        </w:tblCellMar>
        <w:tblLook w:val="04A0" w:firstRow="1" w:lastRow="0" w:firstColumn="1" w:lastColumn="0" w:noHBand="0" w:noVBand="1"/>
      </w:tblPr>
      <w:tblGrid>
        <w:gridCol w:w="4446"/>
        <w:gridCol w:w="5112"/>
      </w:tblGrid>
      <w:tr w:rsidR="00280FAB" w:rsidRPr="00551AAB" w14:paraId="7976D677" w14:textId="77777777">
        <w:trPr>
          <w:trHeight w:val="221"/>
          <w:jc w:val="center"/>
        </w:trPr>
        <w:tc>
          <w:tcPr>
            <w:tcW w:w="4446" w:type="dxa"/>
            <w:tcBorders>
              <w:top w:val="nil"/>
              <w:left w:val="nil"/>
              <w:bottom w:val="nil"/>
              <w:right w:val="nil"/>
            </w:tcBorders>
            <w:shd w:val="clear" w:color="000000" w:fill="F2F2F2"/>
            <w:vAlign w:val="center"/>
            <w:hideMark/>
          </w:tcPr>
          <w:p w14:paraId="4818798E" w14:textId="77777777" w:rsidR="00280FAB" w:rsidRPr="00551AAB" w:rsidRDefault="00280FAB">
            <w:pPr>
              <w:spacing w:after="0" w:line="240" w:lineRule="auto"/>
              <w:ind w:left="1221" w:hanging="1221"/>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 xml:space="preserve">Nom du porteur de projet : </w:t>
            </w:r>
          </w:p>
        </w:tc>
        <w:tc>
          <w:tcPr>
            <w:tcW w:w="5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C0C75" w14:textId="77777777" w:rsidR="00280FAB" w:rsidRPr="00551AAB" w:rsidRDefault="00280FAB">
            <w:pPr>
              <w:spacing w:after="0" w:line="240" w:lineRule="auto"/>
              <w:rPr>
                <w:rFonts w:ascii="Gill Sans Nova" w:eastAsia="Times New Roman" w:hAnsi="Gill Sans Nova" w:cstheme="majorHAnsi"/>
                <w:noProof/>
                <w:color w:val="231F20"/>
                <w:lang w:eastAsia="fr-FR"/>
              </w:rPr>
            </w:pPr>
            <w:r w:rsidRPr="00551AAB">
              <w:rPr>
                <w:rFonts w:ascii="Gill Sans Nova" w:eastAsia="Times New Roman" w:hAnsi="Gill Sans Nova" w:cstheme="majorHAnsi"/>
                <w:noProof/>
                <w:color w:val="231F20"/>
                <w:lang w:eastAsia="fr-FR"/>
              </w:rPr>
              <w:t> </w:t>
            </w:r>
          </w:p>
        </w:tc>
      </w:tr>
      <w:tr w:rsidR="00280FAB" w:rsidRPr="00551AAB" w14:paraId="1101DE60" w14:textId="77777777">
        <w:trPr>
          <w:trHeight w:val="125"/>
          <w:jc w:val="center"/>
        </w:trPr>
        <w:tc>
          <w:tcPr>
            <w:tcW w:w="4446" w:type="dxa"/>
            <w:tcBorders>
              <w:top w:val="nil"/>
              <w:left w:val="nil"/>
              <w:bottom w:val="nil"/>
              <w:right w:val="nil"/>
            </w:tcBorders>
            <w:shd w:val="clear" w:color="auto" w:fill="auto"/>
            <w:vAlign w:val="center"/>
            <w:hideMark/>
          </w:tcPr>
          <w:p w14:paraId="5F0E9E12" w14:textId="77777777" w:rsidR="00280FAB" w:rsidRPr="00551AAB" w:rsidRDefault="00280FAB">
            <w:pPr>
              <w:spacing w:after="0" w:line="240" w:lineRule="auto"/>
              <w:rPr>
                <w:rFonts w:ascii="Gill Sans Nova" w:eastAsia="Times New Roman" w:hAnsi="Gill Sans Nova" w:cs="Arial"/>
                <w:noProof/>
                <w:color w:val="231F20"/>
                <w:szCs w:val="18"/>
                <w:lang w:eastAsia="fr-FR"/>
              </w:rPr>
            </w:pPr>
          </w:p>
        </w:tc>
        <w:tc>
          <w:tcPr>
            <w:tcW w:w="5112" w:type="dxa"/>
            <w:tcBorders>
              <w:top w:val="nil"/>
              <w:left w:val="nil"/>
              <w:bottom w:val="nil"/>
              <w:right w:val="nil"/>
            </w:tcBorders>
            <w:shd w:val="clear" w:color="auto" w:fill="auto"/>
            <w:vAlign w:val="center"/>
            <w:hideMark/>
          </w:tcPr>
          <w:p w14:paraId="4ED308B5" w14:textId="77777777" w:rsidR="00280FAB" w:rsidRPr="00551AAB" w:rsidRDefault="00280FAB">
            <w:pPr>
              <w:spacing w:after="0" w:line="240" w:lineRule="auto"/>
              <w:rPr>
                <w:rFonts w:ascii="Gill Sans Nova" w:eastAsia="Times New Roman" w:hAnsi="Gill Sans Nova" w:cstheme="majorHAnsi"/>
                <w:noProof/>
                <w:color w:val="000000"/>
                <w:lang w:eastAsia="fr-FR"/>
              </w:rPr>
            </w:pPr>
          </w:p>
        </w:tc>
      </w:tr>
      <w:tr w:rsidR="00280FAB" w:rsidRPr="00551AAB" w14:paraId="669D76EC" w14:textId="77777777">
        <w:trPr>
          <w:trHeight w:val="360"/>
          <w:jc w:val="center"/>
        </w:trPr>
        <w:tc>
          <w:tcPr>
            <w:tcW w:w="4446" w:type="dxa"/>
            <w:vMerge w:val="restart"/>
            <w:tcBorders>
              <w:top w:val="nil"/>
              <w:left w:val="nil"/>
              <w:right w:val="nil"/>
            </w:tcBorders>
            <w:shd w:val="clear" w:color="000000" w:fill="F2F2F2"/>
            <w:hideMark/>
          </w:tcPr>
          <w:p w14:paraId="0FBCBB74"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Type d’entreprise :</w:t>
            </w:r>
          </w:p>
          <w:p w14:paraId="56701BEB"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(cocher la case correspondante)</w:t>
            </w:r>
          </w:p>
        </w:tc>
        <w:tc>
          <w:tcPr>
            <w:tcW w:w="5112" w:type="dxa"/>
            <w:tcBorders>
              <w:top w:val="single" w:sz="4" w:space="0" w:color="auto"/>
              <w:left w:val="single" w:sz="4" w:space="0" w:color="auto"/>
              <w:bottom w:val="single" w:sz="4" w:space="0" w:color="auto"/>
              <w:right w:val="single" w:sz="4" w:space="0" w:color="auto"/>
            </w:tcBorders>
            <w:shd w:val="clear" w:color="auto" w:fill="auto"/>
            <w:hideMark/>
          </w:tcPr>
          <w:p w14:paraId="25EBEADA"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MS Gothic" w:hAnsi="Gill Sans Nova" w:cstheme="majorHAnsi"/>
                  <w:noProof/>
                  <w:lang w:eastAsia="fr-FR"/>
                </w:rPr>
                <w:id w:val="-916944069"/>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MS Gothic" w:hAnsi="Gill Sans Nova" w:cstheme="majorHAnsi"/>
                <w:noProof/>
                <w:lang w:eastAsia="fr-FR"/>
              </w:rPr>
              <w:t xml:space="preserve"> </w:t>
            </w:r>
            <w:r w:rsidR="00280FAB" w:rsidRPr="00551AAB">
              <w:rPr>
                <w:rFonts w:ascii="Gill Sans Nova" w:eastAsia="Times New Roman" w:hAnsi="Gill Sans Nova" w:cstheme="majorHAnsi"/>
                <w:noProof/>
                <w:lang w:eastAsia="fr-FR"/>
              </w:rPr>
              <w:t>Fournisseur de technologie</w:t>
            </w:r>
          </w:p>
        </w:tc>
      </w:tr>
      <w:tr w:rsidR="00280FAB" w:rsidRPr="00551AAB" w14:paraId="5C138B2E" w14:textId="77777777">
        <w:trPr>
          <w:trHeight w:val="228"/>
          <w:jc w:val="center"/>
        </w:trPr>
        <w:tc>
          <w:tcPr>
            <w:tcW w:w="4446" w:type="dxa"/>
            <w:vMerge/>
            <w:tcBorders>
              <w:left w:val="nil"/>
              <w:right w:val="nil"/>
            </w:tcBorders>
            <w:shd w:val="clear" w:color="000000" w:fill="F2F2F2"/>
            <w:vAlign w:val="center"/>
          </w:tcPr>
          <w:p w14:paraId="41E831BF" w14:textId="77777777" w:rsidR="00280FAB" w:rsidRPr="00551AAB" w:rsidRDefault="00280FAB">
            <w:pPr>
              <w:spacing w:after="0" w:line="240" w:lineRule="auto"/>
              <w:rPr>
                <w:rFonts w:ascii="Gill Sans Nova" w:eastAsia="Times New Roman" w:hAnsi="Gill Sans Nova" w:cs="Arial"/>
                <w:noProof/>
                <w:color w:val="231F20"/>
                <w:szCs w:val="18"/>
                <w:lang w:eastAsia="fr-FR"/>
              </w:rPr>
            </w:pPr>
          </w:p>
        </w:tc>
        <w:tc>
          <w:tcPr>
            <w:tcW w:w="5112" w:type="dxa"/>
            <w:tcBorders>
              <w:top w:val="single" w:sz="4" w:space="0" w:color="auto"/>
              <w:left w:val="single" w:sz="4" w:space="0" w:color="auto"/>
              <w:bottom w:val="single" w:sz="4" w:space="0" w:color="auto"/>
              <w:right w:val="single" w:sz="4" w:space="0" w:color="auto"/>
            </w:tcBorders>
            <w:shd w:val="clear" w:color="auto" w:fill="auto"/>
          </w:tcPr>
          <w:p w14:paraId="03C94974"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Times New Roman" w:hAnsi="Gill Sans Nova" w:cstheme="majorHAnsi"/>
                  <w:noProof/>
                  <w:lang w:eastAsia="fr-FR"/>
                </w:rPr>
                <w:id w:val="-1463496562"/>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Collectivité locale</w:t>
            </w:r>
          </w:p>
        </w:tc>
      </w:tr>
      <w:tr w:rsidR="00280FAB" w:rsidRPr="00551AAB" w14:paraId="242C26FE" w14:textId="77777777">
        <w:trPr>
          <w:trHeight w:val="228"/>
          <w:jc w:val="center"/>
        </w:trPr>
        <w:tc>
          <w:tcPr>
            <w:tcW w:w="4446" w:type="dxa"/>
            <w:vMerge/>
            <w:tcBorders>
              <w:left w:val="nil"/>
              <w:right w:val="nil"/>
            </w:tcBorders>
            <w:shd w:val="clear" w:color="000000" w:fill="F2F2F2"/>
            <w:vAlign w:val="center"/>
          </w:tcPr>
          <w:p w14:paraId="74CF4BB5" w14:textId="77777777" w:rsidR="00280FAB" w:rsidRPr="00551AAB" w:rsidRDefault="00280FAB">
            <w:pPr>
              <w:spacing w:after="0" w:line="240" w:lineRule="auto"/>
              <w:rPr>
                <w:rFonts w:ascii="Gill Sans Nova" w:eastAsia="Times New Roman" w:hAnsi="Gill Sans Nova" w:cs="Arial"/>
                <w:noProof/>
                <w:color w:val="231F20"/>
                <w:szCs w:val="18"/>
                <w:lang w:eastAsia="fr-FR"/>
              </w:rPr>
            </w:pPr>
          </w:p>
        </w:tc>
        <w:tc>
          <w:tcPr>
            <w:tcW w:w="5112" w:type="dxa"/>
            <w:tcBorders>
              <w:top w:val="single" w:sz="4" w:space="0" w:color="auto"/>
              <w:left w:val="single" w:sz="4" w:space="0" w:color="auto"/>
              <w:bottom w:val="single" w:sz="4" w:space="0" w:color="auto"/>
              <w:right w:val="single" w:sz="4" w:space="0" w:color="auto"/>
            </w:tcBorders>
            <w:shd w:val="clear" w:color="auto" w:fill="auto"/>
          </w:tcPr>
          <w:p w14:paraId="4F986374"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Times New Roman" w:hAnsi="Gill Sans Nova" w:cstheme="majorHAnsi"/>
                  <w:noProof/>
                  <w:lang w:eastAsia="fr-FR"/>
                </w:rPr>
                <w:id w:val="963080434"/>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Opérateur de collecte / centres de tri </w:t>
            </w:r>
          </w:p>
        </w:tc>
      </w:tr>
      <w:tr w:rsidR="00280FAB" w:rsidRPr="00551AAB" w14:paraId="4C0D320F" w14:textId="77777777">
        <w:trPr>
          <w:trHeight w:val="228"/>
          <w:jc w:val="center"/>
        </w:trPr>
        <w:tc>
          <w:tcPr>
            <w:tcW w:w="4446" w:type="dxa"/>
            <w:vMerge/>
            <w:tcBorders>
              <w:left w:val="nil"/>
              <w:right w:val="nil"/>
            </w:tcBorders>
            <w:shd w:val="clear" w:color="000000" w:fill="F2F2F2"/>
            <w:vAlign w:val="center"/>
          </w:tcPr>
          <w:p w14:paraId="4CE0AD8C" w14:textId="77777777" w:rsidR="00280FAB" w:rsidRPr="00551AAB" w:rsidRDefault="00280FAB">
            <w:pPr>
              <w:spacing w:after="0" w:line="240" w:lineRule="auto"/>
              <w:rPr>
                <w:rFonts w:ascii="Gill Sans Nova" w:eastAsia="Times New Roman" w:hAnsi="Gill Sans Nova" w:cs="Arial"/>
                <w:noProof/>
                <w:color w:val="231F20"/>
                <w:szCs w:val="18"/>
                <w:lang w:eastAsia="fr-FR"/>
              </w:rPr>
            </w:pPr>
          </w:p>
        </w:tc>
        <w:tc>
          <w:tcPr>
            <w:tcW w:w="5112" w:type="dxa"/>
            <w:tcBorders>
              <w:top w:val="single" w:sz="4" w:space="0" w:color="auto"/>
              <w:left w:val="single" w:sz="4" w:space="0" w:color="auto"/>
              <w:bottom w:val="single" w:sz="4" w:space="0" w:color="auto"/>
              <w:right w:val="single" w:sz="4" w:space="0" w:color="auto"/>
            </w:tcBorders>
            <w:shd w:val="clear" w:color="auto" w:fill="auto"/>
          </w:tcPr>
          <w:p w14:paraId="626EB471"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Times New Roman" w:hAnsi="Gill Sans Nova" w:cstheme="majorHAnsi"/>
                  <w:noProof/>
                  <w:lang w:eastAsia="fr-FR"/>
                </w:rPr>
                <w:id w:val="1632904635"/>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Syndicat professionnel</w:t>
            </w:r>
          </w:p>
        </w:tc>
      </w:tr>
      <w:tr w:rsidR="00280FAB" w:rsidRPr="00551AAB" w14:paraId="30FEDA0C" w14:textId="77777777">
        <w:trPr>
          <w:trHeight w:val="228"/>
          <w:jc w:val="center"/>
        </w:trPr>
        <w:tc>
          <w:tcPr>
            <w:tcW w:w="4446" w:type="dxa"/>
            <w:vMerge/>
            <w:tcBorders>
              <w:left w:val="nil"/>
              <w:right w:val="nil"/>
            </w:tcBorders>
            <w:shd w:val="clear" w:color="000000" w:fill="F2F2F2"/>
            <w:vAlign w:val="center"/>
          </w:tcPr>
          <w:p w14:paraId="31464F94" w14:textId="77777777" w:rsidR="00280FAB" w:rsidRPr="00551AAB" w:rsidRDefault="00280FAB">
            <w:pPr>
              <w:spacing w:after="0" w:line="240" w:lineRule="auto"/>
              <w:rPr>
                <w:rFonts w:ascii="Gill Sans Nova" w:eastAsia="Times New Roman" w:hAnsi="Gill Sans Nova" w:cs="Arial"/>
                <w:noProof/>
                <w:color w:val="231F20"/>
                <w:szCs w:val="18"/>
                <w:lang w:eastAsia="fr-FR"/>
              </w:rPr>
            </w:pPr>
          </w:p>
        </w:tc>
        <w:tc>
          <w:tcPr>
            <w:tcW w:w="5112" w:type="dxa"/>
            <w:tcBorders>
              <w:top w:val="single" w:sz="4" w:space="0" w:color="auto"/>
              <w:left w:val="single" w:sz="4" w:space="0" w:color="auto"/>
              <w:bottom w:val="single" w:sz="4" w:space="0" w:color="auto"/>
              <w:right w:val="single" w:sz="4" w:space="0" w:color="auto"/>
            </w:tcBorders>
            <w:shd w:val="clear" w:color="auto" w:fill="auto"/>
          </w:tcPr>
          <w:p w14:paraId="7167AA58"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Times New Roman" w:hAnsi="Gill Sans Nova" w:cstheme="majorHAnsi"/>
                  <w:noProof/>
                  <w:lang w:eastAsia="fr-FR"/>
                </w:rPr>
                <w:id w:val="622507329"/>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w:t>
            </w:r>
            <w:r w:rsidR="00280FAB" w:rsidRPr="00551AAB">
              <w:rPr>
                <w:rFonts w:ascii="Gill Sans Nova" w:eastAsia="MS Gothic" w:hAnsi="Gill Sans Nova" w:cstheme="majorHAnsi"/>
                <w:noProof/>
                <w:lang w:eastAsia="fr-FR"/>
              </w:rPr>
              <w:t>Recycleur / utilisateur de matière recyclée</w:t>
            </w:r>
          </w:p>
        </w:tc>
      </w:tr>
      <w:tr w:rsidR="00280FAB" w:rsidRPr="00551AAB" w14:paraId="6AE7DF0F" w14:textId="77777777">
        <w:trPr>
          <w:trHeight w:val="228"/>
          <w:jc w:val="center"/>
        </w:trPr>
        <w:tc>
          <w:tcPr>
            <w:tcW w:w="4446" w:type="dxa"/>
            <w:vMerge/>
            <w:tcBorders>
              <w:left w:val="nil"/>
              <w:right w:val="nil"/>
            </w:tcBorders>
            <w:shd w:val="clear" w:color="000000" w:fill="F2F2F2"/>
            <w:vAlign w:val="center"/>
          </w:tcPr>
          <w:p w14:paraId="3BFFBD60" w14:textId="77777777" w:rsidR="00280FAB" w:rsidRPr="00551AAB" w:rsidRDefault="00280FAB">
            <w:pPr>
              <w:spacing w:after="0" w:line="240" w:lineRule="auto"/>
              <w:rPr>
                <w:rFonts w:ascii="Gill Sans Nova" w:eastAsia="Times New Roman" w:hAnsi="Gill Sans Nova" w:cs="Arial"/>
                <w:noProof/>
                <w:color w:val="231F20"/>
                <w:szCs w:val="18"/>
                <w:lang w:eastAsia="fr-FR"/>
              </w:rPr>
            </w:pPr>
          </w:p>
        </w:tc>
        <w:tc>
          <w:tcPr>
            <w:tcW w:w="5112" w:type="dxa"/>
            <w:tcBorders>
              <w:top w:val="single" w:sz="4" w:space="0" w:color="auto"/>
              <w:left w:val="single" w:sz="4" w:space="0" w:color="auto"/>
              <w:bottom w:val="single" w:sz="4" w:space="0" w:color="auto"/>
              <w:right w:val="single" w:sz="4" w:space="0" w:color="auto"/>
            </w:tcBorders>
            <w:shd w:val="clear" w:color="auto" w:fill="auto"/>
          </w:tcPr>
          <w:p w14:paraId="5D10DC7F"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Times New Roman" w:hAnsi="Gill Sans Nova" w:cstheme="majorHAnsi"/>
                  <w:noProof/>
                  <w:lang w:eastAsia="fr-FR"/>
                </w:rPr>
                <w:id w:val="-1749335757"/>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Consultant</w:t>
            </w:r>
          </w:p>
        </w:tc>
      </w:tr>
      <w:tr w:rsidR="00280FAB" w:rsidRPr="00551AAB" w14:paraId="72AABF74" w14:textId="77777777">
        <w:trPr>
          <w:trHeight w:val="228"/>
          <w:jc w:val="center"/>
        </w:trPr>
        <w:tc>
          <w:tcPr>
            <w:tcW w:w="4446" w:type="dxa"/>
            <w:vMerge/>
            <w:tcBorders>
              <w:left w:val="nil"/>
              <w:right w:val="single" w:sz="4" w:space="0" w:color="auto"/>
            </w:tcBorders>
            <w:shd w:val="clear" w:color="000000" w:fill="F2F2F2"/>
            <w:vAlign w:val="center"/>
          </w:tcPr>
          <w:p w14:paraId="5C652401" w14:textId="77777777" w:rsidR="00280FAB" w:rsidRPr="00551AAB" w:rsidRDefault="00280FAB">
            <w:pPr>
              <w:spacing w:after="0" w:line="240" w:lineRule="auto"/>
              <w:rPr>
                <w:rFonts w:ascii="Gill Sans Nova" w:eastAsia="Times New Roman" w:hAnsi="Gill Sans Nova" w:cs="Arial"/>
                <w:noProof/>
                <w:color w:val="231F20"/>
                <w:szCs w:val="18"/>
                <w:lang w:eastAsia="fr-FR"/>
              </w:rPr>
            </w:pPr>
          </w:p>
        </w:tc>
        <w:tc>
          <w:tcPr>
            <w:tcW w:w="5112" w:type="dxa"/>
            <w:tcBorders>
              <w:top w:val="single" w:sz="4" w:space="0" w:color="auto"/>
              <w:left w:val="single" w:sz="4" w:space="0" w:color="auto"/>
              <w:bottom w:val="single" w:sz="4" w:space="0" w:color="auto"/>
              <w:right w:val="single" w:sz="4" w:space="0" w:color="auto"/>
            </w:tcBorders>
            <w:shd w:val="clear" w:color="auto" w:fill="auto"/>
          </w:tcPr>
          <w:p w14:paraId="2F232763"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Times New Roman" w:hAnsi="Gill Sans Nova" w:cstheme="majorHAnsi"/>
                  <w:noProof/>
                  <w:lang w:eastAsia="fr-FR"/>
                </w:rPr>
                <w:id w:val="-1253582618"/>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Fabricant / Transformateur d’emballage </w:t>
            </w:r>
          </w:p>
        </w:tc>
      </w:tr>
      <w:tr w:rsidR="00280FAB" w:rsidRPr="00551AAB" w14:paraId="5A72F77C" w14:textId="77777777">
        <w:trPr>
          <w:trHeight w:val="228"/>
          <w:jc w:val="center"/>
        </w:trPr>
        <w:tc>
          <w:tcPr>
            <w:tcW w:w="4446" w:type="dxa"/>
            <w:tcBorders>
              <w:left w:val="nil"/>
              <w:right w:val="single" w:sz="4" w:space="0" w:color="auto"/>
            </w:tcBorders>
            <w:shd w:val="clear" w:color="000000" w:fill="F2F2F2"/>
            <w:vAlign w:val="center"/>
          </w:tcPr>
          <w:p w14:paraId="1B7FB1B7" w14:textId="77777777" w:rsidR="00280FAB" w:rsidRPr="00551AAB" w:rsidRDefault="00280FAB">
            <w:pPr>
              <w:spacing w:after="0" w:line="240" w:lineRule="auto"/>
              <w:rPr>
                <w:rFonts w:ascii="Gill Sans Nova" w:eastAsia="Times New Roman" w:hAnsi="Gill Sans Nova" w:cs="Arial"/>
                <w:noProof/>
                <w:color w:val="231F20"/>
                <w:szCs w:val="18"/>
                <w:lang w:eastAsia="fr-FR"/>
              </w:rPr>
            </w:pPr>
          </w:p>
        </w:tc>
        <w:tc>
          <w:tcPr>
            <w:tcW w:w="5112" w:type="dxa"/>
            <w:tcBorders>
              <w:top w:val="single" w:sz="4" w:space="0" w:color="auto"/>
              <w:left w:val="single" w:sz="4" w:space="0" w:color="auto"/>
              <w:bottom w:val="single" w:sz="4" w:space="0" w:color="auto"/>
              <w:right w:val="single" w:sz="4" w:space="0" w:color="auto"/>
            </w:tcBorders>
            <w:shd w:val="clear" w:color="auto" w:fill="auto"/>
          </w:tcPr>
          <w:p w14:paraId="0CD1749A"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MS Gothic" w:hAnsi="Gill Sans Nova" w:cstheme="majorHAnsi"/>
                  <w:noProof/>
                  <w:lang w:eastAsia="fr-FR"/>
                </w:rPr>
                <w:id w:val="1749143208"/>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MS Gothic" w:hAnsi="Gill Sans Nova" w:cstheme="majorHAnsi"/>
                <w:noProof/>
                <w:lang w:eastAsia="fr-FR"/>
              </w:rPr>
              <w:t xml:space="preserve"> Metteur en marché</w:t>
            </w:r>
          </w:p>
        </w:tc>
      </w:tr>
      <w:tr w:rsidR="00280FAB" w:rsidRPr="00551AAB" w14:paraId="0F5AA55C" w14:textId="77777777">
        <w:trPr>
          <w:trHeight w:val="228"/>
          <w:jc w:val="center"/>
        </w:trPr>
        <w:tc>
          <w:tcPr>
            <w:tcW w:w="4446" w:type="dxa"/>
            <w:tcBorders>
              <w:left w:val="nil"/>
              <w:right w:val="single" w:sz="4" w:space="0" w:color="auto"/>
            </w:tcBorders>
            <w:shd w:val="clear" w:color="000000" w:fill="F2F2F2"/>
            <w:vAlign w:val="center"/>
          </w:tcPr>
          <w:p w14:paraId="078D2B17" w14:textId="77777777" w:rsidR="00280FAB" w:rsidRPr="00551AAB" w:rsidRDefault="00280FAB">
            <w:pPr>
              <w:spacing w:after="0" w:line="240" w:lineRule="auto"/>
              <w:rPr>
                <w:rFonts w:ascii="Gill Sans Nova" w:eastAsia="Times New Roman" w:hAnsi="Gill Sans Nova" w:cs="Arial"/>
                <w:noProof/>
                <w:color w:val="231F20"/>
                <w:szCs w:val="18"/>
                <w:lang w:eastAsia="fr-FR"/>
              </w:rPr>
            </w:pPr>
          </w:p>
        </w:tc>
        <w:tc>
          <w:tcPr>
            <w:tcW w:w="5112" w:type="dxa"/>
            <w:tcBorders>
              <w:top w:val="single" w:sz="4" w:space="0" w:color="auto"/>
              <w:left w:val="single" w:sz="4" w:space="0" w:color="auto"/>
              <w:bottom w:val="single" w:sz="4" w:space="0" w:color="auto"/>
              <w:right w:val="single" w:sz="4" w:space="0" w:color="auto"/>
            </w:tcBorders>
            <w:shd w:val="clear" w:color="auto" w:fill="auto"/>
          </w:tcPr>
          <w:p w14:paraId="4DBAB911"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Times New Roman" w:hAnsi="Gill Sans Nova" w:cstheme="majorHAnsi"/>
                  <w:noProof/>
                  <w:lang w:eastAsia="fr-FR"/>
                </w:rPr>
                <w:id w:val="2047788483"/>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Autre, à préciser :</w:t>
            </w:r>
          </w:p>
        </w:tc>
      </w:tr>
      <w:tr w:rsidR="00280FAB" w:rsidRPr="00551AAB" w14:paraId="277C9EA9" w14:textId="77777777">
        <w:trPr>
          <w:trHeight w:val="89"/>
          <w:jc w:val="center"/>
        </w:trPr>
        <w:tc>
          <w:tcPr>
            <w:tcW w:w="4446" w:type="dxa"/>
            <w:tcBorders>
              <w:left w:val="nil"/>
            </w:tcBorders>
            <w:shd w:val="clear" w:color="auto" w:fill="FFFFFF" w:themeFill="background1"/>
            <w:vAlign w:val="center"/>
          </w:tcPr>
          <w:p w14:paraId="23866848" w14:textId="77777777" w:rsidR="00280FAB" w:rsidRPr="00551AAB" w:rsidRDefault="00280FAB">
            <w:pPr>
              <w:spacing w:after="0" w:line="240" w:lineRule="auto"/>
              <w:rPr>
                <w:rFonts w:ascii="Gill Sans Nova" w:eastAsia="Times New Roman" w:hAnsi="Gill Sans Nova" w:cs="Arial"/>
                <w:noProof/>
                <w:color w:val="231F20"/>
                <w:sz w:val="8"/>
                <w:szCs w:val="18"/>
                <w:lang w:eastAsia="fr-FR"/>
              </w:rPr>
            </w:pPr>
          </w:p>
        </w:tc>
        <w:tc>
          <w:tcPr>
            <w:tcW w:w="5112" w:type="dxa"/>
            <w:tcBorders>
              <w:top w:val="single" w:sz="4" w:space="0" w:color="auto"/>
              <w:bottom w:val="single" w:sz="4" w:space="0" w:color="auto"/>
            </w:tcBorders>
            <w:shd w:val="clear" w:color="auto" w:fill="auto"/>
            <w:vAlign w:val="center"/>
          </w:tcPr>
          <w:p w14:paraId="765B4BEC" w14:textId="77777777" w:rsidR="00280FAB" w:rsidRPr="00551AAB" w:rsidRDefault="00280FAB">
            <w:pPr>
              <w:spacing w:after="0" w:line="240" w:lineRule="auto"/>
              <w:rPr>
                <w:rFonts w:ascii="Gill Sans Nova" w:eastAsia="Times New Roman" w:hAnsi="Gill Sans Nova" w:cs="Arial"/>
                <w:noProof/>
                <w:color w:val="231F20"/>
                <w:sz w:val="2"/>
                <w:szCs w:val="18"/>
                <w:lang w:eastAsia="fr-FR"/>
              </w:rPr>
            </w:pPr>
          </w:p>
        </w:tc>
      </w:tr>
      <w:tr w:rsidR="00280FAB" w:rsidRPr="00551AAB" w14:paraId="386FD4E2" w14:textId="77777777">
        <w:trPr>
          <w:trHeight w:val="221"/>
          <w:jc w:val="center"/>
        </w:trPr>
        <w:tc>
          <w:tcPr>
            <w:tcW w:w="4446" w:type="dxa"/>
            <w:tcBorders>
              <w:left w:val="nil"/>
              <w:bottom w:val="nil"/>
              <w:right w:val="nil"/>
            </w:tcBorders>
            <w:shd w:val="clear" w:color="000000" w:fill="F2F2F2"/>
            <w:vAlign w:val="center"/>
            <w:hideMark/>
          </w:tcPr>
          <w:p w14:paraId="72DF9208"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 xml:space="preserve">Adresse : </w:t>
            </w:r>
          </w:p>
        </w:tc>
        <w:tc>
          <w:tcPr>
            <w:tcW w:w="5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2388B"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 </w:t>
            </w:r>
          </w:p>
        </w:tc>
      </w:tr>
      <w:tr w:rsidR="00280FAB" w:rsidRPr="00551AAB" w14:paraId="3573C574" w14:textId="77777777">
        <w:trPr>
          <w:trHeight w:val="125"/>
          <w:jc w:val="center"/>
        </w:trPr>
        <w:tc>
          <w:tcPr>
            <w:tcW w:w="4446" w:type="dxa"/>
            <w:tcBorders>
              <w:top w:val="nil"/>
              <w:left w:val="nil"/>
              <w:bottom w:val="nil"/>
              <w:right w:val="nil"/>
            </w:tcBorders>
            <w:shd w:val="clear" w:color="auto" w:fill="auto"/>
            <w:vAlign w:val="center"/>
            <w:hideMark/>
          </w:tcPr>
          <w:p w14:paraId="3546B845"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112" w:type="dxa"/>
            <w:tcBorders>
              <w:top w:val="nil"/>
              <w:left w:val="nil"/>
              <w:bottom w:val="nil"/>
              <w:right w:val="nil"/>
            </w:tcBorders>
            <w:shd w:val="clear" w:color="auto" w:fill="auto"/>
            <w:vAlign w:val="center"/>
            <w:hideMark/>
          </w:tcPr>
          <w:p w14:paraId="7518048F"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351820B4" w14:textId="77777777">
        <w:trPr>
          <w:trHeight w:val="228"/>
          <w:jc w:val="center"/>
        </w:trPr>
        <w:tc>
          <w:tcPr>
            <w:tcW w:w="4446" w:type="dxa"/>
            <w:tcBorders>
              <w:top w:val="nil"/>
              <w:left w:val="nil"/>
              <w:bottom w:val="nil"/>
              <w:right w:val="nil"/>
            </w:tcBorders>
            <w:shd w:val="clear" w:color="000000" w:fill="F2F2F2"/>
            <w:vAlign w:val="center"/>
            <w:hideMark/>
          </w:tcPr>
          <w:p w14:paraId="356AD55F"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Code postal / Ville :</w:t>
            </w:r>
          </w:p>
        </w:tc>
        <w:tc>
          <w:tcPr>
            <w:tcW w:w="5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87C5F"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 </w:t>
            </w:r>
          </w:p>
        </w:tc>
      </w:tr>
      <w:tr w:rsidR="00280FAB" w:rsidRPr="00551AAB" w14:paraId="7A1B52F8" w14:textId="77777777">
        <w:trPr>
          <w:trHeight w:val="96"/>
          <w:jc w:val="center"/>
        </w:trPr>
        <w:tc>
          <w:tcPr>
            <w:tcW w:w="4446" w:type="dxa"/>
            <w:tcBorders>
              <w:top w:val="nil"/>
              <w:left w:val="nil"/>
              <w:bottom w:val="nil"/>
              <w:right w:val="nil"/>
            </w:tcBorders>
            <w:shd w:val="clear" w:color="auto" w:fill="auto"/>
            <w:vAlign w:val="center"/>
            <w:hideMark/>
          </w:tcPr>
          <w:p w14:paraId="79AB6B36"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112" w:type="dxa"/>
            <w:tcBorders>
              <w:top w:val="nil"/>
              <w:left w:val="nil"/>
              <w:bottom w:val="nil"/>
              <w:right w:val="nil"/>
            </w:tcBorders>
            <w:shd w:val="clear" w:color="auto" w:fill="auto"/>
            <w:vAlign w:val="center"/>
            <w:hideMark/>
          </w:tcPr>
          <w:p w14:paraId="403CDDF2"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77630F94" w14:textId="77777777">
        <w:trPr>
          <w:trHeight w:val="242"/>
          <w:jc w:val="center"/>
        </w:trPr>
        <w:tc>
          <w:tcPr>
            <w:tcW w:w="4446" w:type="dxa"/>
            <w:tcBorders>
              <w:top w:val="nil"/>
              <w:left w:val="nil"/>
              <w:bottom w:val="nil"/>
              <w:right w:val="nil"/>
            </w:tcBorders>
            <w:shd w:val="clear" w:color="000000" w:fill="F2F2F2"/>
            <w:vAlign w:val="center"/>
            <w:hideMark/>
          </w:tcPr>
          <w:p w14:paraId="054AEDEE"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N° SIRET :</w:t>
            </w:r>
          </w:p>
        </w:tc>
        <w:tc>
          <w:tcPr>
            <w:tcW w:w="5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6846D"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 </w:t>
            </w:r>
          </w:p>
        </w:tc>
      </w:tr>
    </w:tbl>
    <w:p w14:paraId="2A2046ED" w14:textId="77777777" w:rsidR="00280FAB" w:rsidRPr="00551AAB" w:rsidRDefault="00280FAB" w:rsidP="00280FAB">
      <w:pPr>
        <w:spacing w:before="480"/>
        <w:rPr>
          <w:rFonts w:ascii="Gill Sans Nova" w:hAnsi="Gill Sans Nova"/>
          <w:noProof/>
          <w:color w:val="009FE3" w:themeColor="text2"/>
          <w:sz w:val="28"/>
          <w:u w:val="single"/>
        </w:rPr>
      </w:pPr>
      <w:r w:rsidRPr="00551AAB">
        <w:rPr>
          <w:rFonts w:ascii="Gill Sans Nova" w:hAnsi="Gill Sans Nova"/>
          <w:noProof/>
          <w:color w:val="009FE3" w:themeColor="text2"/>
          <w:sz w:val="28"/>
          <w:u w:val="single"/>
        </w:rPr>
        <w:t>Informations sur les personnes en charge du suivi du projet :</w:t>
      </w:r>
    </w:p>
    <w:p w14:paraId="334DC63E" w14:textId="77777777" w:rsidR="00280FAB" w:rsidRPr="00551AAB" w:rsidRDefault="00280FAB" w:rsidP="00280FAB">
      <w:pPr>
        <w:rPr>
          <w:rFonts w:ascii="Gill Sans Nova" w:hAnsi="Gill Sans Nova"/>
          <w:noProof/>
          <w:color w:val="009FE3" w:themeColor="text2"/>
          <w:sz w:val="28"/>
        </w:rPr>
      </w:pPr>
      <w:r w:rsidRPr="00551AAB">
        <w:rPr>
          <w:rFonts w:ascii="Gill Sans Nova" w:hAnsi="Gill Sans Nova"/>
          <w:noProof/>
          <w:color w:val="009FE3" w:themeColor="text2"/>
          <w:sz w:val="28"/>
        </w:rPr>
        <w:t>Suivi technique du projet – chef de projet :</w:t>
      </w:r>
    </w:p>
    <w:tbl>
      <w:tblPr>
        <w:tblW w:w="9637" w:type="dxa"/>
        <w:tblInd w:w="-142" w:type="dxa"/>
        <w:tblLayout w:type="fixed"/>
        <w:tblCellMar>
          <w:left w:w="70" w:type="dxa"/>
          <w:right w:w="70" w:type="dxa"/>
        </w:tblCellMar>
        <w:tblLook w:val="04A0" w:firstRow="1" w:lastRow="0" w:firstColumn="1" w:lastColumn="0" w:noHBand="0" w:noVBand="1"/>
      </w:tblPr>
      <w:tblGrid>
        <w:gridCol w:w="4322"/>
        <w:gridCol w:w="5315"/>
      </w:tblGrid>
      <w:tr w:rsidR="00280FAB" w:rsidRPr="00551AAB" w14:paraId="7A2DE7E0" w14:textId="77777777">
        <w:trPr>
          <w:trHeight w:val="435"/>
        </w:trPr>
        <w:tc>
          <w:tcPr>
            <w:tcW w:w="4322" w:type="dxa"/>
            <w:tcBorders>
              <w:top w:val="nil"/>
              <w:left w:val="nil"/>
              <w:bottom w:val="nil"/>
              <w:right w:val="nil"/>
            </w:tcBorders>
            <w:shd w:val="clear" w:color="000000" w:fill="F2F2F2"/>
            <w:vAlign w:val="center"/>
            <w:hideMark/>
          </w:tcPr>
          <w:p w14:paraId="49BB11B0" w14:textId="77777777" w:rsidR="00280FAB" w:rsidRPr="00551AAB" w:rsidRDefault="00280FAB">
            <w:pPr>
              <w:spacing w:after="0" w:line="240" w:lineRule="auto"/>
              <w:ind w:left="71" w:hanging="71"/>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NOM Prénom :</w:t>
            </w:r>
          </w:p>
        </w:tc>
        <w:tc>
          <w:tcPr>
            <w:tcW w:w="53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26C9F"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r w:rsidR="00280FAB" w:rsidRPr="00551AAB" w14:paraId="0DA8C6D2" w14:textId="77777777">
        <w:trPr>
          <w:trHeight w:val="173"/>
        </w:trPr>
        <w:tc>
          <w:tcPr>
            <w:tcW w:w="4322" w:type="dxa"/>
            <w:tcBorders>
              <w:top w:val="nil"/>
              <w:left w:val="nil"/>
              <w:bottom w:val="nil"/>
              <w:right w:val="nil"/>
            </w:tcBorders>
            <w:shd w:val="clear" w:color="auto" w:fill="auto"/>
            <w:vAlign w:val="center"/>
            <w:hideMark/>
          </w:tcPr>
          <w:p w14:paraId="4E256D97"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315" w:type="dxa"/>
            <w:tcBorders>
              <w:top w:val="nil"/>
              <w:left w:val="nil"/>
              <w:bottom w:val="nil"/>
              <w:right w:val="nil"/>
            </w:tcBorders>
            <w:shd w:val="clear" w:color="auto" w:fill="auto"/>
            <w:hideMark/>
          </w:tcPr>
          <w:p w14:paraId="0CEA2562"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74E18C19" w14:textId="77777777">
        <w:trPr>
          <w:trHeight w:val="435"/>
        </w:trPr>
        <w:tc>
          <w:tcPr>
            <w:tcW w:w="4322" w:type="dxa"/>
            <w:tcBorders>
              <w:top w:val="nil"/>
              <w:left w:val="nil"/>
              <w:bottom w:val="nil"/>
              <w:right w:val="nil"/>
            </w:tcBorders>
            <w:shd w:val="clear" w:color="000000" w:fill="F2F2F2"/>
            <w:vAlign w:val="center"/>
            <w:hideMark/>
          </w:tcPr>
          <w:p w14:paraId="1EE00BD5"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Fonction :</w:t>
            </w:r>
          </w:p>
        </w:tc>
        <w:tc>
          <w:tcPr>
            <w:tcW w:w="53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29DEF"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r w:rsidR="00280FAB" w:rsidRPr="00551AAB" w14:paraId="32B0E29A" w14:textId="77777777">
        <w:trPr>
          <w:trHeight w:val="173"/>
        </w:trPr>
        <w:tc>
          <w:tcPr>
            <w:tcW w:w="4322" w:type="dxa"/>
            <w:tcBorders>
              <w:top w:val="nil"/>
              <w:left w:val="nil"/>
              <w:bottom w:val="nil"/>
              <w:right w:val="nil"/>
            </w:tcBorders>
            <w:shd w:val="clear" w:color="auto" w:fill="auto"/>
            <w:vAlign w:val="center"/>
            <w:hideMark/>
          </w:tcPr>
          <w:p w14:paraId="0BC896B8"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315" w:type="dxa"/>
            <w:tcBorders>
              <w:top w:val="nil"/>
              <w:left w:val="nil"/>
              <w:bottom w:val="nil"/>
              <w:right w:val="nil"/>
            </w:tcBorders>
            <w:shd w:val="clear" w:color="auto" w:fill="auto"/>
            <w:hideMark/>
          </w:tcPr>
          <w:p w14:paraId="294AB93B"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799F1107" w14:textId="77777777">
        <w:trPr>
          <w:trHeight w:val="307"/>
        </w:trPr>
        <w:tc>
          <w:tcPr>
            <w:tcW w:w="4322" w:type="dxa"/>
            <w:tcBorders>
              <w:top w:val="nil"/>
              <w:left w:val="nil"/>
              <w:bottom w:val="nil"/>
              <w:right w:val="nil"/>
            </w:tcBorders>
            <w:shd w:val="clear" w:color="000000" w:fill="F2F2F2"/>
            <w:hideMark/>
          </w:tcPr>
          <w:p w14:paraId="46F20370"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br/>
              <w:t>Adresse :</w:t>
            </w:r>
          </w:p>
        </w:tc>
        <w:tc>
          <w:tcPr>
            <w:tcW w:w="5315" w:type="dxa"/>
            <w:tcBorders>
              <w:top w:val="single" w:sz="4" w:space="0" w:color="auto"/>
              <w:left w:val="single" w:sz="4" w:space="0" w:color="auto"/>
              <w:bottom w:val="single" w:sz="4" w:space="0" w:color="auto"/>
              <w:right w:val="single" w:sz="4" w:space="0" w:color="auto"/>
            </w:tcBorders>
            <w:shd w:val="clear" w:color="auto" w:fill="auto"/>
            <w:hideMark/>
          </w:tcPr>
          <w:p w14:paraId="4D7AC331"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tc>
      </w:tr>
      <w:tr w:rsidR="00280FAB" w:rsidRPr="00551AAB" w14:paraId="359D5D41" w14:textId="77777777">
        <w:trPr>
          <w:trHeight w:val="173"/>
        </w:trPr>
        <w:tc>
          <w:tcPr>
            <w:tcW w:w="4322" w:type="dxa"/>
            <w:tcBorders>
              <w:top w:val="nil"/>
              <w:left w:val="nil"/>
              <w:bottom w:val="nil"/>
              <w:right w:val="nil"/>
            </w:tcBorders>
            <w:shd w:val="clear" w:color="auto" w:fill="auto"/>
            <w:vAlign w:val="center"/>
            <w:hideMark/>
          </w:tcPr>
          <w:p w14:paraId="665D3EC3"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315" w:type="dxa"/>
            <w:tcBorders>
              <w:top w:val="nil"/>
              <w:left w:val="nil"/>
              <w:bottom w:val="nil"/>
              <w:right w:val="nil"/>
            </w:tcBorders>
            <w:shd w:val="clear" w:color="auto" w:fill="auto"/>
            <w:hideMark/>
          </w:tcPr>
          <w:p w14:paraId="223DBD8C"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56E9E04C" w14:textId="77777777">
        <w:trPr>
          <w:trHeight w:val="435"/>
        </w:trPr>
        <w:tc>
          <w:tcPr>
            <w:tcW w:w="4322" w:type="dxa"/>
            <w:tcBorders>
              <w:top w:val="nil"/>
              <w:left w:val="nil"/>
              <w:bottom w:val="nil"/>
              <w:right w:val="nil"/>
            </w:tcBorders>
            <w:shd w:val="clear" w:color="000000" w:fill="F2F2F2"/>
            <w:vAlign w:val="center"/>
            <w:hideMark/>
          </w:tcPr>
          <w:p w14:paraId="710F65B2"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Code postal / Ville :</w:t>
            </w:r>
          </w:p>
        </w:tc>
        <w:tc>
          <w:tcPr>
            <w:tcW w:w="53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D4AC2"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r w:rsidR="00280FAB" w:rsidRPr="00551AAB" w14:paraId="108225BD" w14:textId="77777777">
        <w:trPr>
          <w:trHeight w:val="173"/>
        </w:trPr>
        <w:tc>
          <w:tcPr>
            <w:tcW w:w="4322" w:type="dxa"/>
            <w:tcBorders>
              <w:top w:val="nil"/>
              <w:left w:val="nil"/>
              <w:bottom w:val="nil"/>
              <w:right w:val="nil"/>
            </w:tcBorders>
            <w:shd w:val="clear" w:color="auto" w:fill="auto"/>
            <w:vAlign w:val="center"/>
            <w:hideMark/>
          </w:tcPr>
          <w:p w14:paraId="654EAC22"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315" w:type="dxa"/>
            <w:tcBorders>
              <w:top w:val="nil"/>
              <w:left w:val="nil"/>
              <w:bottom w:val="nil"/>
              <w:right w:val="nil"/>
            </w:tcBorders>
            <w:shd w:val="clear" w:color="auto" w:fill="auto"/>
            <w:hideMark/>
          </w:tcPr>
          <w:p w14:paraId="162E7D1B"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08396636" w14:textId="77777777">
        <w:trPr>
          <w:trHeight w:val="435"/>
        </w:trPr>
        <w:tc>
          <w:tcPr>
            <w:tcW w:w="4322" w:type="dxa"/>
            <w:tcBorders>
              <w:top w:val="nil"/>
              <w:left w:val="nil"/>
              <w:bottom w:val="nil"/>
              <w:right w:val="nil"/>
            </w:tcBorders>
            <w:shd w:val="clear" w:color="000000" w:fill="F2F2F2"/>
            <w:vAlign w:val="center"/>
            <w:hideMark/>
          </w:tcPr>
          <w:p w14:paraId="6BEE8E96"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Téléphone :</w:t>
            </w:r>
          </w:p>
        </w:tc>
        <w:tc>
          <w:tcPr>
            <w:tcW w:w="53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102E9"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r w:rsidR="00280FAB" w:rsidRPr="00551AAB" w14:paraId="4DBC1253" w14:textId="77777777">
        <w:trPr>
          <w:trHeight w:val="218"/>
        </w:trPr>
        <w:tc>
          <w:tcPr>
            <w:tcW w:w="4322" w:type="dxa"/>
            <w:tcBorders>
              <w:top w:val="nil"/>
              <w:left w:val="nil"/>
              <w:bottom w:val="nil"/>
              <w:right w:val="nil"/>
            </w:tcBorders>
            <w:shd w:val="clear" w:color="auto" w:fill="auto"/>
            <w:vAlign w:val="center"/>
            <w:hideMark/>
          </w:tcPr>
          <w:p w14:paraId="1D12D69F" w14:textId="77777777" w:rsidR="00280FAB" w:rsidRPr="00551AAB" w:rsidRDefault="00280FAB">
            <w:pPr>
              <w:spacing w:after="0" w:line="240" w:lineRule="auto"/>
              <w:rPr>
                <w:rFonts w:ascii="Gill Sans Nova" w:eastAsia="Times New Roman" w:hAnsi="Gill Sans Nova" w:cs="Arial"/>
                <w:noProof/>
                <w:color w:val="231F20"/>
                <w:szCs w:val="18"/>
                <w:lang w:eastAsia="fr-FR"/>
              </w:rPr>
            </w:pPr>
          </w:p>
        </w:tc>
        <w:tc>
          <w:tcPr>
            <w:tcW w:w="5315" w:type="dxa"/>
            <w:tcBorders>
              <w:top w:val="nil"/>
              <w:left w:val="nil"/>
              <w:bottom w:val="nil"/>
              <w:right w:val="nil"/>
            </w:tcBorders>
            <w:shd w:val="clear" w:color="auto" w:fill="auto"/>
            <w:vAlign w:val="center"/>
            <w:hideMark/>
          </w:tcPr>
          <w:p w14:paraId="76C063A8" w14:textId="77777777" w:rsidR="00280FAB" w:rsidRPr="00551AAB" w:rsidRDefault="00280FAB">
            <w:pPr>
              <w:spacing w:after="0" w:line="240" w:lineRule="auto"/>
              <w:rPr>
                <w:rFonts w:ascii="Gill Sans Nova" w:eastAsia="Times New Roman" w:hAnsi="Gill Sans Nova" w:cs="Calibri"/>
                <w:noProof/>
                <w:color w:val="000000"/>
                <w:lang w:eastAsia="fr-FR"/>
              </w:rPr>
            </w:pPr>
          </w:p>
        </w:tc>
      </w:tr>
      <w:tr w:rsidR="00280FAB" w:rsidRPr="00551AAB" w14:paraId="705DF04F" w14:textId="77777777">
        <w:trPr>
          <w:trHeight w:val="267"/>
        </w:trPr>
        <w:tc>
          <w:tcPr>
            <w:tcW w:w="4322" w:type="dxa"/>
            <w:tcBorders>
              <w:top w:val="nil"/>
              <w:left w:val="nil"/>
              <w:bottom w:val="nil"/>
              <w:right w:val="nil"/>
            </w:tcBorders>
            <w:shd w:val="clear" w:color="000000" w:fill="F2F2F2"/>
            <w:vAlign w:val="center"/>
            <w:hideMark/>
          </w:tcPr>
          <w:p w14:paraId="4317E261"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E-mail :</w:t>
            </w:r>
          </w:p>
        </w:tc>
        <w:tc>
          <w:tcPr>
            <w:tcW w:w="53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4701E"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bl>
    <w:p w14:paraId="5ED8F67E" w14:textId="77777777" w:rsidR="00280FAB" w:rsidRPr="00551AAB" w:rsidRDefault="00280FAB" w:rsidP="00280FAB">
      <w:pPr>
        <w:rPr>
          <w:rFonts w:ascii="Gill Sans Nova" w:hAnsi="Gill Sans Nova"/>
          <w:noProof/>
          <w:color w:val="E6007E" w:themeColor="accent1"/>
          <w:sz w:val="28"/>
        </w:rPr>
      </w:pPr>
    </w:p>
    <w:p w14:paraId="447519EA" w14:textId="77777777" w:rsidR="00280FAB" w:rsidRPr="00551AAB" w:rsidRDefault="00280FAB" w:rsidP="00280FAB">
      <w:pPr>
        <w:rPr>
          <w:rFonts w:ascii="Gill Sans Nova" w:hAnsi="Gill Sans Nova"/>
          <w:noProof/>
          <w:color w:val="009FE3" w:themeColor="text2"/>
          <w:sz w:val="28"/>
        </w:rPr>
      </w:pPr>
      <w:r w:rsidRPr="00551AAB">
        <w:rPr>
          <w:rFonts w:ascii="Gill Sans Nova" w:hAnsi="Gill Sans Nova"/>
          <w:noProof/>
          <w:color w:val="009FE3" w:themeColor="text2"/>
          <w:sz w:val="28"/>
        </w:rPr>
        <w:t xml:space="preserve">Suivi administratif &amp; financier du projet (à compléter si différent du chef de projet) : </w:t>
      </w:r>
    </w:p>
    <w:tbl>
      <w:tblPr>
        <w:tblW w:w="9537" w:type="dxa"/>
        <w:tblInd w:w="-142" w:type="dxa"/>
        <w:tblLayout w:type="fixed"/>
        <w:tblCellMar>
          <w:left w:w="70" w:type="dxa"/>
          <w:right w:w="70" w:type="dxa"/>
        </w:tblCellMar>
        <w:tblLook w:val="04A0" w:firstRow="1" w:lastRow="0" w:firstColumn="1" w:lastColumn="0" w:noHBand="0" w:noVBand="1"/>
      </w:tblPr>
      <w:tblGrid>
        <w:gridCol w:w="4278"/>
        <w:gridCol w:w="5259"/>
      </w:tblGrid>
      <w:tr w:rsidR="00280FAB" w:rsidRPr="00551AAB" w14:paraId="2E11A47B" w14:textId="77777777" w:rsidTr="006805B4">
        <w:trPr>
          <w:trHeight w:val="478"/>
        </w:trPr>
        <w:tc>
          <w:tcPr>
            <w:tcW w:w="4278" w:type="dxa"/>
            <w:tcBorders>
              <w:top w:val="nil"/>
              <w:left w:val="nil"/>
              <w:bottom w:val="nil"/>
              <w:right w:val="nil"/>
            </w:tcBorders>
            <w:shd w:val="clear" w:color="000000" w:fill="F2F2F2"/>
            <w:vAlign w:val="center"/>
            <w:hideMark/>
          </w:tcPr>
          <w:p w14:paraId="5B6FED30" w14:textId="77777777" w:rsidR="00280FAB" w:rsidRPr="00551AAB" w:rsidRDefault="00280FAB">
            <w:pPr>
              <w:spacing w:after="0" w:line="240" w:lineRule="auto"/>
              <w:ind w:left="71" w:hanging="71"/>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NOM Prénom :</w:t>
            </w:r>
          </w:p>
        </w:tc>
        <w:tc>
          <w:tcPr>
            <w:tcW w:w="5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B39B4"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r w:rsidR="00280FAB" w:rsidRPr="00551AAB" w14:paraId="56F61958" w14:textId="77777777" w:rsidTr="006805B4">
        <w:trPr>
          <w:trHeight w:val="191"/>
        </w:trPr>
        <w:tc>
          <w:tcPr>
            <w:tcW w:w="4278" w:type="dxa"/>
            <w:tcBorders>
              <w:top w:val="nil"/>
              <w:left w:val="nil"/>
              <w:bottom w:val="nil"/>
              <w:right w:val="nil"/>
            </w:tcBorders>
            <w:shd w:val="clear" w:color="auto" w:fill="auto"/>
            <w:vAlign w:val="center"/>
            <w:hideMark/>
          </w:tcPr>
          <w:p w14:paraId="75DFC059"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259" w:type="dxa"/>
            <w:tcBorders>
              <w:top w:val="nil"/>
              <w:left w:val="nil"/>
              <w:bottom w:val="nil"/>
              <w:right w:val="nil"/>
            </w:tcBorders>
            <w:shd w:val="clear" w:color="auto" w:fill="auto"/>
            <w:hideMark/>
          </w:tcPr>
          <w:p w14:paraId="23E302FB"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7D07E0A4" w14:textId="77777777" w:rsidTr="006805B4">
        <w:trPr>
          <w:trHeight w:val="478"/>
        </w:trPr>
        <w:tc>
          <w:tcPr>
            <w:tcW w:w="4278" w:type="dxa"/>
            <w:tcBorders>
              <w:top w:val="nil"/>
              <w:left w:val="nil"/>
              <w:bottom w:val="nil"/>
              <w:right w:val="nil"/>
            </w:tcBorders>
            <w:shd w:val="clear" w:color="000000" w:fill="F2F2F2"/>
            <w:vAlign w:val="center"/>
            <w:hideMark/>
          </w:tcPr>
          <w:p w14:paraId="3A372DB8"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Fonction :</w:t>
            </w:r>
          </w:p>
        </w:tc>
        <w:tc>
          <w:tcPr>
            <w:tcW w:w="5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1C322"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r w:rsidR="00280FAB" w:rsidRPr="00551AAB" w14:paraId="043660E6" w14:textId="77777777" w:rsidTr="006805B4">
        <w:trPr>
          <w:trHeight w:val="191"/>
        </w:trPr>
        <w:tc>
          <w:tcPr>
            <w:tcW w:w="4278" w:type="dxa"/>
            <w:tcBorders>
              <w:top w:val="nil"/>
              <w:left w:val="nil"/>
              <w:bottom w:val="nil"/>
              <w:right w:val="nil"/>
            </w:tcBorders>
            <w:shd w:val="clear" w:color="auto" w:fill="auto"/>
            <w:vAlign w:val="center"/>
            <w:hideMark/>
          </w:tcPr>
          <w:p w14:paraId="3241E5FF"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259" w:type="dxa"/>
            <w:tcBorders>
              <w:top w:val="nil"/>
              <w:left w:val="nil"/>
              <w:bottom w:val="nil"/>
              <w:right w:val="nil"/>
            </w:tcBorders>
            <w:shd w:val="clear" w:color="auto" w:fill="auto"/>
            <w:hideMark/>
          </w:tcPr>
          <w:p w14:paraId="25212933"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4A8245BF" w14:textId="77777777" w:rsidTr="006805B4">
        <w:trPr>
          <w:trHeight w:val="812"/>
        </w:trPr>
        <w:tc>
          <w:tcPr>
            <w:tcW w:w="4278" w:type="dxa"/>
            <w:tcBorders>
              <w:top w:val="nil"/>
              <w:left w:val="nil"/>
              <w:bottom w:val="nil"/>
              <w:right w:val="nil"/>
            </w:tcBorders>
            <w:shd w:val="clear" w:color="000000" w:fill="F2F2F2"/>
            <w:hideMark/>
          </w:tcPr>
          <w:p w14:paraId="35300317"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br/>
              <w:t>Adresse :</w:t>
            </w:r>
          </w:p>
        </w:tc>
        <w:tc>
          <w:tcPr>
            <w:tcW w:w="5259" w:type="dxa"/>
            <w:tcBorders>
              <w:top w:val="single" w:sz="4" w:space="0" w:color="auto"/>
              <w:left w:val="single" w:sz="4" w:space="0" w:color="auto"/>
              <w:bottom w:val="single" w:sz="4" w:space="0" w:color="auto"/>
              <w:right w:val="single" w:sz="4" w:space="0" w:color="auto"/>
            </w:tcBorders>
            <w:shd w:val="clear" w:color="auto" w:fill="auto"/>
            <w:hideMark/>
          </w:tcPr>
          <w:p w14:paraId="0DF3514A"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p>
        </w:tc>
      </w:tr>
      <w:tr w:rsidR="00280FAB" w:rsidRPr="00551AAB" w14:paraId="70085754" w14:textId="77777777" w:rsidTr="006805B4">
        <w:trPr>
          <w:trHeight w:val="191"/>
        </w:trPr>
        <w:tc>
          <w:tcPr>
            <w:tcW w:w="4278" w:type="dxa"/>
            <w:tcBorders>
              <w:top w:val="nil"/>
              <w:left w:val="nil"/>
              <w:bottom w:val="nil"/>
              <w:right w:val="nil"/>
            </w:tcBorders>
            <w:shd w:val="clear" w:color="auto" w:fill="auto"/>
            <w:vAlign w:val="center"/>
            <w:hideMark/>
          </w:tcPr>
          <w:p w14:paraId="02BA7D44"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259" w:type="dxa"/>
            <w:tcBorders>
              <w:top w:val="nil"/>
              <w:left w:val="nil"/>
              <w:bottom w:val="nil"/>
              <w:right w:val="nil"/>
            </w:tcBorders>
            <w:shd w:val="clear" w:color="auto" w:fill="auto"/>
            <w:hideMark/>
          </w:tcPr>
          <w:p w14:paraId="47645B1E"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60580A0F" w14:textId="77777777" w:rsidTr="006805B4">
        <w:trPr>
          <w:trHeight w:val="478"/>
        </w:trPr>
        <w:tc>
          <w:tcPr>
            <w:tcW w:w="4278" w:type="dxa"/>
            <w:tcBorders>
              <w:top w:val="nil"/>
              <w:left w:val="nil"/>
              <w:bottom w:val="nil"/>
              <w:right w:val="nil"/>
            </w:tcBorders>
            <w:shd w:val="clear" w:color="000000" w:fill="F2F2F2"/>
            <w:vAlign w:val="center"/>
            <w:hideMark/>
          </w:tcPr>
          <w:p w14:paraId="0B0B22A9"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Code postal / Ville :</w:t>
            </w:r>
          </w:p>
        </w:tc>
        <w:tc>
          <w:tcPr>
            <w:tcW w:w="5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D6BA9"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r w:rsidR="00280FAB" w:rsidRPr="00551AAB" w14:paraId="074342E5" w14:textId="77777777" w:rsidTr="006805B4">
        <w:trPr>
          <w:trHeight w:val="191"/>
        </w:trPr>
        <w:tc>
          <w:tcPr>
            <w:tcW w:w="4278" w:type="dxa"/>
            <w:tcBorders>
              <w:top w:val="nil"/>
              <w:left w:val="nil"/>
              <w:bottom w:val="nil"/>
              <w:right w:val="nil"/>
            </w:tcBorders>
            <w:shd w:val="clear" w:color="auto" w:fill="auto"/>
            <w:vAlign w:val="center"/>
            <w:hideMark/>
          </w:tcPr>
          <w:p w14:paraId="2C86CF38"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259" w:type="dxa"/>
            <w:tcBorders>
              <w:top w:val="nil"/>
              <w:left w:val="nil"/>
              <w:bottom w:val="nil"/>
              <w:right w:val="nil"/>
            </w:tcBorders>
            <w:shd w:val="clear" w:color="auto" w:fill="auto"/>
            <w:hideMark/>
          </w:tcPr>
          <w:p w14:paraId="4AC87527"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582F35A0" w14:textId="77777777" w:rsidTr="006805B4">
        <w:trPr>
          <w:trHeight w:val="191"/>
        </w:trPr>
        <w:tc>
          <w:tcPr>
            <w:tcW w:w="4278" w:type="dxa"/>
            <w:tcBorders>
              <w:top w:val="nil"/>
              <w:left w:val="nil"/>
              <w:bottom w:val="nil"/>
              <w:right w:val="nil"/>
            </w:tcBorders>
            <w:shd w:val="clear" w:color="auto" w:fill="auto"/>
            <w:vAlign w:val="center"/>
            <w:hideMark/>
          </w:tcPr>
          <w:p w14:paraId="3A6A09FB"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259" w:type="dxa"/>
            <w:tcBorders>
              <w:top w:val="nil"/>
              <w:left w:val="nil"/>
              <w:bottom w:val="nil"/>
              <w:right w:val="nil"/>
            </w:tcBorders>
            <w:shd w:val="clear" w:color="auto" w:fill="auto"/>
            <w:vAlign w:val="center"/>
            <w:hideMark/>
          </w:tcPr>
          <w:p w14:paraId="110DC445"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000DC431" w14:textId="77777777" w:rsidTr="006805B4">
        <w:trPr>
          <w:trHeight w:val="478"/>
        </w:trPr>
        <w:tc>
          <w:tcPr>
            <w:tcW w:w="4278" w:type="dxa"/>
            <w:tcBorders>
              <w:top w:val="nil"/>
              <w:left w:val="nil"/>
              <w:bottom w:val="nil"/>
              <w:right w:val="nil"/>
            </w:tcBorders>
            <w:shd w:val="clear" w:color="000000" w:fill="F2F2F2"/>
            <w:vAlign w:val="center"/>
            <w:hideMark/>
          </w:tcPr>
          <w:p w14:paraId="26291B8F"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Téléphone :</w:t>
            </w:r>
          </w:p>
        </w:tc>
        <w:tc>
          <w:tcPr>
            <w:tcW w:w="5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30E06"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r w:rsidR="00280FAB" w:rsidRPr="00551AAB" w14:paraId="36D2CF14" w14:textId="77777777" w:rsidTr="006805B4">
        <w:trPr>
          <w:trHeight w:val="191"/>
        </w:trPr>
        <w:tc>
          <w:tcPr>
            <w:tcW w:w="4278" w:type="dxa"/>
            <w:tcBorders>
              <w:top w:val="nil"/>
              <w:left w:val="nil"/>
              <w:bottom w:val="nil"/>
              <w:right w:val="nil"/>
            </w:tcBorders>
            <w:shd w:val="clear" w:color="auto" w:fill="auto"/>
            <w:vAlign w:val="center"/>
            <w:hideMark/>
          </w:tcPr>
          <w:p w14:paraId="2B2C2E45" w14:textId="77777777" w:rsidR="00280FAB" w:rsidRPr="00551AAB" w:rsidRDefault="00280FAB">
            <w:pPr>
              <w:spacing w:after="0" w:line="240" w:lineRule="auto"/>
              <w:rPr>
                <w:rFonts w:ascii="Gill Sans Nova" w:eastAsia="Times New Roman" w:hAnsi="Gill Sans Nova" w:cs="Arial"/>
                <w:noProof/>
                <w:color w:val="231F20"/>
                <w:sz w:val="4"/>
                <w:szCs w:val="4"/>
                <w:lang w:eastAsia="fr-FR"/>
              </w:rPr>
            </w:pPr>
          </w:p>
        </w:tc>
        <w:tc>
          <w:tcPr>
            <w:tcW w:w="5259" w:type="dxa"/>
            <w:tcBorders>
              <w:top w:val="nil"/>
              <w:left w:val="nil"/>
              <w:bottom w:val="nil"/>
              <w:right w:val="nil"/>
            </w:tcBorders>
            <w:shd w:val="clear" w:color="auto" w:fill="auto"/>
            <w:vAlign w:val="center"/>
            <w:hideMark/>
          </w:tcPr>
          <w:p w14:paraId="58F7D5D2" w14:textId="77777777" w:rsidR="00280FAB" w:rsidRPr="00551AAB" w:rsidRDefault="00280FAB">
            <w:pPr>
              <w:spacing w:after="0" w:line="240" w:lineRule="auto"/>
              <w:rPr>
                <w:rFonts w:ascii="Gill Sans Nova" w:eastAsia="Times New Roman" w:hAnsi="Gill Sans Nova" w:cs="Calibri"/>
                <w:noProof/>
                <w:color w:val="000000"/>
                <w:sz w:val="4"/>
                <w:szCs w:val="4"/>
                <w:lang w:eastAsia="fr-FR"/>
              </w:rPr>
            </w:pPr>
          </w:p>
        </w:tc>
      </w:tr>
      <w:tr w:rsidR="00280FAB" w:rsidRPr="00551AAB" w14:paraId="02A05EE1" w14:textId="77777777" w:rsidTr="006805B4">
        <w:trPr>
          <w:trHeight w:val="478"/>
        </w:trPr>
        <w:tc>
          <w:tcPr>
            <w:tcW w:w="4278" w:type="dxa"/>
            <w:tcBorders>
              <w:top w:val="nil"/>
              <w:left w:val="nil"/>
              <w:bottom w:val="nil"/>
              <w:right w:val="nil"/>
            </w:tcBorders>
            <w:shd w:val="clear" w:color="000000" w:fill="F2F2F2"/>
            <w:vAlign w:val="center"/>
            <w:hideMark/>
          </w:tcPr>
          <w:p w14:paraId="505EFA6C" w14:textId="77777777" w:rsidR="00280FAB" w:rsidRPr="00551AAB" w:rsidRDefault="00280FAB">
            <w:pPr>
              <w:spacing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E-mail :</w:t>
            </w:r>
          </w:p>
        </w:tc>
        <w:tc>
          <w:tcPr>
            <w:tcW w:w="5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9D800" w14:textId="77777777" w:rsidR="00280FAB" w:rsidRPr="00551AAB" w:rsidRDefault="00280FAB">
            <w:pPr>
              <w:spacing w:after="0" w:line="240" w:lineRule="auto"/>
              <w:rPr>
                <w:rFonts w:ascii="Gill Sans Nova" w:eastAsia="Times New Roman" w:hAnsi="Gill Sans Nova" w:cs="Arial"/>
                <w:noProof/>
                <w:color w:val="231F20"/>
                <w:sz w:val="18"/>
                <w:szCs w:val="18"/>
                <w:lang w:eastAsia="fr-FR"/>
              </w:rPr>
            </w:pPr>
            <w:r w:rsidRPr="00551AAB">
              <w:rPr>
                <w:rFonts w:ascii="Gill Sans Nova" w:eastAsia="Times New Roman" w:hAnsi="Gill Sans Nova" w:cs="Arial"/>
                <w:noProof/>
                <w:color w:val="231F20"/>
                <w:sz w:val="18"/>
                <w:szCs w:val="18"/>
                <w:lang w:eastAsia="fr-FR"/>
              </w:rPr>
              <w:t> </w:t>
            </w:r>
          </w:p>
        </w:tc>
      </w:tr>
    </w:tbl>
    <w:p w14:paraId="4FAA9DD8" w14:textId="77777777" w:rsidR="005D7C9E" w:rsidRPr="00551AAB" w:rsidRDefault="005D7C9E" w:rsidP="005D7C9E">
      <w:pPr>
        <w:rPr>
          <w:rFonts w:ascii="Gill Sans Nova" w:hAnsi="Gill Sans Nova"/>
        </w:rPr>
      </w:pPr>
    </w:p>
    <w:p w14:paraId="54FC7928" w14:textId="77777777" w:rsidR="005D7C9E" w:rsidRPr="00551AAB" w:rsidRDefault="005D7C9E">
      <w:pPr>
        <w:spacing w:after="160"/>
        <w:jc w:val="left"/>
        <w:rPr>
          <w:rFonts w:ascii="Gill Sans Nova" w:eastAsia="Arial" w:hAnsi="Gill Sans Nova" w:cs="Times New Roman"/>
          <w:noProof/>
          <w:color w:val="009FE3" w:themeColor="text2"/>
          <w:sz w:val="32"/>
        </w:rPr>
      </w:pPr>
      <w:r w:rsidRPr="00551AAB">
        <w:rPr>
          <w:rFonts w:ascii="Gill Sans Nova" w:hAnsi="Gill Sans Nova"/>
          <w:color w:val="009FE3" w:themeColor="text2"/>
        </w:rPr>
        <w:br w:type="page"/>
      </w:r>
    </w:p>
    <w:p w14:paraId="5D64A046" w14:textId="5F7635D8" w:rsidR="00280FAB" w:rsidRPr="00551AAB" w:rsidRDefault="00280FAB" w:rsidP="00280FAB">
      <w:pPr>
        <w:pStyle w:val="ATITREENCADRE"/>
        <w:rPr>
          <w:rFonts w:ascii="Gill Sans Nova" w:hAnsi="Gill Sans Nova"/>
          <w:color w:val="009FE3" w:themeColor="text2"/>
        </w:rPr>
      </w:pPr>
      <w:r w:rsidRPr="00551AAB">
        <w:rPr>
          <w:rFonts w:ascii="Gill Sans Nova" w:hAnsi="Gill Sans Nova"/>
          <w:color w:val="009FE3" w:themeColor="text2"/>
        </w:rPr>
        <w:t>Partenaire(s) du projet (optionnel – à dupliquer pour chacun des partenaires)</w:t>
      </w:r>
    </w:p>
    <w:p w14:paraId="786582A8" w14:textId="77777777" w:rsidR="00280FAB" w:rsidRPr="00551AAB" w:rsidRDefault="00280FAB" w:rsidP="00280FAB">
      <w:pPr>
        <w:pStyle w:val="BSOUSTITRESOULIGNE"/>
        <w:rPr>
          <w:rFonts w:ascii="Gill Sans Nova" w:eastAsiaTheme="minorHAnsi" w:hAnsi="Gill Sans Nova"/>
          <w:bCs w:val="0"/>
          <w:color w:val="009FE3" w:themeColor="text2"/>
          <w:lang w:bidi="ar-SA"/>
        </w:rPr>
      </w:pPr>
      <w:r w:rsidRPr="00551AAB">
        <w:rPr>
          <w:rFonts w:ascii="Gill Sans Nova" w:eastAsiaTheme="minorHAnsi" w:hAnsi="Gill Sans Nova"/>
          <w:bCs w:val="0"/>
          <w:color w:val="009FE3" w:themeColor="text2"/>
          <w:lang w:bidi="ar-SA"/>
        </w:rPr>
        <w:t>Renseignements administratifs et juridiques :</w:t>
      </w:r>
    </w:p>
    <w:tbl>
      <w:tblPr>
        <w:tblW w:w="9498" w:type="dxa"/>
        <w:jc w:val="center"/>
        <w:tblCellMar>
          <w:left w:w="70" w:type="dxa"/>
          <w:right w:w="70" w:type="dxa"/>
        </w:tblCellMar>
        <w:tblLook w:val="04A0" w:firstRow="1" w:lastRow="0" w:firstColumn="1" w:lastColumn="0" w:noHBand="0" w:noVBand="1"/>
      </w:tblPr>
      <w:tblGrid>
        <w:gridCol w:w="4235"/>
        <w:gridCol w:w="5263"/>
      </w:tblGrid>
      <w:tr w:rsidR="00280FAB" w:rsidRPr="00551AAB" w14:paraId="32F8F313" w14:textId="77777777">
        <w:trPr>
          <w:trHeight w:val="18"/>
          <w:jc w:val="center"/>
        </w:trPr>
        <w:tc>
          <w:tcPr>
            <w:tcW w:w="4235" w:type="dxa"/>
            <w:shd w:val="clear" w:color="auto" w:fill="F2F2F2"/>
            <w:vAlign w:val="center"/>
            <w:hideMark/>
          </w:tcPr>
          <w:p w14:paraId="69526715" w14:textId="77777777" w:rsidR="00280FAB" w:rsidRPr="00551AAB" w:rsidRDefault="00280FAB">
            <w:pPr>
              <w:spacing w:before="100" w:beforeAutospacing="1" w:after="0" w:line="240" w:lineRule="auto"/>
              <w:ind w:left="1221" w:hanging="1221"/>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Nom du partenaire :</w:t>
            </w:r>
          </w:p>
        </w:tc>
        <w:tc>
          <w:tcPr>
            <w:tcW w:w="5263" w:type="dxa"/>
            <w:tcBorders>
              <w:top w:val="single" w:sz="4" w:space="0" w:color="auto"/>
              <w:left w:val="single" w:sz="4" w:space="0" w:color="auto"/>
              <w:bottom w:val="single" w:sz="4" w:space="0" w:color="auto"/>
              <w:right w:val="single" w:sz="4" w:space="0" w:color="auto"/>
            </w:tcBorders>
            <w:vAlign w:val="center"/>
            <w:hideMark/>
          </w:tcPr>
          <w:p w14:paraId="19497ACE" w14:textId="77777777" w:rsidR="00280FAB" w:rsidRPr="00551AAB" w:rsidRDefault="00280FAB">
            <w:pPr>
              <w:spacing w:after="0" w:line="240" w:lineRule="auto"/>
              <w:rPr>
                <w:rFonts w:ascii="Gill Sans Nova" w:eastAsia="Times New Roman" w:hAnsi="Gill Sans Nova" w:cstheme="majorHAnsi"/>
                <w:noProof/>
                <w:color w:val="231F20"/>
                <w:lang w:eastAsia="fr-FR"/>
              </w:rPr>
            </w:pPr>
            <w:r w:rsidRPr="00551AAB">
              <w:rPr>
                <w:rFonts w:ascii="Gill Sans Nova" w:eastAsia="Times New Roman" w:hAnsi="Gill Sans Nova" w:cstheme="majorHAnsi"/>
                <w:noProof/>
                <w:color w:val="231F20"/>
                <w:lang w:eastAsia="fr-FR"/>
              </w:rPr>
              <w:t> </w:t>
            </w:r>
          </w:p>
        </w:tc>
      </w:tr>
      <w:tr w:rsidR="00280FAB" w:rsidRPr="00551AAB" w14:paraId="3F11E91C" w14:textId="77777777">
        <w:trPr>
          <w:trHeight w:val="85"/>
          <w:jc w:val="center"/>
        </w:trPr>
        <w:tc>
          <w:tcPr>
            <w:tcW w:w="4235" w:type="dxa"/>
            <w:vAlign w:val="center"/>
            <w:hideMark/>
          </w:tcPr>
          <w:p w14:paraId="1391E943" w14:textId="77777777" w:rsidR="00280FAB" w:rsidRPr="00551AAB" w:rsidRDefault="00280FAB">
            <w:pPr>
              <w:spacing w:before="100" w:beforeAutospacing="1" w:after="0"/>
              <w:jc w:val="left"/>
              <w:rPr>
                <w:rFonts w:ascii="Gill Sans Nova" w:hAnsi="Gill Sans Nova"/>
                <w:bCs/>
                <w:sz w:val="4"/>
                <w:szCs w:val="4"/>
                <w:lang w:eastAsia="fr-FR"/>
              </w:rPr>
            </w:pPr>
          </w:p>
        </w:tc>
        <w:tc>
          <w:tcPr>
            <w:tcW w:w="5263" w:type="dxa"/>
            <w:vAlign w:val="center"/>
            <w:hideMark/>
          </w:tcPr>
          <w:p w14:paraId="5FAE5C25" w14:textId="77777777" w:rsidR="00280FAB" w:rsidRPr="00551AAB" w:rsidRDefault="00280FAB">
            <w:pPr>
              <w:spacing w:after="0"/>
              <w:jc w:val="left"/>
              <w:rPr>
                <w:rFonts w:ascii="Gill Sans Nova" w:hAnsi="Gill Sans Nova"/>
                <w:bCs/>
                <w:sz w:val="4"/>
                <w:szCs w:val="4"/>
                <w:lang w:eastAsia="fr-FR"/>
              </w:rPr>
            </w:pPr>
          </w:p>
        </w:tc>
      </w:tr>
      <w:tr w:rsidR="00280FAB" w:rsidRPr="00551AAB" w14:paraId="11DFA9D3" w14:textId="77777777">
        <w:trPr>
          <w:trHeight w:val="30"/>
          <w:jc w:val="center"/>
        </w:trPr>
        <w:tc>
          <w:tcPr>
            <w:tcW w:w="4235" w:type="dxa"/>
            <w:vMerge w:val="restart"/>
            <w:shd w:val="clear" w:color="auto" w:fill="F2F2F2"/>
            <w:hideMark/>
          </w:tcPr>
          <w:p w14:paraId="2D289FB4" w14:textId="77777777" w:rsidR="00280FAB" w:rsidRPr="00551AAB" w:rsidRDefault="00280FAB">
            <w:pPr>
              <w:spacing w:before="100" w:beforeAutospacing="1"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Type d’entreprise :</w:t>
            </w:r>
          </w:p>
          <w:p w14:paraId="0A838FA4" w14:textId="77777777" w:rsidR="00280FAB" w:rsidRPr="00551AAB" w:rsidRDefault="00280FAB">
            <w:pPr>
              <w:spacing w:before="100" w:beforeAutospacing="1" w:after="0" w:line="240" w:lineRule="auto"/>
              <w:rPr>
                <w:rFonts w:ascii="Gill Sans Nova" w:eastAsia="Times New Roman" w:hAnsi="Gill Sans Nova" w:cs="Arial"/>
                <w:noProof/>
                <w:color w:val="231F20"/>
                <w:szCs w:val="18"/>
                <w:lang w:eastAsia="fr-FR"/>
              </w:rPr>
            </w:pPr>
            <w:r w:rsidRPr="00551AAB">
              <w:rPr>
                <w:rFonts w:ascii="Gill Sans Nova" w:eastAsia="Times New Roman" w:hAnsi="Gill Sans Nova" w:cs="Arial"/>
                <w:noProof/>
                <w:color w:val="231F20"/>
                <w:szCs w:val="18"/>
                <w:lang w:eastAsia="fr-FR"/>
              </w:rPr>
              <w:t>(cocher la case correspondante)</w:t>
            </w:r>
          </w:p>
        </w:tc>
        <w:tc>
          <w:tcPr>
            <w:tcW w:w="5263" w:type="dxa"/>
            <w:tcBorders>
              <w:top w:val="single" w:sz="4" w:space="0" w:color="auto"/>
              <w:left w:val="single" w:sz="4" w:space="0" w:color="auto"/>
              <w:bottom w:val="single" w:sz="4" w:space="0" w:color="auto"/>
              <w:right w:val="single" w:sz="4" w:space="0" w:color="auto"/>
            </w:tcBorders>
            <w:shd w:val="clear" w:color="auto" w:fill="auto"/>
          </w:tcPr>
          <w:p w14:paraId="742A327C"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MS Gothic" w:hAnsi="Gill Sans Nova" w:cstheme="majorHAnsi"/>
                  <w:noProof/>
                  <w:lang w:eastAsia="fr-FR"/>
                </w:rPr>
                <w:id w:val="-1472749351"/>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MS Gothic" w:hAnsi="Gill Sans Nova" w:cstheme="majorHAnsi"/>
                <w:noProof/>
                <w:lang w:eastAsia="fr-FR"/>
              </w:rPr>
              <w:t xml:space="preserve"> </w:t>
            </w:r>
            <w:r w:rsidR="00280FAB" w:rsidRPr="00551AAB">
              <w:rPr>
                <w:rFonts w:ascii="Gill Sans Nova" w:eastAsia="Times New Roman" w:hAnsi="Gill Sans Nova" w:cstheme="majorHAnsi"/>
                <w:noProof/>
                <w:lang w:eastAsia="fr-FR"/>
              </w:rPr>
              <w:t>Fournisseur de technologie</w:t>
            </w:r>
          </w:p>
        </w:tc>
      </w:tr>
      <w:tr w:rsidR="00280FAB" w:rsidRPr="00551AAB" w14:paraId="5DBAC7C0" w14:textId="77777777">
        <w:trPr>
          <w:trHeight w:val="18"/>
          <w:jc w:val="center"/>
        </w:trPr>
        <w:tc>
          <w:tcPr>
            <w:tcW w:w="0" w:type="auto"/>
            <w:vMerge/>
            <w:vAlign w:val="center"/>
            <w:hideMark/>
          </w:tcPr>
          <w:p w14:paraId="4C82B0FC" w14:textId="77777777" w:rsidR="00280FAB" w:rsidRPr="00551AAB" w:rsidRDefault="00280FAB">
            <w:pPr>
              <w:spacing w:before="100" w:beforeAutospacing="1" w:after="0"/>
              <w:jc w:val="left"/>
              <w:rPr>
                <w:rFonts w:ascii="Gill Sans Nova" w:eastAsia="Times New Roman" w:hAnsi="Gill Sans Nova" w:cs="Arial"/>
                <w:noProof/>
                <w:color w:val="231F20"/>
                <w:szCs w:val="18"/>
                <w:lang w:val="en-US" w:eastAsia="fr-FR"/>
              </w:rPr>
            </w:pPr>
          </w:p>
        </w:tc>
        <w:tc>
          <w:tcPr>
            <w:tcW w:w="5263" w:type="dxa"/>
            <w:tcBorders>
              <w:top w:val="single" w:sz="4" w:space="0" w:color="auto"/>
              <w:left w:val="single" w:sz="4" w:space="0" w:color="auto"/>
              <w:bottom w:val="single" w:sz="4" w:space="0" w:color="auto"/>
              <w:right w:val="single" w:sz="4" w:space="0" w:color="auto"/>
            </w:tcBorders>
            <w:shd w:val="clear" w:color="auto" w:fill="auto"/>
          </w:tcPr>
          <w:p w14:paraId="4CCC8944" w14:textId="77777777" w:rsidR="00280FAB" w:rsidRPr="00551AAB" w:rsidRDefault="00F17D4B">
            <w:pPr>
              <w:spacing w:after="0" w:line="240" w:lineRule="auto"/>
              <w:jc w:val="left"/>
              <w:rPr>
                <w:rFonts w:ascii="Gill Sans Nova" w:eastAsia="Times New Roman" w:hAnsi="Gill Sans Nova" w:cstheme="majorHAnsi"/>
                <w:noProof/>
                <w:lang w:val="en-US" w:eastAsia="fr-FR"/>
              </w:rPr>
            </w:pPr>
            <w:sdt>
              <w:sdtPr>
                <w:rPr>
                  <w:rFonts w:ascii="Gill Sans Nova" w:eastAsia="Times New Roman" w:hAnsi="Gill Sans Nova" w:cstheme="majorHAnsi"/>
                  <w:noProof/>
                  <w:lang w:eastAsia="fr-FR"/>
                </w:rPr>
                <w:id w:val="288491095"/>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Collectivité locale</w:t>
            </w:r>
          </w:p>
        </w:tc>
      </w:tr>
      <w:tr w:rsidR="00280FAB" w:rsidRPr="00551AAB" w14:paraId="59884C3A" w14:textId="77777777">
        <w:trPr>
          <w:trHeight w:val="18"/>
          <w:jc w:val="center"/>
        </w:trPr>
        <w:tc>
          <w:tcPr>
            <w:tcW w:w="0" w:type="auto"/>
            <w:vMerge/>
            <w:vAlign w:val="center"/>
            <w:hideMark/>
          </w:tcPr>
          <w:p w14:paraId="618DE69E" w14:textId="77777777" w:rsidR="00280FAB" w:rsidRPr="00551AAB" w:rsidRDefault="00280FAB">
            <w:pPr>
              <w:spacing w:before="100" w:beforeAutospacing="1" w:after="0"/>
              <w:jc w:val="left"/>
              <w:rPr>
                <w:rFonts w:ascii="Gill Sans Nova" w:eastAsia="Times New Roman" w:hAnsi="Gill Sans Nova" w:cs="Arial"/>
                <w:noProof/>
                <w:color w:val="231F20"/>
                <w:szCs w:val="18"/>
                <w:lang w:val="en-US" w:eastAsia="fr-FR"/>
              </w:rPr>
            </w:pPr>
          </w:p>
        </w:tc>
        <w:tc>
          <w:tcPr>
            <w:tcW w:w="5263" w:type="dxa"/>
            <w:tcBorders>
              <w:top w:val="single" w:sz="4" w:space="0" w:color="auto"/>
              <w:left w:val="single" w:sz="4" w:space="0" w:color="auto"/>
              <w:bottom w:val="single" w:sz="4" w:space="0" w:color="auto"/>
              <w:right w:val="single" w:sz="4" w:space="0" w:color="auto"/>
            </w:tcBorders>
            <w:shd w:val="clear" w:color="auto" w:fill="auto"/>
          </w:tcPr>
          <w:p w14:paraId="1BD51B62"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Times New Roman" w:hAnsi="Gill Sans Nova" w:cstheme="majorHAnsi"/>
                  <w:noProof/>
                  <w:lang w:eastAsia="fr-FR"/>
                </w:rPr>
                <w:id w:val="2005853006"/>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Opérateur de collecte / centres de tri </w:t>
            </w:r>
          </w:p>
        </w:tc>
      </w:tr>
      <w:tr w:rsidR="00280FAB" w:rsidRPr="00551AAB" w14:paraId="327B2CC2" w14:textId="77777777">
        <w:trPr>
          <w:trHeight w:val="18"/>
          <w:jc w:val="center"/>
        </w:trPr>
        <w:tc>
          <w:tcPr>
            <w:tcW w:w="0" w:type="auto"/>
            <w:vMerge/>
            <w:vAlign w:val="center"/>
            <w:hideMark/>
          </w:tcPr>
          <w:p w14:paraId="5CE12DCD" w14:textId="77777777" w:rsidR="00280FAB" w:rsidRPr="00551AAB" w:rsidRDefault="00280FAB">
            <w:pPr>
              <w:spacing w:before="100" w:beforeAutospacing="1" w:after="0"/>
              <w:jc w:val="left"/>
              <w:rPr>
                <w:rFonts w:ascii="Gill Sans Nova" w:eastAsia="Times New Roman" w:hAnsi="Gill Sans Nova" w:cs="Arial"/>
                <w:noProof/>
                <w:color w:val="231F20"/>
                <w:szCs w:val="18"/>
                <w:lang w:eastAsia="fr-FR"/>
              </w:rPr>
            </w:pPr>
          </w:p>
        </w:tc>
        <w:tc>
          <w:tcPr>
            <w:tcW w:w="5263" w:type="dxa"/>
            <w:tcBorders>
              <w:top w:val="single" w:sz="4" w:space="0" w:color="auto"/>
              <w:left w:val="single" w:sz="4" w:space="0" w:color="auto"/>
              <w:bottom w:val="single" w:sz="4" w:space="0" w:color="auto"/>
              <w:right w:val="single" w:sz="4" w:space="0" w:color="auto"/>
            </w:tcBorders>
            <w:shd w:val="clear" w:color="auto" w:fill="auto"/>
          </w:tcPr>
          <w:p w14:paraId="45A6FE6B" w14:textId="77777777" w:rsidR="00280FAB" w:rsidRPr="00551AAB" w:rsidRDefault="00F17D4B">
            <w:pPr>
              <w:spacing w:after="0" w:line="240" w:lineRule="auto"/>
              <w:jc w:val="left"/>
              <w:rPr>
                <w:rFonts w:ascii="Gill Sans Nova" w:eastAsia="Times New Roman" w:hAnsi="Gill Sans Nova" w:cstheme="majorHAnsi"/>
                <w:noProof/>
                <w:lang w:val="en-US" w:eastAsia="fr-FR"/>
              </w:rPr>
            </w:pPr>
            <w:sdt>
              <w:sdtPr>
                <w:rPr>
                  <w:rFonts w:ascii="Gill Sans Nova" w:eastAsia="Times New Roman" w:hAnsi="Gill Sans Nova" w:cstheme="majorHAnsi"/>
                  <w:noProof/>
                  <w:lang w:eastAsia="fr-FR"/>
                </w:rPr>
                <w:id w:val="-2036105453"/>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Syndicat professionnel</w:t>
            </w:r>
          </w:p>
        </w:tc>
      </w:tr>
      <w:tr w:rsidR="00280FAB" w:rsidRPr="00551AAB" w14:paraId="527E221A" w14:textId="77777777">
        <w:trPr>
          <w:trHeight w:val="18"/>
          <w:jc w:val="center"/>
        </w:trPr>
        <w:tc>
          <w:tcPr>
            <w:tcW w:w="0" w:type="auto"/>
            <w:vAlign w:val="center"/>
          </w:tcPr>
          <w:p w14:paraId="3A70D8CE" w14:textId="77777777" w:rsidR="00280FAB" w:rsidRPr="00551AAB" w:rsidRDefault="00280FAB">
            <w:pPr>
              <w:spacing w:before="100" w:beforeAutospacing="1" w:after="0"/>
              <w:jc w:val="left"/>
              <w:rPr>
                <w:rFonts w:ascii="Gill Sans Nova" w:eastAsia="Times New Roman" w:hAnsi="Gill Sans Nova" w:cs="Arial"/>
                <w:noProof/>
                <w:color w:val="231F20"/>
                <w:szCs w:val="18"/>
                <w:lang w:val="en-US" w:eastAsia="fr-FR"/>
              </w:rPr>
            </w:pPr>
          </w:p>
        </w:tc>
        <w:tc>
          <w:tcPr>
            <w:tcW w:w="5263" w:type="dxa"/>
            <w:tcBorders>
              <w:top w:val="single" w:sz="4" w:space="0" w:color="auto"/>
              <w:left w:val="single" w:sz="4" w:space="0" w:color="auto"/>
              <w:bottom w:val="single" w:sz="4" w:space="0" w:color="auto"/>
              <w:right w:val="single" w:sz="4" w:space="0" w:color="auto"/>
            </w:tcBorders>
            <w:shd w:val="clear" w:color="auto" w:fill="auto"/>
          </w:tcPr>
          <w:p w14:paraId="163A37DF"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Times New Roman" w:hAnsi="Gill Sans Nova" w:cstheme="majorHAnsi"/>
                  <w:noProof/>
                  <w:lang w:eastAsia="fr-FR"/>
                </w:rPr>
                <w:id w:val="1382364265"/>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w:t>
            </w:r>
            <w:r w:rsidR="00280FAB" w:rsidRPr="00551AAB">
              <w:rPr>
                <w:rFonts w:ascii="Gill Sans Nova" w:eastAsia="MS Gothic" w:hAnsi="Gill Sans Nova" w:cstheme="majorHAnsi"/>
                <w:noProof/>
                <w:lang w:eastAsia="fr-FR"/>
              </w:rPr>
              <w:t>Recycleur / utilisateur de matière recyclée</w:t>
            </w:r>
          </w:p>
        </w:tc>
      </w:tr>
      <w:tr w:rsidR="00280FAB" w:rsidRPr="00551AAB" w14:paraId="4FDC6A5C" w14:textId="77777777">
        <w:trPr>
          <w:trHeight w:val="18"/>
          <w:jc w:val="center"/>
        </w:trPr>
        <w:tc>
          <w:tcPr>
            <w:tcW w:w="0" w:type="auto"/>
            <w:vAlign w:val="center"/>
          </w:tcPr>
          <w:p w14:paraId="4BEF3336" w14:textId="77777777" w:rsidR="00280FAB" w:rsidRPr="00551AAB" w:rsidRDefault="00280FAB">
            <w:pPr>
              <w:spacing w:before="100" w:beforeAutospacing="1" w:after="0"/>
              <w:jc w:val="left"/>
              <w:rPr>
                <w:rFonts w:ascii="Gill Sans Nova" w:eastAsia="Times New Roman" w:hAnsi="Gill Sans Nova" w:cs="Arial"/>
                <w:noProof/>
                <w:color w:val="231F20"/>
                <w:szCs w:val="18"/>
                <w:lang w:eastAsia="fr-FR"/>
              </w:rPr>
            </w:pPr>
          </w:p>
        </w:tc>
        <w:tc>
          <w:tcPr>
            <w:tcW w:w="5263" w:type="dxa"/>
            <w:tcBorders>
              <w:top w:val="single" w:sz="4" w:space="0" w:color="auto"/>
              <w:left w:val="single" w:sz="4" w:space="0" w:color="auto"/>
              <w:bottom w:val="single" w:sz="4" w:space="0" w:color="auto"/>
              <w:right w:val="single" w:sz="4" w:space="0" w:color="auto"/>
            </w:tcBorders>
            <w:shd w:val="clear" w:color="auto" w:fill="auto"/>
          </w:tcPr>
          <w:p w14:paraId="328C6A72" w14:textId="77777777" w:rsidR="00280FAB" w:rsidRPr="00551AAB" w:rsidRDefault="00F17D4B">
            <w:pPr>
              <w:spacing w:after="0" w:line="240" w:lineRule="auto"/>
              <w:jc w:val="left"/>
              <w:rPr>
                <w:rFonts w:ascii="Gill Sans Nova" w:eastAsia="Times New Roman" w:hAnsi="Gill Sans Nova" w:cstheme="majorHAnsi"/>
                <w:noProof/>
                <w:lang w:val="en-US" w:eastAsia="fr-FR"/>
              </w:rPr>
            </w:pPr>
            <w:sdt>
              <w:sdtPr>
                <w:rPr>
                  <w:rFonts w:ascii="Gill Sans Nova" w:eastAsia="Times New Roman" w:hAnsi="Gill Sans Nova" w:cstheme="majorHAnsi"/>
                  <w:noProof/>
                  <w:lang w:eastAsia="fr-FR"/>
                </w:rPr>
                <w:id w:val="-230778445"/>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Consultant</w:t>
            </w:r>
          </w:p>
        </w:tc>
      </w:tr>
      <w:tr w:rsidR="00280FAB" w:rsidRPr="00551AAB" w14:paraId="531C6737" w14:textId="77777777">
        <w:trPr>
          <w:trHeight w:val="18"/>
          <w:jc w:val="center"/>
        </w:trPr>
        <w:tc>
          <w:tcPr>
            <w:tcW w:w="0" w:type="auto"/>
            <w:vAlign w:val="center"/>
          </w:tcPr>
          <w:p w14:paraId="55E9282F" w14:textId="77777777" w:rsidR="00280FAB" w:rsidRPr="00551AAB" w:rsidRDefault="00280FAB">
            <w:pPr>
              <w:spacing w:before="100" w:beforeAutospacing="1" w:after="0"/>
              <w:jc w:val="left"/>
              <w:rPr>
                <w:rFonts w:ascii="Gill Sans Nova" w:eastAsia="Times New Roman" w:hAnsi="Gill Sans Nova" w:cs="Arial"/>
                <w:noProof/>
                <w:color w:val="231F20"/>
                <w:szCs w:val="18"/>
                <w:lang w:val="en-US" w:eastAsia="fr-FR"/>
              </w:rPr>
            </w:pPr>
          </w:p>
        </w:tc>
        <w:tc>
          <w:tcPr>
            <w:tcW w:w="5263" w:type="dxa"/>
            <w:tcBorders>
              <w:top w:val="single" w:sz="4" w:space="0" w:color="auto"/>
              <w:left w:val="single" w:sz="4" w:space="0" w:color="auto"/>
              <w:bottom w:val="single" w:sz="4" w:space="0" w:color="auto"/>
              <w:right w:val="single" w:sz="4" w:space="0" w:color="auto"/>
            </w:tcBorders>
            <w:shd w:val="clear" w:color="auto" w:fill="auto"/>
          </w:tcPr>
          <w:p w14:paraId="6CB767F7" w14:textId="77777777" w:rsidR="00280FAB" w:rsidRPr="00551AAB" w:rsidRDefault="00F17D4B">
            <w:pPr>
              <w:spacing w:after="0" w:line="240" w:lineRule="auto"/>
              <w:jc w:val="left"/>
              <w:rPr>
                <w:rFonts w:ascii="Gill Sans Nova" w:eastAsia="Times New Roman" w:hAnsi="Gill Sans Nova" w:cstheme="majorHAnsi"/>
                <w:noProof/>
                <w:lang w:val="en-US" w:eastAsia="fr-FR"/>
              </w:rPr>
            </w:pPr>
            <w:sdt>
              <w:sdtPr>
                <w:rPr>
                  <w:rFonts w:ascii="Gill Sans Nova" w:eastAsia="Times New Roman" w:hAnsi="Gill Sans Nova" w:cstheme="majorHAnsi"/>
                  <w:noProof/>
                  <w:lang w:eastAsia="fr-FR"/>
                </w:rPr>
                <w:id w:val="-1224133132"/>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Fabricant / Transformateur d’emballage </w:t>
            </w:r>
          </w:p>
        </w:tc>
      </w:tr>
      <w:tr w:rsidR="00280FAB" w:rsidRPr="00551AAB" w14:paraId="7BAED961" w14:textId="77777777">
        <w:trPr>
          <w:trHeight w:val="18"/>
          <w:jc w:val="center"/>
        </w:trPr>
        <w:tc>
          <w:tcPr>
            <w:tcW w:w="0" w:type="auto"/>
            <w:vAlign w:val="center"/>
          </w:tcPr>
          <w:p w14:paraId="03B085D2" w14:textId="77777777" w:rsidR="00280FAB" w:rsidRPr="00551AAB" w:rsidRDefault="00280FAB">
            <w:pPr>
              <w:spacing w:before="100" w:beforeAutospacing="1" w:after="0"/>
              <w:jc w:val="left"/>
              <w:rPr>
                <w:rFonts w:ascii="Gill Sans Nova" w:eastAsia="Times New Roman" w:hAnsi="Gill Sans Nova" w:cs="Arial"/>
                <w:noProof/>
                <w:color w:val="231F20"/>
                <w:szCs w:val="18"/>
                <w:lang w:val="en-US" w:eastAsia="fr-FR"/>
              </w:rPr>
            </w:pPr>
          </w:p>
        </w:tc>
        <w:tc>
          <w:tcPr>
            <w:tcW w:w="5263" w:type="dxa"/>
            <w:tcBorders>
              <w:top w:val="single" w:sz="4" w:space="0" w:color="auto"/>
              <w:left w:val="single" w:sz="4" w:space="0" w:color="auto"/>
              <w:bottom w:val="single" w:sz="4" w:space="0" w:color="auto"/>
              <w:right w:val="single" w:sz="4" w:space="0" w:color="auto"/>
            </w:tcBorders>
            <w:shd w:val="clear" w:color="auto" w:fill="auto"/>
          </w:tcPr>
          <w:p w14:paraId="260A7ECA" w14:textId="77777777" w:rsidR="00280FAB" w:rsidRPr="00551AAB" w:rsidRDefault="00F17D4B">
            <w:pPr>
              <w:spacing w:after="0" w:line="240" w:lineRule="auto"/>
              <w:jc w:val="left"/>
              <w:rPr>
                <w:rFonts w:ascii="Gill Sans Nova" w:eastAsia="Times New Roman" w:hAnsi="Gill Sans Nova" w:cstheme="majorHAnsi"/>
                <w:noProof/>
                <w:lang w:eastAsia="fr-FR"/>
              </w:rPr>
            </w:pPr>
            <w:sdt>
              <w:sdtPr>
                <w:rPr>
                  <w:rFonts w:ascii="Gill Sans Nova" w:eastAsia="MS Gothic" w:hAnsi="Gill Sans Nova" w:cstheme="majorHAnsi"/>
                  <w:noProof/>
                  <w:lang w:eastAsia="fr-FR"/>
                </w:rPr>
                <w:id w:val="-1522861274"/>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MS Gothic" w:hAnsi="Gill Sans Nova" w:cstheme="majorHAnsi"/>
                <w:noProof/>
                <w:lang w:eastAsia="fr-FR"/>
              </w:rPr>
              <w:t xml:space="preserve"> Metteur en marché</w:t>
            </w:r>
          </w:p>
        </w:tc>
      </w:tr>
      <w:tr w:rsidR="00280FAB" w:rsidRPr="00551AAB" w14:paraId="748DBDC0" w14:textId="77777777">
        <w:trPr>
          <w:trHeight w:val="18"/>
          <w:jc w:val="center"/>
        </w:trPr>
        <w:tc>
          <w:tcPr>
            <w:tcW w:w="0" w:type="auto"/>
            <w:vAlign w:val="center"/>
          </w:tcPr>
          <w:p w14:paraId="7DD661CF" w14:textId="77777777" w:rsidR="00280FAB" w:rsidRPr="00551AAB" w:rsidRDefault="00280FAB">
            <w:pPr>
              <w:spacing w:before="100" w:beforeAutospacing="1" w:after="0"/>
              <w:jc w:val="left"/>
              <w:rPr>
                <w:rFonts w:ascii="Gill Sans Nova" w:eastAsia="Times New Roman" w:hAnsi="Gill Sans Nova" w:cs="Arial"/>
                <w:noProof/>
                <w:color w:val="231F20"/>
                <w:szCs w:val="18"/>
                <w:lang w:val="en-US" w:eastAsia="fr-FR"/>
              </w:rPr>
            </w:pPr>
          </w:p>
        </w:tc>
        <w:tc>
          <w:tcPr>
            <w:tcW w:w="5263" w:type="dxa"/>
            <w:tcBorders>
              <w:top w:val="single" w:sz="4" w:space="0" w:color="auto"/>
              <w:left w:val="single" w:sz="4" w:space="0" w:color="auto"/>
              <w:bottom w:val="single" w:sz="4" w:space="0" w:color="auto"/>
              <w:right w:val="single" w:sz="4" w:space="0" w:color="auto"/>
            </w:tcBorders>
            <w:shd w:val="clear" w:color="auto" w:fill="auto"/>
          </w:tcPr>
          <w:p w14:paraId="247340E8" w14:textId="77777777" w:rsidR="00280FAB" w:rsidRPr="00551AAB" w:rsidRDefault="00F17D4B">
            <w:pPr>
              <w:spacing w:after="0" w:line="240" w:lineRule="auto"/>
              <w:jc w:val="left"/>
              <w:rPr>
                <w:rFonts w:ascii="Gill Sans Nova" w:eastAsia="MS Gothic" w:hAnsi="Gill Sans Nova" w:cstheme="majorHAnsi"/>
                <w:noProof/>
                <w:lang w:eastAsia="fr-FR"/>
              </w:rPr>
            </w:pPr>
            <w:sdt>
              <w:sdtPr>
                <w:rPr>
                  <w:rFonts w:ascii="Gill Sans Nova" w:eastAsia="Times New Roman" w:hAnsi="Gill Sans Nova" w:cstheme="majorHAnsi"/>
                  <w:noProof/>
                  <w:lang w:eastAsia="fr-FR"/>
                </w:rPr>
                <w:id w:val="1586879957"/>
                <w14:checkbox>
                  <w14:checked w14:val="0"/>
                  <w14:checkedState w14:val="2612" w14:font="MS Gothic"/>
                  <w14:uncheckedState w14:val="2610" w14:font="MS Gothic"/>
                </w14:checkbox>
              </w:sdtPr>
              <w:sdtEndPr/>
              <w:sdtContent>
                <w:r w:rsidR="00280FAB" w:rsidRPr="00551AAB">
                  <w:rPr>
                    <w:rFonts w:ascii="Segoe UI Symbol" w:eastAsia="MS Gothic" w:hAnsi="Segoe UI Symbol" w:cs="Segoe UI Symbol"/>
                    <w:noProof/>
                    <w:lang w:eastAsia="fr-FR"/>
                  </w:rPr>
                  <w:t>☐</w:t>
                </w:r>
              </w:sdtContent>
            </w:sdt>
            <w:r w:rsidR="00280FAB" w:rsidRPr="00551AAB">
              <w:rPr>
                <w:rFonts w:ascii="Gill Sans Nova" w:eastAsia="Times New Roman" w:hAnsi="Gill Sans Nova" w:cstheme="majorHAnsi"/>
                <w:noProof/>
                <w:lang w:eastAsia="fr-FR"/>
              </w:rPr>
              <w:t xml:space="preserve"> Autre, à préciser :</w:t>
            </w:r>
          </w:p>
        </w:tc>
      </w:tr>
      <w:tr w:rsidR="00280FAB" w:rsidRPr="00551AAB" w14:paraId="6946326D" w14:textId="77777777">
        <w:trPr>
          <w:trHeight w:val="85"/>
          <w:jc w:val="center"/>
        </w:trPr>
        <w:tc>
          <w:tcPr>
            <w:tcW w:w="4235" w:type="dxa"/>
            <w:shd w:val="clear" w:color="auto" w:fill="FFFFFF" w:themeFill="background1"/>
            <w:vAlign w:val="center"/>
          </w:tcPr>
          <w:p w14:paraId="7CB554CD" w14:textId="77777777" w:rsidR="00280FAB" w:rsidRPr="00551AAB" w:rsidRDefault="00280FAB">
            <w:pPr>
              <w:spacing w:before="100" w:beforeAutospacing="1" w:after="0"/>
              <w:jc w:val="left"/>
              <w:rPr>
                <w:rFonts w:ascii="Gill Sans Nova" w:hAnsi="Gill Sans Nova"/>
                <w:bCs/>
                <w:sz w:val="4"/>
                <w:szCs w:val="4"/>
                <w:lang w:eastAsia="fr-FR"/>
              </w:rPr>
            </w:pPr>
          </w:p>
        </w:tc>
        <w:tc>
          <w:tcPr>
            <w:tcW w:w="5263" w:type="dxa"/>
            <w:tcBorders>
              <w:top w:val="single" w:sz="4" w:space="0" w:color="auto"/>
              <w:left w:val="nil"/>
              <w:bottom w:val="single" w:sz="4" w:space="0" w:color="auto"/>
              <w:right w:val="nil"/>
            </w:tcBorders>
          </w:tcPr>
          <w:p w14:paraId="53832599" w14:textId="77777777" w:rsidR="00280FAB" w:rsidRPr="00551AAB" w:rsidRDefault="00280FAB">
            <w:pPr>
              <w:spacing w:after="0" w:line="240" w:lineRule="auto"/>
              <w:rPr>
                <w:rFonts w:ascii="Gill Sans Nova" w:eastAsia="Times New Roman" w:hAnsi="Gill Sans Nova" w:cs="Arial"/>
                <w:noProof/>
                <w:color w:val="231F20"/>
                <w:sz w:val="4"/>
                <w:szCs w:val="4"/>
                <w:lang w:val="en-US" w:eastAsia="fr-FR"/>
              </w:rPr>
            </w:pPr>
          </w:p>
        </w:tc>
      </w:tr>
      <w:tr w:rsidR="00280FAB" w:rsidRPr="00551AAB" w14:paraId="49CBA57D" w14:textId="77777777">
        <w:trPr>
          <w:trHeight w:val="810"/>
          <w:jc w:val="center"/>
        </w:trPr>
        <w:tc>
          <w:tcPr>
            <w:tcW w:w="4235" w:type="dxa"/>
            <w:shd w:val="clear" w:color="auto" w:fill="F2F2F2"/>
            <w:vAlign w:val="center"/>
            <w:hideMark/>
          </w:tcPr>
          <w:p w14:paraId="45096341" w14:textId="77777777" w:rsidR="00280FAB" w:rsidRPr="00551AAB" w:rsidRDefault="00280FAB">
            <w:pPr>
              <w:spacing w:before="100" w:beforeAutospacing="1"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Adresse :</w:t>
            </w:r>
          </w:p>
        </w:tc>
        <w:tc>
          <w:tcPr>
            <w:tcW w:w="5263" w:type="dxa"/>
            <w:tcBorders>
              <w:top w:val="single" w:sz="4" w:space="0" w:color="auto"/>
              <w:left w:val="single" w:sz="4" w:space="0" w:color="auto"/>
              <w:bottom w:val="single" w:sz="4" w:space="0" w:color="auto"/>
              <w:right w:val="single" w:sz="4" w:space="0" w:color="auto"/>
            </w:tcBorders>
            <w:vAlign w:val="center"/>
            <w:hideMark/>
          </w:tcPr>
          <w:p w14:paraId="14317E6C"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 </w:t>
            </w:r>
          </w:p>
        </w:tc>
      </w:tr>
      <w:tr w:rsidR="00280FAB" w:rsidRPr="00551AAB" w14:paraId="6B263E6F" w14:textId="77777777">
        <w:trPr>
          <w:trHeight w:val="141"/>
          <w:jc w:val="center"/>
        </w:trPr>
        <w:tc>
          <w:tcPr>
            <w:tcW w:w="4235" w:type="dxa"/>
            <w:vAlign w:val="center"/>
            <w:hideMark/>
          </w:tcPr>
          <w:p w14:paraId="2498855A" w14:textId="77777777" w:rsidR="00280FAB" w:rsidRPr="00551AAB" w:rsidRDefault="00280FAB">
            <w:pPr>
              <w:spacing w:before="100" w:beforeAutospacing="1" w:after="0"/>
              <w:jc w:val="left"/>
              <w:rPr>
                <w:rFonts w:ascii="Gill Sans Nova" w:hAnsi="Gill Sans Nova"/>
                <w:bCs/>
                <w:sz w:val="4"/>
                <w:szCs w:val="4"/>
                <w:lang w:eastAsia="fr-FR"/>
              </w:rPr>
            </w:pPr>
          </w:p>
        </w:tc>
        <w:tc>
          <w:tcPr>
            <w:tcW w:w="5263" w:type="dxa"/>
            <w:vAlign w:val="center"/>
            <w:hideMark/>
          </w:tcPr>
          <w:p w14:paraId="0A40987A" w14:textId="77777777" w:rsidR="00280FAB" w:rsidRPr="00551AAB" w:rsidRDefault="00280FAB">
            <w:pPr>
              <w:spacing w:after="0"/>
              <w:jc w:val="left"/>
              <w:rPr>
                <w:rFonts w:ascii="Gill Sans Nova" w:hAnsi="Gill Sans Nova"/>
                <w:bCs/>
                <w:sz w:val="4"/>
                <w:szCs w:val="4"/>
                <w:lang w:eastAsia="fr-FR"/>
              </w:rPr>
            </w:pPr>
          </w:p>
        </w:tc>
      </w:tr>
      <w:tr w:rsidR="00280FAB" w:rsidRPr="00551AAB" w14:paraId="5BDC1B60" w14:textId="77777777">
        <w:trPr>
          <w:trHeight w:val="18"/>
          <w:jc w:val="center"/>
        </w:trPr>
        <w:tc>
          <w:tcPr>
            <w:tcW w:w="4235" w:type="dxa"/>
            <w:shd w:val="clear" w:color="auto" w:fill="F2F2F2"/>
            <w:vAlign w:val="center"/>
            <w:hideMark/>
          </w:tcPr>
          <w:p w14:paraId="3536186B" w14:textId="77777777" w:rsidR="00280FAB" w:rsidRPr="00551AAB" w:rsidRDefault="00280FAB">
            <w:pPr>
              <w:spacing w:before="100" w:beforeAutospacing="1"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Code postal / Ville :</w:t>
            </w:r>
          </w:p>
        </w:tc>
        <w:tc>
          <w:tcPr>
            <w:tcW w:w="5263" w:type="dxa"/>
            <w:tcBorders>
              <w:top w:val="single" w:sz="4" w:space="0" w:color="auto"/>
              <w:left w:val="single" w:sz="4" w:space="0" w:color="auto"/>
              <w:bottom w:val="single" w:sz="4" w:space="0" w:color="auto"/>
              <w:right w:val="single" w:sz="4" w:space="0" w:color="auto"/>
            </w:tcBorders>
            <w:vAlign w:val="center"/>
            <w:hideMark/>
          </w:tcPr>
          <w:p w14:paraId="77539084"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 </w:t>
            </w:r>
          </w:p>
        </w:tc>
      </w:tr>
      <w:tr w:rsidR="00280FAB" w:rsidRPr="00551AAB" w14:paraId="47AF40E2" w14:textId="77777777">
        <w:trPr>
          <w:trHeight w:val="85"/>
          <w:jc w:val="center"/>
        </w:trPr>
        <w:tc>
          <w:tcPr>
            <w:tcW w:w="4235" w:type="dxa"/>
            <w:vAlign w:val="center"/>
            <w:hideMark/>
          </w:tcPr>
          <w:p w14:paraId="261322CB" w14:textId="77777777" w:rsidR="00280FAB" w:rsidRPr="00551AAB" w:rsidRDefault="00280FAB">
            <w:pPr>
              <w:spacing w:before="100" w:beforeAutospacing="1" w:after="0"/>
              <w:jc w:val="left"/>
              <w:rPr>
                <w:rFonts w:ascii="Gill Sans Nova" w:hAnsi="Gill Sans Nova"/>
                <w:bCs/>
                <w:sz w:val="4"/>
                <w:szCs w:val="4"/>
                <w:lang w:eastAsia="fr-FR"/>
              </w:rPr>
            </w:pPr>
          </w:p>
        </w:tc>
        <w:tc>
          <w:tcPr>
            <w:tcW w:w="5263" w:type="dxa"/>
            <w:vAlign w:val="center"/>
            <w:hideMark/>
          </w:tcPr>
          <w:p w14:paraId="472A9552" w14:textId="77777777" w:rsidR="00280FAB" w:rsidRPr="00551AAB" w:rsidRDefault="00280FAB">
            <w:pPr>
              <w:spacing w:after="0"/>
              <w:jc w:val="left"/>
              <w:rPr>
                <w:rFonts w:ascii="Gill Sans Nova" w:hAnsi="Gill Sans Nova"/>
                <w:bCs/>
                <w:sz w:val="4"/>
                <w:szCs w:val="4"/>
                <w:lang w:eastAsia="fr-FR"/>
              </w:rPr>
            </w:pPr>
          </w:p>
        </w:tc>
      </w:tr>
      <w:tr w:rsidR="00280FAB" w:rsidRPr="00551AAB" w14:paraId="2202B09C" w14:textId="77777777">
        <w:trPr>
          <w:trHeight w:val="19"/>
          <w:jc w:val="center"/>
        </w:trPr>
        <w:tc>
          <w:tcPr>
            <w:tcW w:w="4235" w:type="dxa"/>
            <w:shd w:val="clear" w:color="auto" w:fill="F2F2F2"/>
            <w:vAlign w:val="center"/>
            <w:hideMark/>
          </w:tcPr>
          <w:p w14:paraId="2958ECA1" w14:textId="77777777" w:rsidR="00280FAB" w:rsidRPr="00551AAB" w:rsidRDefault="00280FAB">
            <w:pPr>
              <w:spacing w:before="100" w:beforeAutospacing="1"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N° SIRET :</w:t>
            </w:r>
          </w:p>
        </w:tc>
        <w:tc>
          <w:tcPr>
            <w:tcW w:w="5263" w:type="dxa"/>
            <w:tcBorders>
              <w:top w:val="single" w:sz="4" w:space="0" w:color="auto"/>
              <w:left w:val="single" w:sz="4" w:space="0" w:color="auto"/>
              <w:bottom w:val="single" w:sz="4" w:space="0" w:color="auto"/>
              <w:right w:val="single" w:sz="4" w:space="0" w:color="auto"/>
            </w:tcBorders>
            <w:vAlign w:val="center"/>
            <w:hideMark/>
          </w:tcPr>
          <w:p w14:paraId="537A9DC0"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 </w:t>
            </w:r>
          </w:p>
        </w:tc>
      </w:tr>
    </w:tbl>
    <w:p w14:paraId="5C3E0CB0" w14:textId="77777777" w:rsidR="00280FAB" w:rsidRPr="00551AAB" w:rsidRDefault="00280FAB" w:rsidP="00280FAB">
      <w:pPr>
        <w:spacing w:before="480"/>
        <w:rPr>
          <w:rFonts w:ascii="Gill Sans Nova" w:hAnsi="Gill Sans Nova"/>
          <w:noProof/>
          <w:color w:val="009FE3" w:themeColor="text2"/>
          <w:sz w:val="28"/>
          <w:u w:val="single"/>
        </w:rPr>
      </w:pPr>
      <w:r w:rsidRPr="00551AAB">
        <w:rPr>
          <w:rFonts w:ascii="Gill Sans Nova" w:hAnsi="Gill Sans Nova"/>
          <w:noProof/>
          <w:color w:val="009FE3" w:themeColor="text2"/>
          <w:sz w:val="28"/>
          <w:u w:val="single"/>
        </w:rPr>
        <w:t>Informations sur les personnes en charge du suivi du projet :</w:t>
      </w:r>
    </w:p>
    <w:p w14:paraId="5379A8BC" w14:textId="77777777" w:rsidR="00280FAB" w:rsidRPr="00551AAB" w:rsidRDefault="00280FAB" w:rsidP="00280FAB">
      <w:pPr>
        <w:pStyle w:val="CTITREROUGE"/>
        <w:rPr>
          <w:rFonts w:ascii="Gill Sans Nova" w:hAnsi="Gill Sans Nova"/>
          <w:color w:val="009FE3" w:themeColor="text2"/>
        </w:rPr>
      </w:pPr>
      <w:r w:rsidRPr="00551AAB">
        <w:rPr>
          <w:rFonts w:ascii="Gill Sans Nova" w:hAnsi="Gill Sans Nova"/>
          <w:color w:val="009FE3" w:themeColor="text2"/>
        </w:rPr>
        <w:t>Suivi technique du projet :</w:t>
      </w:r>
    </w:p>
    <w:tbl>
      <w:tblPr>
        <w:tblW w:w="9782" w:type="dxa"/>
        <w:tblInd w:w="-284" w:type="dxa"/>
        <w:tblLayout w:type="fixed"/>
        <w:tblCellMar>
          <w:left w:w="70" w:type="dxa"/>
          <w:right w:w="70" w:type="dxa"/>
        </w:tblCellMar>
        <w:tblLook w:val="04A0" w:firstRow="1" w:lastRow="0" w:firstColumn="1" w:lastColumn="0" w:noHBand="0" w:noVBand="1"/>
      </w:tblPr>
      <w:tblGrid>
        <w:gridCol w:w="4371"/>
        <w:gridCol w:w="5411"/>
      </w:tblGrid>
      <w:tr w:rsidR="00280FAB" w:rsidRPr="00551AAB" w14:paraId="7E00E3EF" w14:textId="77777777" w:rsidTr="006805B4">
        <w:trPr>
          <w:trHeight w:val="489"/>
        </w:trPr>
        <w:tc>
          <w:tcPr>
            <w:tcW w:w="4371" w:type="dxa"/>
            <w:shd w:val="clear" w:color="auto" w:fill="F2F2F2"/>
            <w:vAlign w:val="center"/>
            <w:hideMark/>
          </w:tcPr>
          <w:p w14:paraId="7D4B043E" w14:textId="77777777" w:rsidR="00280FAB" w:rsidRPr="00551AAB" w:rsidRDefault="00280FAB">
            <w:pPr>
              <w:spacing w:after="0" w:line="240" w:lineRule="auto"/>
              <w:ind w:left="71" w:hanging="71"/>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 xml:space="preserve">NOM Prénom : </w:t>
            </w:r>
          </w:p>
        </w:tc>
        <w:tc>
          <w:tcPr>
            <w:tcW w:w="5411" w:type="dxa"/>
            <w:tcBorders>
              <w:top w:val="single" w:sz="4" w:space="0" w:color="auto"/>
              <w:left w:val="single" w:sz="4" w:space="0" w:color="auto"/>
              <w:bottom w:val="single" w:sz="4" w:space="0" w:color="auto"/>
              <w:right w:val="single" w:sz="4" w:space="0" w:color="auto"/>
            </w:tcBorders>
            <w:vAlign w:val="center"/>
            <w:hideMark/>
          </w:tcPr>
          <w:p w14:paraId="41EEB775"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r w:rsidRPr="00551AAB">
              <w:rPr>
                <w:rFonts w:ascii="Gill Sans Nova" w:eastAsia="Times New Roman" w:hAnsi="Gill Sans Nova" w:cs="Arial"/>
                <w:noProof/>
                <w:color w:val="231F20"/>
                <w:sz w:val="18"/>
                <w:szCs w:val="18"/>
                <w:lang w:val="en-US" w:eastAsia="fr-FR"/>
              </w:rPr>
              <w:t> </w:t>
            </w:r>
          </w:p>
        </w:tc>
      </w:tr>
      <w:tr w:rsidR="00280FAB" w:rsidRPr="00551AAB" w14:paraId="2AE79FE8" w14:textId="77777777" w:rsidTr="006805B4">
        <w:trPr>
          <w:trHeight w:val="194"/>
        </w:trPr>
        <w:tc>
          <w:tcPr>
            <w:tcW w:w="4371" w:type="dxa"/>
            <w:vAlign w:val="center"/>
            <w:hideMark/>
          </w:tcPr>
          <w:p w14:paraId="03353F44" w14:textId="77777777" w:rsidR="00280FAB" w:rsidRPr="00551AAB" w:rsidRDefault="00280FAB">
            <w:pPr>
              <w:spacing w:after="0"/>
              <w:jc w:val="left"/>
              <w:rPr>
                <w:rFonts w:ascii="Gill Sans Nova" w:hAnsi="Gill Sans Nova"/>
                <w:bCs/>
                <w:sz w:val="4"/>
                <w:szCs w:val="4"/>
                <w:lang w:eastAsia="fr-FR"/>
              </w:rPr>
            </w:pPr>
          </w:p>
        </w:tc>
        <w:tc>
          <w:tcPr>
            <w:tcW w:w="5411" w:type="dxa"/>
            <w:hideMark/>
          </w:tcPr>
          <w:p w14:paraId="2CC8B57F" w14:textId="77777777" w:rsidR="00280FAB" w:rsidRPr="00551AAB" w:rsidRDefault="00280FAB">
            <w:pPr>
              <w:spacing w:after="0"/>
              <w:jc w:val="left"/>
              <w:rPr>
                <w:rFonts w:ascii="Gill Sans Nova" w:hAnsi="Gill Sans Nova"/>
                <w:bCs/>
                <w:sz w:val="4"/>
                <w:szCs w:val="4"/>
                <w:lang w:eastAsia="fr-FR"/>
              </w:rPr>
            </w:pPr>
          </w:p>
        </w:tc>
      </w:tr>
      <w:tr w:rsidR="00280FAB" w:rsidRPr="00551AAB" w14:paraId="674CDE9A" w14:textId="77777777" w:rsidTr="006805B4">
        <w:trPr>
          <w:trHeight w:val="489"/>
        </w:trPr>
        <w:tc>
          <w:tcPr>
            <w:tcW w:w="4371" w:type="dxa"/>
            <w:shd w:val="clear" w:color="auto" w:fill="F2F2F2"/>
            <w:vAlign w:val="center"/>
            <w:hideMark/>
          </w:tcPr>
          <w:p w14:paraId="12EE5ECD"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Fonction :</w:t>
            </w:r>
          </w:p>
        </w:tc>
        <w:tc>
          <w:tcPr>
            <w:tcW w:w="5411" w:type="dxa"/>
            <w:tcBorders>
              <w:top w:val="single" w:sz="4" w:space="0" w:color="auto"/>
              <w:left w:val="single" w:sz="4" w:space="0" w:color="auto"/>
              <w:bottom w:val="single" w:sz="4" w:space="0" w:color="auto"/>
              <w:right w:val="single" w:sz="4" w:space="0" w:color="auto"/>
            </w:tcBorders>
            <w:vAlign w:val="center"/>
            <w:hideMark/>
          </w:tcPr>
          <w:p w14:paraId="5DB797F1"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r w:rsidRPr="00551AAB">
              <w:rPr>
                <w:rFonts w:ascii="Gill Sans Nova" w:eastAsia="Times New Roman" w:hAnsi="Gill Sans Nova" w:cs="Arial"/>
                <w:noProof/>
                <w:color w:val="231F20"/>
                <w:sz w:val="18"/>
                <w:szCs w:val="18"/>
                <w:lang w:val="en-US" w:eastAsia="fr-FR"/>
              </w:rPr>
              <w:t> </w:t>
            </w:r>
          </w:p>
        </w:tc>
      </w:tr>
      <w:tr w:rsidR="00280FAB" w:rsidRPr="00551AAB" w14:paraId="110E889B" w14:textId="77777777" w:rsidTr="006805B4">
        <w:trPr>
          <w:trHeight w:val="194"/>
        </w:trPr>
        <w:tc>
          <w:tcPr>
            <w:tcW w:w="4371" w:type="dxa"/>
            <w:vAlign w:val="center"/>
            <w:hideMark/>
          </w:tcPr>
          <w:p w14:paraId="0B04A2EC" w14:textId="77777777" w:rsidR="00280FAB" w:rsidRPr="00551AAB" w:rsidRDefault="00280FAB">
            <w:pPr>
              <w:spacing w:after="0"/>
              <w:jc w:val="left"/>
              <w:rPr>
                <w:rFonts w:ascii="Gill Sans Nova" w:hAnsi="Gill Sans Nova"/>
                <w:bCs/>
                <w:sz w:val="4"/>
                <w:szCs w:val="4"/>
                <w:lang w:eastAsia="fr-FR"/>
              </w:rPr>
            </w:pPr>
          </w:p>
        </w:tc>
        <w:tc>
          <w:tcPr>
            <w:tcW w:w="5411" w:type="dxa"/>
            <w:hideMark/>
          </w:tcPr>
          <w:p w14:paraId="4BEAFD91" w14:textId="77777777" w:rsidR="00280FAB" w:rsidRPr="00551AAB" w:rsidRDefault="00280FAB">
            <w:pPr>
              <w:spacing w:after="0"/>
              <w:jc w:val="left"/>
              <w:rPr>
                <w:rFonts w:ascii="Gill Sans Nova" w:hAnsi="Gill Sans Nova"/>
                <w:bCs/>
                <w:sz w:val="4"/>
                <w:szCs w:val="4"/>
                <w:lang w:eastAsia="fr-FR"/>
              </w:rPr>
            </w:pPr>
          </w:p>
        </w:tc>
      </w:tr>
      <w:tr w:rsidR="00280FAB" w:rsidRPr="00551AAB" w14:paraId="096F2D44" w14:textId="77777777" w:rsidTr="006805B4">
        <w:trPr>
          <w:trHeight w:val="345"/>
        </w:trPr>
        <w:tc>
          <w:tcPr>
            <w:tcW w:w="4371" w:type="dxa"/>
            <w:shd w:val="clear" w:color="auto" w:fill="F2F2F2"/>
            <w:hideMark/>
          </w:tcPr>
          <w:p w14:paraId="759B6F7B"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br/>
              <w:t>Adresse :</w:t>
            </w:r>
          </w:p>
        </w:tc>
        <w:tc>
          <w:tcPr>
            <w:tcW w:w="5411" w:type="dxa"/>
            <w:tcBorders>
              <w:top w:val="single" w:sz="4" w:space="0" w:color="auto"/>
              <w:left w:val="single" w:sz="4" w:space="0" w:color="auto"/>
              <w:bottom w:val="single" w:sz="4" w:space="0" w:color="auto"/>
              <w:right w:val="single" w:sz="4" w:space="0" w:color="auto"/>
            </w:tcBorders>
            <w:hideMark/>
          </w:tcPr>
          <w:p w14:paraId="6710C555" w14:textId="77777777" w:rsidR="00280FAB" w:rsidRPr="00551AAB" w:rsidRDefault="00280FAB">
            <w:pPr>
              <w:rPr>
                <w:rFonts w:ascii="Gill Sans Nova" w:eastAsia="Times New Roman" w:hAnsi="Gill Sans Nova" w:cs="Arial"/>
                <w:noProof/>
                <w:color w:val="231F20"/>
                <w:szCs w:val="18"/>
                <w:lang w:val="en-US" w:eastAsia="fr-FR"/>
              </w:rPr>
            </w:pPr>
          </w:p>
        </w:tc>
      </w:tr>
      <w:tr w:rsidR="00280FAB" w:rsidRPr="00551AAB" w14:paraId="2D17F133" w14:textId="77777777" w:rsidTr="006805B4">
        <w:trPr>
          <w:trHeight w:val="194"/>
        </w:trPr>
        <w:tc>
          <w:tcPr>
            <w:tcW w:w="4371" w:type="dxa"/>
            <w:vAlign w:val="center"/>
            <w:hideMark/>
          </w:tcPr>
          <w:p w14:paraId="092845F3" w14:textId="77777777" w:rsidR="00280FAB" w:rsidRPr="00551AAB" w:rsidRDefault="00280FAB">
            <w:pPr>
              <w:spacing w:after="0"/>
              <w:jc w:val="left"/>
              <w:rPr>
                <w:rFonts w:ascii="Gill Sans Nova" w:hAnsi="Gill Sans Nova"/>
                <w:bCs/>
                <w:sz w:val="4"/>
                <w:szCs w:val="4"/>
                <w:lang w:eastAsia="fr-FR"/>
              </w:rPr>
            </w:pPr>
          </w:p>
        </w:tc>
        <w:tc>
          <w:tcPr>
            <w:tcW w:w="5411" w:type="dxa"/>
            <w:hideMark/>
          </w:tcPr>
          <w:p w14:paraId="69103040" w14:textId="77777777" w:rsidR="00280FAB" w:rsidRPr="00551AAB" w:rsidRDefault="00280FAB">
            <w:pPr>
              <w:spacing w:after="0"/>
              <w:jc w:val="left"/>
              <w:rPr>
                <w:rFonts w:ascii="Gill Sans Nova" w:hAnsi="Gill Sans Nova"/>
                <w:bCs/>
                <w:sz w:val="4"/>
                <w:szCs w:val="4"/>
                <w:lang w:eastAsia="fr-FR"/>
              </w:rPr>
            </w:pPr>
          </w:p>
        </w:tc>
      </w:tr>
      <w:tr w:rsidR="00280FAB" w:rsidRPr="00551AAB" w14:paraId="3E8AF4A5" w14:textId="77777777" w:rsidTr="006805B4">
        <w:trPr>
          <w:trHeight w:val="489"/>
        </w:trPr>
        <w:tc>
          <w:tcPr>
            <w:tcW w:w="4371" w:type="dxa"/>
            <w:shd w:val="clear" w:color="auto" w:fill="F2F2F2"/>
            <w:vAlign w:val="center"/>
            <w:hideMark/>
          </w:tcPr>
          <w:p w14:paraId="0A8D053A"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Code postal / Ville :</w:t>
            </w:r>
          </w:p>
        </w:tc>
        <w:tc>
          <w:tcPr>
            <w:tcW w:w="5411" w:type="dxa"/>
            <w:tcBorders>
              <w:top w:val="single" w:sz="4" w:space="0" w:color="auto"/>
              <w:left w:val="single" w:sz="4" w:space="0" w:color="auto"/>
              <w:bottom w:val="single" w:sz="4" w:space="0" w:color="auto"/>
              <w:right w:val="single" w:sz="4" w:space="0" w:color="auto"/>
            </w:tcBorders>
            <w:vAlign w:val="center"/>
            <w:hideMark/>
          </w:tcPr>
          <w:p w14:paraId="5F0E316C"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r w:rsidRPr="00551AAB">
              <w:rPr>
                <w:rFonts w:ascii="Gill Sans Nova" w:eastAsia="Times New Roman" w:hAnsi="Gill Sans Nova" w:cs="Arial"/>
                <w:noProof/>
                <w:color w:val="231F20"/>
                <w:sz w:val="18"/>
                <w:szCs w:val="18"/>
                <w:lang w:val="en-US" w:eastAsia="fr-FR"/>
              </w:rPr>
              <w:t> </w:t>
            </w:r>
          </w:p>
        </w:tc>
      </w:tr>
      <w:tr w:rsidR="00280FAB" w:rsidRPr="00551AAB" w14:paraId="1D6B14C7" w14:textId="77777777" w:rsidTr="006805B4">
        <w:trPr>
          <w:trHeight w:val="194"/>
        </w:trPr>
        <w:tc>
          <w:tcPr>
            <w:tcW w:w="4371" w:type="dxa"/>
            <w:vAlign w:val="center"/>
            <w:hideMark/>
          </w:tcPr>
          <w:p w14:paraId="73D833CE" w14:textId="77777777" w:rsidR="00280FAB" w:rsidRPr="00551AAB" w:rsidRDefault="00280FAB">
            <w:pPr>
              <w:spacing w:after="0"/>
              <w:jc w:val="left"/>
              <w:rPr>
                <w:rFonts w:ascii="Gill Sans Nova" w:hAnsi="Gill Sans Nova"/>
                <w:bCs/>
                <w:sz w:val="4"/>
                <w:szCs w:val="4"/>
                <w:lang w:eastAsia="fr-FR"/>
              </w:rPr>
            </w:pPr>
          </w:p>
        </w:tc>
        <w:tc>
          <w:tcPr>
            <w:tcW w:w="5411" w:type="dxa"/>
            <w:hideMark/>
          </w:tcPr>
          <w:p w14:paraId="48486C2F" w14:textId="77777777" w:rsidR="00280FAB" w:rsidRPr="00551AAB" w:rsidRDefault="00280FAB">
            <w:pPr>
              <w:spacing w:after="0"/>
              <w:jc w:val="left"/>
              <w:rPr>
                <w:rFonts w:ascii="Gill Sans Nova" w:hAnsi="Gill Sans Nova"/>
                <w:bCs/>
                <w:sz w:val="4"/>
                <w:szCs w:val="4"/>
                <w:lang w:eastAsia="fr-FR"/>
              </w:rPr>
            </w:pPr>
          </w:p>
        </w:tc>
      </w:tr>
      <w:tr w:rsidR="00280FAB" w:rsidRPr="00551AAB" w14:paraId="1D8EEF53" w14:textId="77777777" w:rsidTr="006805B4">
        <w:trPr>
          <w:trHeight w:val="489"/>
        </w:trPr>
        <w:tc>
          <w:tcPr>
            <w:tcW w:w="4371" w:type="dxa"/>
            <w:shd w:val="clear" w:color="auto" w:fill="F2F2F2"/>
            <w:vAlign w:val="center"/>
            <w:hideMark/>
          </w:tcPr>
          <w:p w14:paraId="3008D7A2"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Téléphone :</w:t>
            </w:r>
          </w:p>
        </w:tc>
        <w:tc>
          <w:tcPr>
            <w:tcW w:w="5411" w:type="dxa"/>
            <w:tcBorders>
              <w:top w:val="single" w:sz="4" w:space="0" w:color="auto"/>
              <w:left w:val="single" w:sz="4" w:space="0" w:color="auto"/>
              <w:bottom w:val="single" w:sz="4" w:space="0" w:color="auto"/>
              <w:right w:val="single" w:sz="4" w:space="0" w:color="auto"/>
            </w:tcBorders>
            <w:vAlign w:val="center"/>
            <w:hideMark/>
          </w:tcPr>
          <w:p w14:paraId="5E452450"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r w:rsidRPr="00551AAB">
              <w:rPr>
                <w:rFonts w:ascii="Gill Sans Nova" w:eastAsia="Times New Roman" w:hAnsi="Gill Sans Nova" w:cs="Arial"/>
                <w:noProof/>
                <w:color w:val="231F20"/>
                <w:sz w:val="18"/>
                <w:szCs w:val="18"/>
                <w:lang w:val="en-US" w:eastAsia="fr-FR"/>
              </w:rPr>
              <w:t> </w:t>
            </w:r>
          </w:p>
        </w:tc>
      </w:tr>
      <w:tr w:rsidR="00280FAB" w:rsidRPr="00551AAB" w14:paraId="4477C613" w14:textId="77777777" w:rsidTr="006805B4">
        <w:trPr>
          <w:trHeight w:val="245"/>
        </w:trPr>
        <w:tc>
          <w:tcPr>
            <w:tcW w:w="4371" w:type="dxa"/>
            <w:vAlign w:val="center"/>
            <w:hideMark/>
          </w:tcPr>
          <w:p w14:paraId="0F8009F6" w14:textId="77777777" w:rsidR="00280FAB" w:rsidRPr="00551AAB" w:rsidRDefault="00280FAB">
            <w:pPr>
              <w:spacing w:after="0"/>
              <w:jc w:val="left"/>
              <w:rPr>
                <w:rFonts w:ascii="Gill Sans Nova" w:hAnsi="Gill Sans Nova"/>
                <w:bCs/>
                <w:sz w:val="4"/>
                <w:szCs w:val="4"/>
                <w:lang w:eastAsia="fr-FR"/>
              </w:rPr>
            </w:pPr>
          </w:p>
        </w:tc>
        <w:tc>
          <w:tcPr>
            <w:tcW w:w="5411" w:type="dxa"/>
            <w:vAlign w:val="center"/>
            <w:hideMark/>
          </w:tcPr>
          <w:p w14:paraId="3E0AEECB" w14:textId="77777777" w:rsidR="00280FAB" w:rsidRPr="00551AAB" w:rsidRDefault="00280FAB">
            <w:pPr>
              <w:spacing w:after="0"/>
              <w:jc w:val="left"/>
              <w:rPr>
                <w:rFonts w:ascii="Gill Sans Nova" w:hAnsi="Gill Sans Nova"/>
                <w:bCs/>
                <w:sz w:val="4"/>
                <w:szCs w:val="4"/>
                <w:lang w:eastAsia="fr-FR"/>
              </w:rPr>
            </w:pPr>
          </w:p>
        </w:tc>
      </w:tr>
      <w:tr w:rsidR="00280FAB" w:rsidRPr="00551AAB" w14:paraId="296EF1EB" w14:textId="77777777" w:rsidTr="006805B4">
        <w:trPr>
          <w:trHeight w:val="300"/>
        </w:trPr>
        <w:tc>
          <w:tcPr>
            <w:tcW w:w="4371" w:type="dxa"/>
            <w:shd w:val="clear" w:color="auto" w:fill="F2F2F2"/>
            <w:vAlign w:val="center"/>
            <w:hideMark/>
          </w:tcPr>
          <w:p w14:paraId="41F6A90F"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E-mail :</w:t>
            </w:r>
          </w:p>
        </w:tc>
        <w:tc>
          <w:tcPr>
            <w:tcW w:w="5411" w:type="dxa"/>
            <w:tcBorders>
              <w:top w:val="single" w:sz="4" w:space="0" w:color="auto"/>
              <w:left w:val="single" w:sz="4" w:space="0" w:color="auto"/>
              <w:bottom w:val="single" w:sz="4" w:space="0" w:color="auto"/>
              <w:right w:val="single" w:sz="4" w:space="0" w:color="auto"/>
            </w:tcBorders>
            <w:vAlign w:val="center"/>
            <w:hideMark/>
          </w:tcPr>
          <w:p w14:paraId="2EC07C57"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r w:rsidRPr="00551AAB">
              <w:rPr>
                <w:rFonts w:ascii="Gill Sans Nova" w:eastAsia="Times New Roman" w:hAnsi="Gill Sans Nova" w:cs="Arial"/>
                <w:noProof/>
                <w:color w:val="231F20"/>
                <w:sz w:val="18"/>
                <w:szCs w:val="18"/>
                <w:lang w:val="en-US" w:eastAsia="fr-FR"/>
              </w:rPr>
              <w:t> </w:t>
            </w:r>
          </w:p>
        </w:tc>
      </w:tr>
    </w:tbl>
    <w:p w14:paraId="204395D2" w14:textId="77777777" w:rsidR="00280FAB" w:rsidRDefault="00280FAB" w:rsidP="00280FAB">
      <w:pPr>
        <w:rPr>
          <w:rFonts w:ascii="Gill Sans Nova" w:hAnsi="Gill Sans Nova"/>
          <w:noProof/>
          <w:color w:val="009FE3" w:themeColor="text2"/>
          <w:sz w:val="28"/>
        </w:rPr>
      </w:pPr>
    </w:p>
    <w:p w14:paraId="21FBD756" w14:textId="77777777" w:rsidR="006805B4" w:rsidRPr="00551AAB" w:rsidRDefault="006805B4" w:rsidP="00280FAB">
      <w:pPr>
        <w:rPr>
          <w:rFonts w:ascii="Gill Sans Nova" w:hAnsi="Gill Sans Nova"/>
          <w:noProof/>
          <w:color w:val="009FE3" w:themeColor="text2"/>
          <w:sz w:val="28"/>
        </w:rPr>
      </w:pPr>
    </w:p>
    <w:p w14:paraId="5BD75DC6" w14:textId="77777777" w:rsidR="00280FAB" w:rsidRPr="00551AAB" w:rsidRDefault="00280FAB" w:rsidP="00280FAB">
      <w:pPr>
        <w:rPr>
          <w:rFonts w:ascii="Gill Sans Nova" w:hAnsi="Gill Sans Nova"/>
          <w:noProof/>
          <w:color w:val="009FE3" w:themeColor="text2"/>
          <w:sz w:val="28"/>
        </w:rPr>
      </w:pPr>
      <w:r w:rsidRPr="00551AAB">
        <w:rPr>
          <w:rFonts w:ascii="Gill Sans Nova" w:hAnsi="Gill Sans Nova"/>
          <w:noProof/>
          <w:color w:val="009FE3" w:themeColor="text2"/>
          <w:sz w:val="28"/>
        </w:rPr>
        <w:t xml:space="preserve">Suivi administratif &amp; financier du projet (à compléter si différent du chef de projet) : </w:t>
      </w:r>
    </w:p>
    <w:tbl>
      <w:tblPr>
        <w:tblW w:w="9651" w:type="dxa"/>
        <w:tblInd w:w="70" w:type="dxa"/>
        <w:tblLayout w:type="fixed"/>
        <w:tblCellMar>
          <w:left w:w="70" w:type="dxa"/>
          <w:right w:w="70" w:type="dxa"/>
        </w:tblCellMar>
        <w:tblLook w:val="04A0" w:firstRow="1" w:lastRow="0" w:firstColumn="1" w:lastColumn="0" w:noHBand="0" w:noVBand="1"/>
      </w:tblPr>
      <w:tblGrid>
        <w:gridCol w:w="4112"/>
        <w:gridCol w:w="5539"/>
      </w:tblGrid>
      <w:tr w:rsidR="00280FAB" w:rsidRPr="00551AAB" w14:paraId="3791F975" w14:textId="77777777" w:rsidTr="00765BB6">
        <w:trPr>
          <w:trHeight w:val="471"/>
        </w:trPr>
        <w:tc>
          <w:tcPr>
            <w:tcW w:w="4112" w:type="dxa"/>
            <w:shd w:val="clear" w:color="auto" w:fill="F2F2F2"/>
            <w:vAlign w:val="center"/>
            <w:hideMark/>
          </w:tcPr>
          <w:p w14:paraId="70354F84" w14:textId="77777777" w:rsidR="00280FAB" w:rsidRPr="00551AAB" w:rsidRDefault="00280FAB">
            <w:pPr>
              <w:spacing w:after="0" w:line="240" w:lineRule="auto"/>
              <w:ind w:left="71" w:hanging="71"/>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NOM Prénom :</w:t>
            </w:r>
          </w:p>
        </w:tc>
        <w:tc>
          <w:tcPr>
            <w:tcW w:w="5539" w:type="dxa"/>
            <w:tcBorders>
              <w:top w:val="single" w:sz="4" w:space="0" w:color="auto"/>
              <w:left w:val="single" w:sz="4" w:space="0" w:color="auto"/>
              <w:bottom w:val="single" w:sz="4" w:space="0" w:color="auto"/>
              <w:right w:val="single" w:sz="4" w:space="0" w:color="auto"/>
            </w:tcBorders>
            <w:vAlign w:val="center"/>
            <w:hideMark/>
          </w:tcPr>
          <w:p w14:paraId="48386BF2"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r w:rsidRPr="00551AAB">
              <w:rPr>
                <w:rFonts w:ascii="Gill Sans Nova" w:eastAsia="Times New Roman" w:hAnsi="Gill Sans Nova" w:cs="Arial"/>
                <w:noProof/>
                <w:color w:val="231F20"/>
                <w:sz w:val="18"/>
                <w:szCs w:val="18"/>
                <w:lang w:val="en-US" w:eastAsia="fr-FR"/>
              </w:rPr>
              <w:t> </w:t>
            </w:r>
          </w:p>
        </w:tc>
      </w:tr>
      <w:tr w:rsidR="00280FAB" w:rsidRPr="00551AAB" w14:paraId="47732A86" w14:textId="77777777" w:rsidTr="00765BB6">
        <w:trPr>
          <w:trHeight w:val="187"/>
        </w:trPr>
        <w:tc>
          <w:tcPr>
            <w:tcW w:w="4112" w:type="dxa"/>
            <w:vAlign w:val="center"/>
            <w:hideMark/>
          </w:tcPr>
          <w:p w14:paraId="761BCF79" w14:textId="77777777" w:rsidR="00280FAB" w:rsidRPr="00551AAB" w:rsidRDefault="00280FAB">
            <w:pPr>
              <w:spacing w:after="0"/>
              <w:jc w:val="left"/>
              <w:rPr>
                <w:rFonts w:ascii="Gill Sans Nova" w:hAnsi="Gill Sans Nova"/>
                <w:bCs/>
                <w:sz w:val="4"/>
                <w:szCs w:val="4"/>
                <w:lang w:eastAsia="fr-FR"/>
              </w:rPr>
            </w:pPr>
          </w:p>
        </w:tc>
        <w:tc>
          <w:tcPr>
            <w:tcW w:w="5539" w:type="dxa"/>
            <w:hideMark/>
          </w:tcPr>
          <w:p w14:paraId="23F34A39" w14:textId="77777777" w:rsidR="00280FAB" w:rsidRPr="00551AAB" w:rsidRDefault="00280FAB">
            <w:pPr>
              <w:spacing w:after="0"/>
              <w:jc w:val="left"/>
              <w:rPr>
                <w:rFonts w:ascii="Gill Sans Nova" w:hAnsi="Gill Sans Nova"/>
                <w:bCs/>
                <w:sz w:val="4"/>
                <w:szCs w:val="4"/>
                <w:lang w:eastAsia="fr-FR"/>
              </w:rPr>
            </w:pPr>
          </w:p>
        </w:tc>
      </w:tr>
      <w:tr w:rsidR="00280FAB" w:rsidRPr="00551AAB" w14:paraId="2E71D080" w14:textId="77777777" w:rsidTr="00765BB6">
        <w:trPr>
          <w:trHeight w:val="471"/>
        </w:trPr>
        <w:tc>
          <w:tcPr>
            <w:tcW w:w="4112" w:type="dxa"/>
            <w:shd w:val="clear" w:color="auto" w:fill="F2F2F2"/>
            <w:vAlign w:val="center"/>
            <w:hideMark/>
          </w:tcPr>
          <w:p w14:paraId="28332AE7"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Fonction :</w:t>
            </w:r>
          </w:p>
        </w:tc>
        <w:tc>
          <w:tcPr>
            <w:tcW w:w="5539" w:type="dxa"/>
            <w:tcBorders>
              <w:top w:val="single" w:sz="4" w:space="0" w:color="auto"/>
              <w:left w:val="single" w:sz="4" w:space="0" w:color="auto"/>
              <w:bottom w:val="single" w:sz="4" w:space="0" w:color="auto"/>
              <w:right w:val="single" w:sz="4" w:space="0" w:color="auto"/>
            </w:tcBorders>
            <w:vAlign w:val="center"/>
            <w:hideMark/>
          </w:tcPr>
          <w:p w14:paraId="4E0199B0"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r w:rsidRPr="00551AAB">
              <w:rPr>
                <w:rFonts w:ascii="Gill Sans Nova" w:eastAsia="Times New Roman" w:hAnsi="Gill Sans Nova" w:cs="Arial"/>
                <w:noProof/>
                <w:color w:val="231F20"/>
                <w:sz w:val="18"/>
                <w:szCs w:val="18"/>
                <w:lang w:val="en-US" w:eastAsia="fr-FR"/>
              </w:rPr>
              <w:t> </w:t>
            </w:r>
          </w:p>
        </w:tc>
      </w:tr>
      <w:tr w:rsidR="00280FAB" w:rsidRPr="00551AAB" w14:paraId="35D1F227" w14:textId="77777777" w:rsidTr="00765BB6">
        <w:trPr>
          <w:trHeight w:val="187"/>
        </w:trPr>
        <w:tc>
          <w:tcPr>
            <w:tcW w:w="4112" w:type="dxa"/>
            <w:vAlign w:val="center"/>
            <w:hideMark/>
          </w:tcPr>
          <w:p w14:paraId="5F5896FD" w14:textId="77777777" w:rsidR="00280FAB" w:rsidRPr="00551AAB" w:rsidRDefault="00280FAB">
            <w:pPr>
              <w:spacing w:after="0"/>
              <w:jc w:val="left"/>
              <w:rPr>
                <w:rFonts w:ascii="Gill Sans Nova" w:hAnsi="Gill Sans Nova"/>
                <w:bCs/>
                <w:sz w:val="4"/>
                <w:szCs w:val="4"/>
                <w:lang w:eastAsia="fr-FR"/>
              </w:rPr>
            </w:pPr>
          </w:p>
        </w:tc>
        <w:tc>
          <w:tcPr>
            <w:tcW w:w="5539" w:type="dxa"/>
            <w:hideMark/>
          </w:tcPr>
          <w:p w14:paraId="64A5559A" w14:textId="77777777" w:rsidR="00280FAB" w:rsidRPr="00551AAB" w:rsidRDefault="00280FAB">
            <w:pPr>
              <w:spacing w:after="0"/>
              <w:jc w:val="left"/>
              <w:rPr>
                <w:rFonts w:ascii="Gill Sans Nova" w:hAnsi="Gill Sans Nova"/>
                <w:bCs/>
                <w:sz w:val="4"/>
                <w:szCs w:val="4"/>
                <w:lang w:eastAsia="fr-FR"/>
              </w:rPr>
            </w:pPr>
          </w:p>
        </w:tc>
      </w:tr>
      <w:tr w:rsidR="00280FAB" w:rsidRPr="00551AAB" w14:paraId="3D322D3B" w14:textId="77777777" w:rsidTr="00765BB6">
        <w:trPr>
          <w:trHeight w:val="332"/>
        </w:trPr>
        <w:tc>
          <w:tcPr>
            <w:tcW w:w="4112" w:type="dxa"/>
            <w:shd w:val="clear" w:color="auto" w:fill="F2F2F2"/>
            <w:hideMark/>
          </w:tcPr>
          <w:p w14:paraId="524389A6"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Adresse :</w:t>
            </w:r>
          </w:p>
        </w:tc>
        <w:tc>
          <w:tcPr>
            <w:tcW w:w="5539" w:type="dxa"/>
            <w:tcBorders>
              <w:top w:val="single" w:sz="4" w:space="0" w:color="auto"/>
              <w:left w:val="single" w:sz="4" w:space="0" w:color="auto"/>
              <w:bottom w:val="single" w:sz="4" w:space="0" w:color="auto"/>
              <w:right w:val="single" w:sz="4" w:space="0" w:color="auto"/>
            </w:tcBorders>
            <w:hideMark/>
          </w:tcPr>
          <w:p w14:paraId="04048A16" w14:textId="77777777" w:rsidR="00280FAB" w:rsidRPr="00551AAB" w:rsidRDefault="00280FAB">
            <w:pPr>
              <w:rPr>
                <w:rFonts w:ascii="Gill Sans Nova" w:eastAsia="Times New Roman" w:hAnsi="Gill Sans Nova" w:cs="Arial"/>
                <w:noProof/>
                <w:color w:val="231F20"/>
                <w:szCs w:val="18"/>
                <w:lang w:val="en-US" w:eastAsia="fr-FR"/>
              </w:rPr>
            </w:pPr>
          </w:p>
        </w:tc>
      </w:tr>
      <w:tr w:rsidR="00280FAB" w:rsidRPr="00551AAB" w14:paraId="6E02D2C7" w14:textId="77777777" w:rsidTr="00765BB6">
        <w:trPr>
          <w:trHeight w:val="187"/>
        </w:trPr>
        <w:tc>
          <w:tcPr>
            <w:tcW w:w="4112" w:type="dxa"/>
            <w:vAlign w:val="center"/>
            <w:hideMark/>
          </w:tcPr>
          <w:p w14:paraId="48FE15F6" w14:textId="77777777" w:rsidR="00280FAB" w:rsidRPr="00551AAB" w:rsidRDefault="00280FAB">
            <w:pPr>
              <w:spacing w:after="0"/>
              <w:jc w:val="left"/>
              <w:rPr>
                <w:rFonts w:ascii="Gill Sans Nova" w:hAnsi="Gill Sans Nova"/>
                <w:bCs/>
                <w:sz w:val="4"/>
                <w:szCs w:val="4"/>
                <w:lang w:eastAsia="fr-FR"/>
              </w:rPr>
            </w:pPr>
          </w:p>
        </w:tc>
        <w:tc>
          <w:tcPr>
            <w:tcW w:w="5539" w:type="dxa"/>
            <w:hideMark/>
          </w:tcPr>
          <w:p w14:paraId="569D5CED" w14:textId="77777777" w:rsidR="00280FAB" w:rsidRPr="00551AAB" w:rsidRDefault="00280FAB">
            <w:pPr>
              <w:spacing w:after="0"/>
              <w:jc w:val="left"/>
              <w:rPr>
                <w:rFonts w:ascii="Gill Sans Nova" w:hAnsi="Gill Sans Nova"/>
                <w:bCs/>
                <w:sz w:val="4"/>
                <w:szCs w:val="4"/>
                <w:lang w:eastAsia="fr-FR"/>
              </w:rPr>
            </w:pPr>
          </w:p>
        </w:tc>
      </w:tr>
      <w:tr w:rsidR="00280FAB" w:rsidRPr="00551AAB" w14:paraId="5FFBA54A" w14:textId="77777777" w:rsidTr="00765BB6">
        <w:trPr>
          <w:trHeight w:val="471"/>
        </w:trPr>
        <w:tc>
          <w:tcPr>
            <w:tcW w:w="4112" w:type="dxa"/>
            <w:shd w:val="clear" w:color="auto" w:fill="F2F2F2"/>
            <w:vAlign w:val="center"/>
            <w:hideMark/>
          </w:tcPr>
          <w:p w14:paraId="7D5CFE98"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Code postal / Ville :</w:t>
            </w:r>
          </w:p>
        </w:tc>
        <w:tc>
          <w:tcPr>
            <w:tcW w:w="5539" w:type="dxa"/>
            <w:tcBorders>
              <w:top w:val="single" w:sz="4" w:space="0" w:color="auto"/>
              <w:left w:val="single" w:sz="4" w:space="0" w:color="auto"/>
              <w:bottom w:val="single" w:sz="4" w:space="0" w:color="auto"/>
              <w:right w:val="single" w:sz="4" w:space="0" w:color="auto"/>
            </w:tcBorders>
            <w:vAlign w:val="center"/>
            <w:hideMark/>
          </w:tcPr>
          <w:p w14:paraId="73A01968"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r w:rsidRPr="00551AAB">
              <w:rPr>
                <w:rFonts w:ascii="Gill Sans Nova" w:eastAsia="Times New Roman" w:hAnsi="Gill Sans Nova" w:cs="Arial"/>
                <w:noProof/>
                <w:color w:val="231F20"/>
                <w:sz w:val="18"/>
                <w:szCs w:val="18"/>
                <w:lang w:val="en-US" w:eastAsia="fr-FR"/>
              </w:rPr>
              <w:t> </w:t>
            </w:r>
          </w:p>
        </w:tc>
      </w:tr>
      <w:tr w:rsidR="00280FAB" w:rsidRPr="00551AAB" w14:paraId="04FF0D02" w14:textId="77777777" w:rsidTr="00765BB6">
        <w:trPr>
          <w:trHeight w:val="187"/>
        </w:trPr>
        <w:tc>
          <w:tcPr>
            <w:tcW w:w="4112" w:type="dxa"/>
            <w:vAlign w:val="center"/>
            <w:hideMark/>
          </w:tcPr>
          <w:p w14:paraId="5400E11F" w14:textId="77777777" w:rsidR="00280FAB" w:rsidRPr="00551AAB" w:rsidRDefault="00280FAB">
            <w:pPr>
              <w:spacing w:after="0"/>
              <w:jc w:val="left"/>
              <w:rPr>
                <w:rFonts w:ascii="Gill Sans Nova" w:hAnsi="Gill Sans Nova"/>
                <w:bCs/>
                <w:sz w:val="4"/>
                <w:szCs w:val="4"/>
                <w:lang w:eastAsia="fr-FR"/>
              </w:rPr>
            </w:pPr>
          </w:p>
        </w:tc>
        <w:tc>
          <w:tcPr>
            <w:tcW w:w="5539" w:type="dxa"/>
            <w:hideMark/>
          </w:tcPr>
          <w:p w14:paraId="40C948EA" w14:textId="77777777" w:rsidR="00280FAB" w:rsidRPr="00551AAB" w:rsidRDefault="00280FAB">
            <w:pPr>
              <w:spacing w:after="0"/>
              <w:jc w:val="left"/>
              <w:rPr>
                <w:rFonts w:ascii="Gill Sans Nova" w:hAnsi="Gill Sans Nova"/>
                <w:bCs/>
                <w:sz w:val="4"/>
                <w:szCs w:val="4"/>
                <w:lang w:eastAsia="fr-FR"/>
              </w:rPr>
            </w:pPr>
          </w:p>
        </w:tc>
      </w:tr>
      <w:tr w:rsidR="00280FAB" w:rsidRPr="00551AAB" w14:paraId="697CB205" w14:textId="77777777" w:rsidTr="00765BB6">
        <w:trPr>
          <w:trHeight w:val="471"/>
        </w:trPr>
        <w:tc>
          <w:tcPr>
            <w:tcW w:w="4112" w:type="dxa"/>
            <w:shd w:val="clear" w:color="auto" w:fill="F2F2F2"/>
            <w:vAlign w:val="center"/>
            <w:hideMark/>
          </w:tcPr>
          <w:p w14:paraId="47A2AA97"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Téléphone :</w:t>
            </w:r>
          </w:p>
        </w:tc>
        <w:tc>
          <w:tcPr>
            <w:tcW w:w="5539" w:type="dxa"/>
            <w:tcBorders>
              <w:top w:val="single" w:sz="4" w:space="0" w:color="auto"/>
              <w:left w:val="single" w:sz="4" w:space="0" w:color="auto"/>
              <w:bottom w:val="single" w:sz="4" w:space="0" w:color="auto"/>
              <w:right w:val="single" w:sz="4" w:space="0" w:color="auto"/>
            </w:tcBorders>
            <w:vAlign w:val="center"/>
            <w:hideMark/>
          </w:tcPr>
          <w:p w14:paraId="46774AC8"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r w:rsidRPr="00551AAB">
              <w:rPr>
                <w:rFonts w:ascii="Gill Sans Nova" w:eastAsia="Times New Roman" w:hAnsi="Gill Sans Nova" w:cs="Arial"/>
                <w:noProof/>
                <w:color w:val="231F20"/>
                <w:sz w:val="18"/>
                <w:szCs w:val="18"/>
                <w:lang w:val="en-US" w:eastAsia="fr-FR"/>
              </w:rPr>
              <w:t> </w:t>
            </w:r>
          </w:p>
        </w:tc>
      </w:tr>
      <w:tr w:rsidR="00280FAB" w:rsidRPr="00551AAB" w14:paraId="1E76A364" w14:textId="77777777" w:rsidTr="00765BB6">
        <w:trPr>
          <w:trHeight w:val="236"/>
        </w:trPr>
        <w:tc>
          <w:tcPr>
            <w:tcW w:w="4112" w:type="dxa"/>
            <w:vAlign w:val="center"/>
            <w:hideMark/>
          </w:tcPr>
          <w:p w14:paraId="6FC66213" w14:textId="77777777" w:rsidR="00280FAB" w:rsidRPr="00551AAB" w:rsidRDefault="00280FAB">
            <w:pPr>
              <w:spacing w:after="0"/>
              <w:jc w:val="left"/>
              <w:rPr>
                <w:rFonts w:ascii="Gill Sans Nova" w:hAnsi="Gill Sans Nova"/>
                <w:bCs/>
                <w:sz w:val="4"/>
                <w:szCs w:val="4"/>
                <w:lang w:eastAsia="fr-FR"/>
              </w:rPr>
            </w:pPr>
          </w:p>
        </w:tc>
        <w:tc>
          <w:tcPr>
            <w:tcW w:w="5539" w:type="dxa"/>
            <w:vAlign w:val="center"/>
            <w:hideMark/>
          </w:tcPr>
          <w:p w14:paraId="28AD6133" w14:textId="77777777" w:rsidR="00280FAB" w:rsidRPr="00551AAB" w:rsidRDefault="00280FAB">
            <w:pPr>
              <w:spacing w:after="0"/>
              <w:jc w:val="left"/>
              <w:rPr>
                <w:rFonts w:ascii="Gill Sans Nova" w:hAnsi="Gill Sans Nova"/>
                <w:bCs/>
                <w:sz w:val="4"/>
                <w:szCs w:val="4"/>
                <w:lang w:eastAsia="fr-FR"/>
              </w:rPr>
            </w:pPr>
          </w:p>
        </w:tc>
      </w:tr>
      <w:tr w:rsidR="00280FAB" w:rsidRPr="00551AAB" w14:paraId="67F6138C" w14:textId="77777777" w:rsidTr="00765BB6">
        <w:trPr>
          <w:trHeight w:val="289"/>
        </w:trPr>
        <w:tc>
          <w:tcPr>
            <w:tcW w:w="4112" w:type="dxa"/>
            <w:shd w:val="clear" w:color="auto" w:fill="F2F2F2"/>
            <w:vAlign w:val="center"/>
            <w:hideMark/>
          </w:tcPr>
          <w:p w14:paraId="48670034" w14:textId="77777777" w:rsidR="00280FAB" w:rsidRPr="00551AAB" w:rsidRDefault="00280FAB">
            <w:pPr>
              <w:spacing w:after="0" w:line="240" w:lineRule="auto"/>
              <w:rPr>
                <w:rFonts w:ascii="Gill Sans Nova" w:eastAsia="Times New Roman" w:hAnsi="Gill Sans Nova" w:cs="Arial"/>
                <w:noProof/>
                <w:color w:val="231F20"/>
                <w:szCs w:val="18"/>
                <w:lang w:val="en-US" w:eastAsia="fr-FR"/>
              </w:rPr>
            </w:pPr>
            <w:r w:rsidRPr="00551AAB">
              <w:rPr>
                <w:rFonts w:ascii="Gill Sans Nova" w:eastAsia="Times New Roman" w:hAnsi="Gill Sans Nova" w:cs="Arial"/>
                <w:noProof/>
                <w:color w:val="231F20"/>
                <w:szCs w:val="18"/>
                <w:lang w:val="en-US" w:eastAsia="fr-FR"/>
              </w:rPr>
              <w:t>E-mail :</w:t>
            </w:r>
          </w:p>
        </w:tc>
        <w:tc>
          <w:tcPr>
            <w:tcW w:w="5539" w:type="dxa"/>
            <w:tcBorders>
              <w:top w:val="single" w:sz="4" w:space="0" w:color="auto"/>
              <w:left w:val="single" w:sz="4" w:space="0" w:color="auto"/>
              <w:bottom w:val="single" w:sz="4" w:space="0" w:color="auto"/>
              <w:right w:val="single" w:sz="4" w:space="0" w:color="auto"/>
            </w:tcBorders>
            <w:vAlign w:val="center"/>
            <w:hideMark/>
          </w:tcPr>
          <w:p w14:paraId="327FB2AB" w14:textId="77777777" w:rsidR="00280FAB" w:rsidRPr="00551AAB" w:rsidRDefault="00280FAB">
            <w:pPr>
              <w:spacing w:after="0" w:line="240" w:lineRule="auto"/>
              <w:rPr>
                <w:rFonts w:ascii="Gill Sans Nova" w:eastAsia="Times New Roman" w:hAnsi="Gill Sans Nova" w:cs="Arial"/>
                <w:noProof/>
                <w:color w:val="231F20"/>
                <w:sz w:val="18"/>
                <w:szCs w:val="18"/>
                <w:lang w:val="en-US" w:eastAsia="fr-FR"/>
              </w:rPr>
            </w:pPr>
            <w:r w:rsidRPr="00551AAB">
              <w:rPr>
                <w:rFonts w:ascii="Gill Sans Nova" w:eastAsia="Times New Roman" w:hAnsi="Gill Sans Nova" w:cs="Arial"/>
                <w:noProof/>
                <w:color w:val="231F20"/>
                <w:sz w:val="18"/>
                <w:szCs w:val="18"/>
                <w:lang w:val="en-US" w:eastAsia="fr-FR"/>
              </w:rPr>
              <w:t> </w:t>
            </w:r>
          </w:p>
        </w:tc>
      </w:tr>
    </w:tbl>
    <w:p w14:paraId="14E2C949" w14:textId="5B50AE04" w:rsidR="004625DF" w:rsidRPr="00551AAB" w:rsidRDefault="004625DF" w:rsidP="007F031B">
      <w:pPr>
        <w:pStyle w:val="De"/>
        <w:jc w:val="both"/>
        <w:rPr>
          <w:rFonts w:ascii="Gill Sans Nova" w:hAnsi="Gill Sans Nova"/>
          <w:b/>
          <w:bCs w:val="0"/>
          <w:noProof/>
          <w:color w:val="009FE3" w:themeColor="text2"/>
          <w:sz w:val="32"/>
          <w:szCs w:val="32"/>
        </w:rPr>
      </w:pPr>
    </w:p>
    <w:sectPr w:rsidR="004625DF" w:rsidRPr="00551AAB" w:rsidSect="00654A62">
      <w:headerReference w:type="default" r:id="rId11"/>
      <w:headerReference w:type="first" r:id="rId12"/>
      <w:footerReference w:type="first" r:id="rId13"/>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66B54" w14:textId="77777777" w:rsidR="008E5D63" w:rsidRDefault="008E5D63" w:rsidP="00892491">
      <w:pPr>
        <w:spacing w:after="0" w:line="240" w:lineRule="auto"/>
      </w:pPr>
      <w:r>
        <w:separator/>
      </w:r>
    </w:p>
    <w:p w14:paraId="63C02219" w14:textId="77777777" w:rsidR="008E5D63" w:rsidRDefault="008E5D63"/>
    <w:p w14:paraId="5CE8F5D8" w14:textId="77777777" w:rsidR="008E5D63" w:rsidRDefault="008E5D63"/>
  </w:endnote>
  <w:endnote w:type="continuationSeparator" w:id="0">
    <w:p w14:paraId="6AE1A5E7" w14:textId="77777777" w:rsidR="008E5D63" w:rsidRDefault="008E5D63" w:rsidP="00892491">
      <w:pPr>
        <w:spacing w:after="0" w:line="240" w:lineRule="auto"/>
      </w:pPr>
      <w:r>
        <w:continuationSeparator/>
      </w:r>
    </w:p>
    <w:p w14:paraId="6DA6921D" w14:textId="77777777" w:rsidR="008E5D63" w:rsidRDefault="008E5D63"/>
    <w:p w14:paraId="2A4064D6" w14:textId="77777777" w:rsidR="008E5D63" w:rsidRDefault="008E5D63"/>
  </w:endnote>
  <w:endnote w:type="continuationNotice" w:id="1">
    <w:p w14:paraId="77011113" w14:textId="77777777" w:rsidR="008E5D63" w:rsidRDefault="008E5D63">
      <w:pPr>
        <w:spacing w:after="0" w:line="240" w:lineRule="auto"/>
      </w:pPr>
    </w:p>
    <w:p w14:paraId="7EF900DB" w14:textId="77777777" w:rsidR="008E5D63" w:rsidRDefault="008E5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ill Sans Nova">
    <w:altName w:val="Cambria"/>
    <w:charset w:val="00"/>
    <w:family w:val="swiss"/>
    <w:pitch w:val="variable"/>
    <w:sig w:usb0="80000287" w:usb1="00000002"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D10F5" w14:textId="77777777" w:rsidR="00C973F8" w:rsidRDefault="004460A1" w:rsidP="0031729C">
    <w:pPr>
      <w:pStyle w:val="Pieddepage"/>
      <w:rPr>
        <w:noProof/>
        <w:lang w:eastAsia="fr-FR"/>
      </w:rPr>
    </w:pPr>
    <w:r>
      <w:tab/>
    </w:r>
  </w:p>
  <w:tbl>
    <w:tblPr>
      <w:tblStyle w:val="Grilledutableau"/>
      <w:tblpPr w:leftFromText="142" w:rightFromText="142" w:vertAnchor="page" w:horzAnchor="margin" w:tblpXSpec="center" w:tblpYSpec="bottom"/>
      <w:tblOverlap w:val="never"/>
      <w:tblW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708"/>
    </w:tblGrid>
    <w:tr w:rsidR="00C973F8" w:rsidRPr="004F3222" w14:paraId="36D024F2" w14:textId="77777777">
      <w:tc>
        <w:tcPr>
          <w:tcW w:w="708" w:type="dxa"/>
          <w:shd w:val="clear" w:color="auto" w:fill="FFFFFF" w:themeFill="background1"/>
          <w:tcMar>
            <w:top w:w="57" w:type="dxa"/>
            <w:bottom w:w="57" w:type="dxa"/>
          </w:tcMar>
        </w:tcPr>
        <w:p w14:paraId="178079DF" w14:textId="77777777" w:rsidR="00C973F8" w:rsidRPr="00F936D3" w:rsidRDefault="00C973F8" w:rsidP="00C973F8">
          <w:pPr>
            <w:pStyle w:val="InfosPage"/>
            <w:framePr w:hSpace="0" w:wrap="auto" w:vAnchor="margin" w:hAnchor="text" w:xAlign="left" w:yAlign="inline"/>
            <w:suppressOverlap w:val="0"/>
            <w:jc w:val="center"/>
            <w:rPr>
              <w:rFonts w:ascii="Gill Sans Nova" w:hAnsi="Gill Sans Nova"/>
            </w:rPr>
          </w:pPr>
          <w:r w:rsidRPr="00F936D3">
            <w:rPr>
              <w:rFonts w:ascii="Gill Sans Nova" w:hAnsi="Gill Sans Nova"/>
            </w:rPr>
            <w:fldChar w:fldCharType="begin"/>
          </w:r>
          <w:r w:rsidRPr="00F936D3">
            <w:rPr>
              <w:rFonts w:ascii="Gill Sans Nova" w:hAnsi="Gill Sans Nova"/>
            </w:rPr>
            <w:instrText xml:space="preserve"> PAGE   \* MERGEFORMAT </w:instrText>
          </w:r>
          <w:r w:rsidRPr="00F936D3">
            <w:rPr>
              <w:rFonts w:ascii="Gill Sans Nova" w:hAnsi="Gill Sans Nova"/>
            </w:rPr>
            <w:fldChar w:fldCharType="separate"/>
          </w:r>
          <w:r w:rsidRPr="00F936D3">
            <w:rPr>
              <w:rStyle w:val="Numrodepage"/>
              <w:rFonts w:ascii="Gill Sans Nova" w:hAnsi="Gill Sans Nova"/>
            </w:rPr>
            <w:t>14</w:t>
          </w:r>
          <w:r w:rsidRPr="00F936D3">
            <w:rPr>
              <w:rFonts w:ascii="Gill Sans Nova" w:hAnsi="Gill Sans Nova"/>
            </w:rPr>
            <w:fldChar w:fldCharType="end"/>
          </w:r>
          <w:r w:rsidRPr="00F936D3">
            <w:rPr>
              <w:rFonts w:ascii="Gill Sans Nova" w:hAnsi="Gill Sans Nova"/>
            </w:rPr>
            <w:t>/</w:t>
          </w:r>
          <w:r w:rsidRPr="00F936D3">
            <w:rPr>
              <w:rFonts w:ascii="Gill Sans Nova" w:hAnsi="Gill Sans Nova"/>
            </w:rPr>
            <w:fldChar w:fldCharType="begin"/>
          </w:r>
          <w:r w:rsidRPr="00F936D3">
            <w:rPr>
              <w:rFonts w:ascii="Gill Sans Nova" w:hAnsi="Gill Sans Nova"/>
            </w:rPr>
            <w:instrText>NUMPAGES   \* MERGEFORMAT</w:instrText>
          </w:r>
          <w:r w:rsidRPr="00F936D3">
            <w:rPr>
              <w:rFonts w:ascii="Gill Sans Nova" w:hAnsi="Gill Sans Nova"/>
            </w:rPr>
            <w:fldChar w:fldCharType="separate"/>
          </w:r>
          <w:r w:rsidRPr="00F936D3">
            <w:rPr>
              <w:rStyle w:val="Numrodepage"/>
              <w:rFonts w:ascii="Gill Sans Nova" w:hAnsi="Gill Sans Nova"/>
            </w:rPr>
            <w:t>18</w:t>
          </w:r>
          <w:r w:rsidRPr="00F936D3">
            <w:rPr>
              <w:rFonts w:ascii="Gill Sans Nova" w:hAnsi="Gill Sans Nova"/>
            </w:rPr>
            <w:fldChar w:fldCharType="end"/>
          </w:r>
        </w:p>
      </w:tc>
    </w:tr>
    <w:tr w:rsidR="00C973F8" w:rsidRPr="004F3222" w14:paraId="56F0838B" w14:textId="77777777">
      <w:tc>
        <w:tcPr>
          <w:tcW w:w="708" w:type="dxa"/>
        </w:tcPr>
        <w:p w14:paraId="6A2635F2" w14:textId="77777777" w:rsidR="00C973F8" w:rsidRPr="004F3222" w:rsidRDefault="00C973F8" w:rsidP="00C973F8"/>
      </w:tc>
    </w:tr>
  </w:tbl>
  <w:p w14:paraId="4CEEADF7" w14:textId="036B9343" w:rsidR="004460A1" w:rsidRPr="001B0B48" w:rsidRDefault="00C973F8" w:rsidP="0031729C">
    <w:pPr>
      <w:pStyle w:val="Pieddepage"/>
    </w:pPr>
    <w:r>
      <w:rPr>
        <w:noProof/>
        <w:lang w:eastAsia="fr-FR"/>
      </w:rPr>
      <w:drawing>
        <wp:anchor distT="0" distB="0" distL="114300" distR="114300" simplePos="0" relativeHeight="251658240" behindDoc="1" locked="1" layoutInCell="1" allowOverlap="1" wp14:anchorId="3FF1476B" wp14:editId="72FE1B4E">
          <wp:simplePos x="0" y="0"/>
          <wp:positionH relativeFrom="page">
            <wp:posOffset>22860</wp:posOffset>
          </wp:positionH>
          <wp:positionV relativeFrom="page">
            <wp:posOffset>9027795</wp:posOffset>
          </wp:positionV>
          <wp:extent cx="7527925" cy="248285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ed-Grille-Fin.emf"/>
                  <pic:cNvPicPr/>
                </pic:nvPicPr>
                <pic:blipFill>
                  <a:blip r:embed="rId1">
                    <a:extLst>
                      <a:ext uri="{28A0092B-C50C-407E-A947-70E740481C1C}">
                        <a14:useLocalDpi xmlns:a14="http://schemas.microsoft.com/office/drawing/2010/main" val="0"/>
                      </a:ext>
                    </a:extLst>
                  </a:blip>
                  <a:stretch>
                    <a:fillRect/>
                  </a:stretch>
                </pic:blipFill>
                <pic:spPr>
                  <a:xfrm>
                    <a:off x="0" y="0"/>
                    <a:ext cx="7527925" cy="2482850"/>
                  </a:xfrm>
                  <a:prstGeom prst="rect">
                    <a:avLst/>
                  </a:prstGeom>
                </pic:spPr>
              </pic:pic>
            </a:graphicData>
          </a:graphic>
          <wp14:sizeRelH relativeFrom="page">
            <wp14:pctWidth>0</wp14:pctWidth>
          </wp14:sizeRelH>
          <wp14:sizeRelV relativeFrom="page">
            <wp14:pctHeight>0</wp14:pctHeight>
          </wp14:sizeRelV>
        </wp:anchor>
      </w:drawing>
    </w:r>
  </w:p>
  <w:p w14:paraId="6A114486" w14:textId="77777777" w:rsidR="00095707" w:rsidRDefault="000957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246F7" w14:textId="77777777" w:rsidR="008E5D63" w:rsidRPr="00335DE6" w:rsidRDefault="008E5D63" w:rsidP="00892491">
      <w:pPr>
        <w:spacing w:after="0" w:line="240" w:lineRule="auto"/>
        <w:rPr>
          <w:color w:val="009FE3" w:themeColor="text2"/>
        </w:rPr>
      </w:pPr>
      <w:r w:rsidRPr="00335DE6">
        <w:rPr>
          <w:color w:val="009FE3" w:themeColor="text2"/>
        </w:rPr>
        <w:separator/>
      </w:r>
    </w:p>
    <w:p w14:paraId="38395CF4" w14:textId="77777777" w:rsidR="008E5D63" w:rsidRDefault="008E5D63"/>
    <w:p w14:paraId="0BAFD3B6" w14:textId="77777777" w:rsidR="008E5D63" w:rsidRDefault="008E5D63"/>
  </w:footnote>
  <w:footnote w:type="continuationSeparator" w:id="0">
    <w:p w14:paraId="50D4747E" w14:textId="77777777" w:rsidR="008E5D63" w:rsidRDefault="008E5D63" w:rsidP="00892491">
      <w:pPr>
        <w:spacing w:after="0" w:line="240" w:lineRule="auto"/>
      </w:pPr>
      <w:r>
        <w:continuationSeparator/>
      </w:r>
    </w:p>
    <w:p w14:paraId="0185EC81" w14:textId="77777777" w:rsidR="008E5D63" w:rsidRDefault="008E5D63"/>
    <w:p w14:paraId="09CEC577" w14:textId="77777777" w:rsidR="008E5D63" w:rsidRDefault="008E5D63"/>
  </w:footnote>
  <w:footnote w:type="continuationNotice" w:id="1">
    <w:p w14:paraId="562A300B" w14:textId="77777777" w:rsidR="008E5D63" w:rsidRDefault="008E5D63">
      <w:pPr>
        <w:spacing w:after="0" w:line="240" w:lineRule="auto"/>
      </w:pPr>
    </w:p>
    <w:p w14:paraId="2B81F874" w14:textId="77777777" w:rsidR="008E5D63" w:rsidRDefault="008E5D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pPr w:leftFromText="142" w:rightFromText="142" w:vertAnchor="page" w:horzAnchor="margin" w:tblpXSpec="center" w:tblpYSpec="bottom"/>
      <w:tblOverlap w:val="never"/>
      <w:tblW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708"/>
    </w:tblGrid>
    <w:tr w:rsidR="00B11164" w:rsidRPr="004F3222" w14:paraId="39C9D7F8" w14:textId="77777777">
      <w:tc>
        <w:tcPr>
          <w:tcW w:w="708" w:type="dxa"/>
          <w:shd w:val="clear" w:color="auto" w:fill="FFFFFF" w:themeFill="background1"/>
          <w:tcMar>
            <w:top w:w="57" w:type="dxa"/>
            <w:bottom w:w="57" w:type="dxa"/>
          </w:tcMar>
        </w:tcPr>
        <w:p w14:paraId="60B5CEC2" w14:textId="77777777" w:rsidR="00B11164" w:rsidRPr="00754E8D" w:rsidRDefault="00B11164" w:rsidP="00B11164">
          <w:pPr>
            <w:pStyle w:val="InfosPage"/>
            <w:framePr w:hSpace="0" w:wrap="auto" w:vAnchor="margin" w:hAnchor="text" w:xAlign="left" w:yAlign="inline"/>
            <w:suppressOverlap w:val="0"/>
            <w:jc w:val="center"/>
          </w:pPr>
          <w:r w:rsidRPr="00754E8D">
            <w:fldChar w:fldCharType="begin"/>
          </w:r>
          <w:r w:rsidRPr="00754E8D">
            <w:instrText xml:space="preserve"> PAGE   \* MERGEFORMAT </w:instrText>
          </w:r>
          <w:r w:rsidRPr="00754E8D">
            <w:fldChar w:fldCharType="separate"/>
          </w:r>
          <w:r w:rsidRPr="00A25420">
            <w:rPr>
              <w:rStyle w:val="Numrodepage"/>
            </w:rPr>
            <w:t>14</w:t>
          </w:r>
          <w:r w:rsidRPr="00754E8D">
            <w:fldChar w:fldCharType="end"/>
          </w:r>
          <w:r w:rsidRPr="00754E8D">
            <w:t>/</w:t>
          </w:r>
          <w:fldSimple w:instr="NUMPAGES   \* MERGEFORMAT">
            <w:r w:rsidRPr="00A25420">
              <w:rPr>
                <w:rStyle w:val="Numrodepage"/>
              </w:rPr>
              <w:t>18</w:t>
            </w:r>
          </w:fldSimple>
        </w:p>
      </w:tc>
    </w:tr>
    <w:tr w:rsidR="00B11164" w:rsidRPr="004F3222" w14:paraId="36A075E0" w14:textId="77777777">
      <w:tc>
        <w:tcPr>
          <w:tcW w:w="708" w:type="dxa"/>
        </w:tcPr>
        <w:p w14:paraId="0F6F29BA" w14:textId="77777777" w:rsidR="00B11164" w:rsidRPr="004F3222" w:rsidRDefault="00B11164" w:rsidP="00B11164"/>
      </w:tc>
    </w:tr>
  </w:tbl>
  <w:p w14:paraId="24BD053D" w14:textId="3F15419A" w:rsidR="00B11164" w:rsidRDefault="00B11164">
    <w:pPr>
      <w:pStyle w:val="En-tte"/>
    </w:pPr>
    <w:r>
      <w:rPr>
        <w:noProof/>
        <w:lang w:eastAsia="fr-FR"/>
      </w:rPr>
      <w:drawing>
        <wp:anchor distT="0" distB="0" distL="114300" distR="114300" simplePos="0" relativeHeight="251658241" behindDoc="1" locked="1" layoutInCell="1" allowOverlap="1" wp14:anchorId="2D8293A1" wp14:editId="382E6074">
          <wp:simplePos x="0" y="0"/>
          <wp:positionH relativeFrom="page">
            <wp:align>left</wp:align>
          </wp:positionH>
          <wp:positionV relativeFrom="page">
            <wp:posOffset>9011285</wp:posOffset>
          </wp:positionV>
          <wp:extent cx="7527925" cy="2482850"/>
          <wp:effectExtent l="0" t="0" r="0" b="0"/>
          <wp:wrapNone/>
          <wp:docPr id="1153498339" name="Image 1153498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ed-Grille-Fin.emf"/>
                  <pic:cNvPicPr/>
                </pic:nvPicPr>
                <pic:blipFill>
                  <a:blip r:embed="rId1">
                    <a:extLst>
                      <a:ext uri="{28A0092B-C50C-407E-A947-70E740481C1C}">
                        <a14:useLocalDpi xmlns:a14="http://schemas.microsoft.com/office/drawing/2010/main" val="0"/>
                      </a:ext>
                    </a:extLst>
                  </a:blip>
                  <a:stretch>
                    <a:fillRect/>
                  </a:stretch>
                </pic:blipFill>
                <pic:spPr>
                  <a:xfrm>
                    <a:off x="0" y="0"/>
                    <a:ext cx="7527925" cy="24828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6CD10" w14:textId="58E20CD6" w:rsidR="004460A1" w:rsidRDefault="00F936D3" w:rsidP="0096554F">
    <w:pPr>
      <w:pStyle w:val="En-tte"/>
    </w:pPr>
    <w:r w:rsidRPr="00CC4334">
      <w:rPr>
        <w:rFonts w:asciiTheme="majorHAnsi" w:hAnsiTheme="majorHAnsi"/>
        <w:noProof/>
        <w:color w:val="808080" w:themeColor="background1" w:themeShade="80"/>
        <w:sz w:val="40"/>
        <w:szCs w:val="44"/>
      </w:rPr>
      <w:drawing>
        <wp:anchor distT="0" distB="0" distL="114300" distR="114300" simplePos="0" relativeHeight="251661313" behindDoc="0" locked="0" layoutInCell="1" allowOverlap="1" wp14:anchorId="6E3AC973" wp14:editId="13D255C1">
          <wp:simplePos x="0" y="0"/>
          <wp:positionH relativeFrom="column">
            <wp:posOffset>4679950</wp:posOffset>
          </wp:positionH>
          <wp:positionV relativeFrom="paragraph">
            <wp:posOffset>-350520</wp:posOffset>
          </wp:positionV>
          <wp:extent cx="1304290" cy="794385"/>
          <wp:effectExtent l="0" t="0" r="0" b="5715"/>
          <wp:wrapNone/>
          <wp:docPr id="9" name="Image 8">
            <a:extLst xmlns:a="http://schemas.openxmlformats.org/drawingml/2006/main">
              <a:ext uri="{FF2B5EF4-FFF2-40B4-BE49-F238E27FC236}">
                <a16:creationId xmlns:a16="http://schemas.microsoft.com/office/drawing/2014/main" id="{9E05D551-8C51-0D48-8D56-1A31BF43E58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a:extLst>
                      <a:ext uri="{FF2B5EF4-FFF2-40B4-BE49-F238E27FC236}">
                        <a16:creationId xmlns:a16="http://schemas.microsoft.com/office/drawing/2014/main" id="{9E05D551-8C51-0D48-8D56-1A31BF43E58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04290" cy="794385"/>
                  </a:xfrm>
                  <a:prstGeom prst="rect">
                    <a:avLst/>
                  </a:prstGeom>
                </pic:spPr>
              </pic:pic>
            </a:graphicData>
          </a:graphic>
          <wp14:sizeRelH relativeFrom="margin">
            <wp14:pctWidth>0</wp14:pctWidth>
          </wp14:sizeRelH>
        </wp:anchor>
      </w:drawing>
    </w:r>
    <w:r w:rsidRPr="00CC4334">
      <w:rPr>
        <w:rFonts w:asciiTheme="majorHAnsi" w:hAnsiTheme="majorHAnsi"/>
        <w:noProof/>
        <w:color w:val="808080" w:themeColor="background1" w:themeShade="80"/>
        <w:sz w:val="40"/>
        <w:szCs w:val="44"/>
      </w:rPr>
      <w:drawing>
        <wp:anchor distT="0" distB="0" distL="114300" distR="114300" simplePos="0" relativeHeight="251660289" behindDoc="0" locked="0" layoutInCell="1" allowOverlap="1" wp14:anchorId="695D9147" wp14:editId="0BA548E4">
          <wp:simplePos x="0" y="0"/>
          <wp:positionH relativeFrom="page">
            <wp:posOffset>809625</wp:posOffset>
          </wp:positionH>
          <wp:positionV relativeFrom="paragraph">
            <wp:posOffset>-238760</wp:posOffset>
          </wp:positionV>
          <wp:extent cx="1307465" cy="694690"/>
          <wp:effectExtent l="0" t="0" r="6985" b="0"/>
          <wp:wrapNone/>
          <wp:docPr id="6" name="Image 5" descr="Une image contenant texte, Police, logo, Graphique&#10;&#10;Le contenu généré par l’IA peut être incorrect.">
            <a:extLst xmlns:a="http://schemas.openxmlformats.org/drawingml/2006/main">
              <a:ext uri="{FF2B5EF4-FFF2-40B4-BE49-F238E27FC236}">
                <a16:creationId xmlns:a16="http://schemas.microsoft.com/office/drawing/2014/main" id="{02847635-8DD4-4F27-A179-A01A52E7ED2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descr="Une image contenant texte, Police, logo, Graphique&#10;&#10;Le contenu généré par l’IA peut être incorrect.">
                    <a:extLst>
                      <a:ext uri="{FF2B5EF4-FFF2-40B4-BE49-F238E27FC236}">
                        <a16:creationId xmlns:a16="http://schemas.microsoft.com/office/drawing/2014/main" id="{02847635-8DD4-4F27-A179-A01A52E7ED22}"/>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07465" cy="694690"/>
                  </a:xfrm>
                  <a:prstGeom prst="rect">
                    <a:avLst/>
                  </a:prstGeom>
                </pic:spPr>
              </pic:pic>
            </a:graphicData>
          </a:graphic>
          <wp14:sizeRelH relativeFrom="margin">
            <wp14:pctWidth>0</wp14:pctWidth>
          </wp14:sizeRelH>
        </wp:anchor>
      </w:drawing>
    </w:r>
  </w:p>
  <w:p w14:paraId="5E65DECA" w14:textId="77777777" w:rsidR="004460A1" w:rsidRPr="00657615" w:rsidRDefault="004460A1" w:rsidP="0096554F">
    <w:pPr>
      <w:pStyle w:val="En-tte"/>
    </w:pPr>
  </w:p>
  <w:p w14:paraId="06E7DE41" w14:textId="77777777" w:rsidR="00095707" w:rsidRDefault="000957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A2DBA"/>
    <w:multiLevelType w:val="multilevel"/>
    <w:tmpl w:val="EB48A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FB4985"/>
    <w:multiLevelType w:val="multilevel"/>
    <w:tmpl w:val="70BC42B8"/>
    <w:lvl w:ilvl="0">
      <w:start w:val="1"/>
      <w:numFmt w:val="decimal"/>
      <w:pStyle w:val="Listenumros"/>
      <w:lvlText w:val="%1."/>
      <w:lvlJc w:val="left"/>
      <w:pPr>
        <w:tabs>
          <w:tab w:val="num" w:pos="284"/>
        </w:tabs>
        <w:ind w:left="284" w:hanging="284"/>
      </w:pPr>
      <w:rPr>
        <w:rFonts w:hint="default"/>
        <w:b/>
        <w:i w:val="0"/>
        <w:color w:val="auto"/>
      </w:rPr>
    </w:lvl>
    <w:lvl w:ilvl="1">
      <w:start w:val="1"/>
      <w:numFmt w:val="lowerLetter"/>
      <w:pStyle w:val="Listenumros2"/>
      <w:lvlText w:val="%2."/>
      <w:lvlJc w:val="left"/>
      <w:pPr>
        <w:tabs>
          <w:tab w:val="num" w:pos="567"/>
        </w:tabs>
        <w:ind w:left="567" w:hanging="283"/>
      </w:pPr>
      <w:rPr>
        <w:rFonts w:hint="default"/>
        <w:b/>
        <w:i w:val="0"/>
        <w:color w:val="auto"/>
      </w:rPr>
    </w:lvl>
    <w:lvl w:ilvl="2">
      <w:start w:val="1"/>
      <w:numFmt w:val="lowerRoman"/>
      <w:pStyle w:val="Listenumros3"/>
      <w:lvlText w:val="%3."/>
      <w:lvlJc w:val="left"/>
      <w:pPr>
        <w:tabs>
          <w:tab w:val="num" w:pos="851"/>
        </w:tabs>
        <w:ind w:left="851" w:hanging="284"/>
      </w:pPr>
      <w:rPr>
        <w:rFonts w:hint="default"/>
        <w:b/>
        <w:i w:val="0"/>
        <w:color w:val="auto"/>
      </w:rPr>
    </w:lvl>
    <w:lvl w:ilvl="3">
      <w:start w:val="1"/>
      <w:numFmt w:val="decimal"/>
      <w:pStyle w:val="Listenumros4"/>
      <w:lvlText w:val="(%4)"/>
      <w:lvlJc w:val="left"/>
      <w:pPr>
        <w:tabs>
          <w:tab w:val="num" w:pos="1134"/>
        </w:tabs>
        <w:ind w:left="1134" w:hanging="283"/>
      </w:pPr>
      <w:rPr>
        <w:rFonts w:hint="default"/>
        <w:b w:val="0"/>
        <w:i w:val="0"/>
        <w:color w:val="auto"/>
      </w:rPr>
    </w:lvl>
    <w:lvl w:ilvl="4">
      <w:start w:val="1"/>
      <w:numFmt w:val="lowerLetter"/>
      <w:pStyle w:val="Listenumros5"/>
      <w:lvlText w:val="(%5)"/>
      <w:lvlJc w:val="left"/>
      <w:pPr>
        <w:tabs>
          <w:tab w:val="num" w:pos="1418"/>
        </w:tabs>
        <w:ind w:left="1418" w:hanging="284"/>
      </w:pPr>
      <w:rPr>
        <w:rFonts w:hint="default"/>
        <w:b w:val="0"/>
        <w:i w:val="0"/>
        <w:color w:val="auto"/>
      </w:rPr>
    </w:lvl>
    <w:lvl w:ilvl="5">
      <w:start w:val="1"/>
      <w:numFmt w:val="lowerRoman"/>
      <w:lvlText w:val="(%6)"/>
      <w:lvlJc w:val="left"/>
      <w:pPr>
        <w:ind w:left="2160" w:hanging="360"/>
      </w:pPr>
      <w:rPr>
        <w:rFonts w:hint="default"/>
        <w:b w:val="0"/>
        <w:i w: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5111639"/>
    <w:multiLevelType w:val="multilevel"/>
    <w:tmpl w:val="83C0E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963DF0"/>
    <w:multiLevelType w:val="hybridMultilevel"/>
    <w:tmpl w:val="5A8C14DA"/>
    <w:lvl w:ilvl="0" w:tplc="9550901E">
      <w:start w:val="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F956D7"/>
    <w:multiLevelType w:val="multilevel"/>
    <w:tmpl w:val="83CCD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8369B5"/>
    <w:multiLevelType w:val="hybridMultilevel"/>
    <w:tmpl w:val="40CC353E"/>
    <w:lvl w:ilvl="0" w:tplc="D7F8BC42">
      <w:start w:val="1"/>
      <w:numFmt w:val="bullet"/>
      <w:lvlText w:val="-"/>
      <w:lvlJc w:val="left"/>
      <w:pPr>
        <w:ind w:left="283"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1" w:tplc="CA0003A0">
      <w:start w:val="1"/>
      <w:numFmt w:val="bullet"/>
      <w:lvlText w:val="o"/>
      <w:lvlJc w:val="left"/>
      <w:pPr>
        <w:ind w:left="108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2" w:tplc="7DFE063E">
      <w:start w:val="1"/>
      <w:numFmt w:val="bullet"/>
      <w:lvlText w:val="▪"/>
      <w:lvlJc w:val="left"/>
      <w:pPr>
        <w:ind w:left="180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3" w:tplc="BC8CEA16">
      <w:start w:val="1"/>
      <w:numFmt w:val="bullet"/>
      <w:lvlText w:val="•"/>
      <w:lvlJc w:val="left"/>
      <w:pPr>
        <w:ind w:left="252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4" w:tplc="FBB622D6">
      <w:start w:val="1"/>
      <w:numFmt w:val="bullet"/>
      <w:lvlText w:val="o"/>
      <w:lvlJc w:val="left"/>
      <w:pPr>
        <w:ind w:left="324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5" w:tplc="D826E090">
      <w:start w:val="1"/>
      <w:numFmt w:val="bullet"/>
      <w:lvlText w:val="▪"/>
      <w:lvlJc w:val="left"/>
      <w:pPr>
        <w:ind w:left="396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6" w:tplc="B66E14F0">
      <w:start w:val="1"/>
      <w:numFmt w:val="bullet"/>
      <w:lvlText w:val="•"/>
      <w:lvlJc w:val="left"/>
      <w:pPr>
        <w:ind w:left="468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7" w:tplc="ACCA62DA">
      <w:start w:val="1"/>
      <w:numFmt w:val="bullet"/>
      <w:lvlText w:val="o"/>
      <w:lvlJc w:val="left"/>
      <w:pPr>
        <w:ind w:left="540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8" w:tplc="D2EA071C">
      <w:start w:val="1"/>
      <w:numFmt w:val="bullet"/>
      <w:lvlText w:val="▪"/>
      <w:lvlJc w:val="left"/>
      <w:pPr>
        <w:ind w:left="612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abstractNum>
  <w:abstractNum w:abstractNumId="6" w15:restartNumberingAfterBreak="0">
    <w:nsid w:val="0B28351B"/>
    <w:multiLevelType w:val="multilevel"/>
    <w:tmpl w:val="0C92A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D71ECB"/>
    <w:multiLevelType w:val="hybridMultilevel"/>
    <w:tmpl w:val="F1F6EA92"/>
    <w:lvl w:ilvl="0" w:tplc="7E224658">
      <w:start w:val="1"/>
      <w:numFmt w:val="decimal"/>
      <w:lvlText w:val="%1."/>
      <w:lvlJc w:val="left"/>
      <w:pPr>
        <w:ind w:left="77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1" w:tplc="249258DA">
      <w:start w:val="1"/>
      <w:numFmt w:val="lowerLetter"/>
      <w:lvlText w:val="%2"/>
      <w:lvlJc w:val="left"/>
      <w:pPr>
        <w:ind w:left="144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2" w:tplc="03C87470">
      <w:start w:val="1"/>
      <w:numFmt w:val="lowerRoman"/>
      <w:lvlText w:val="%3"/>
      <w:lvlJc w:val="left"/>
      <w:pPr>
        <w:ind w:left="216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3" w:tplc="6D9A11AE">
      <w:start w:val="1"/>
      <w:numFmt w:val="decimal"/>
      <w:lvlText w:val="%4"/>
      <w:lvlJc w:val="left"/>
      <w:pPr>
        <w:ind w:left="288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4" w:tplc="A7FCEA06">
      <w:start w:val="1"/>
      <w:numFmt w:val="lowerLetter"/>
      <w:lvlText w:val="%5"/>
      <w:lvlJc w:val="left"/>
      <w:pPr>
        <w:ind w:left="360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5" w:tplc="78561AB8">
      <w:start w:val="1"/>
      <w:numFmt w:val="lowerRoman"/>
      <w:lvlText w:val="%6"/>
      <w:lvlJc w:val="left"/>
      <w:pPr>
        <w:ind w:left="432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6" w:tplc="5D0E5AFA">
      <w:start w:val="1"/>
      <w:numFmt w:val="decimal"/>
      <w:lvlText w:val="%7"/>
      <w:lvlJc w:val="left"/>
      <w:pPr>
        <w:ind w:left="504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7" w:tplc="C1DED930">
      <w:start w:val="1"/>
      <w:numFmt w:val="lowerLetter"/>
      <w:lvlText w:val="%8"/>
      <w:lvlJc w:val="left"/>
      <w:pPr>
        <w:ind w:left="576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8" w:tplc="8BF22A18">
      <w:start w:val="1"/>
      <w:numFmt w:val="lowerRoman"/>
      <w:lvlText w:val="%9"/>
      <w:lvlJc w:val="left"/>
      <w:pPr>
        <w:ind w:left="648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abstractNum>
  <w:abstractNum w:abstractNumId="8" w15:restartNumberingAfterBreak="0">
    <w:nsid w:val="10996D95"/>
    <w:multiLevelType w:val="multilevel"/>
    <w:tmpl w:val="7BC6EA92"/>
    <w:lvl w:ilvl="0">
      <w:start w:val="1"/>
      <w:numFmt w:val="bullet"/>
      <w:pStyle w:val="Article-Liste1"/>
      <w:lvlText w:val=""/>
      <w:lvlJc w:val="left"/>
      <w:pPr>
        <w:tabs>
          <w:tab w:val="num" w:pos="2098"/>
        </w:tabs>
        <w:ind w:left="2098" w:hanging="227"/>
      </w:pPr>
      <w:rPr>
        <w:rFonts w:ascii="Symbol" w:hAnsi="Symbol" w:hint="default"/>
        <w:color w:val="009FE3" w:themeColor="text2"/>
        <w:sz w:val="28"/>
      </w:rPr>
    </w:lvl>
    <w:lvl w:ilvl="1">
      <w:start w:val="1"/>
      <w:numFmt w:val="bullet"/>
      <w:pStyle w:val="Article-Liste2"/>
      <w:lvlText w:val=""/>
      <w:lvlJc w:val="left"/>
      <w:pPr>
        <w:tabs>
          <w:tab w:val="num" w:pos="2325"/>
        </w:tabs>
        <w:ind w:left="2325" w:hanging="227"/>
      </w:pPr>
      <w:rPr>
        <w:rFonts w:ascii="Symbol" w:hAnsi="Symbol" w:hint="default"/>
        <w:b w:val="0"/>
        <w:i w:val="0"/>
        <w:color w:val="auto"/>
        <w:sz w:val="24"/>
      </w:rPr>
    </w:lvl>
    <w:lvl w:ilvl="2">
      <w:start w:val="1"/>
      <w:numFmt w:val="bullet"/>
      <w:pStyle w:val="Articleliste3"/>
      <w:lvlText w:val="o"/>
      <w:lvlJc w:val="left"/>
      <w:pPr>
        <w:tabs>
          <w:tab w:val="num" w:pos="2552"/>
        </w:tabs>
        <w:ind w:left="2552" w:hanging="227"/>
      </w:pPr>
      <w:rPr>
        <w:rFonts w:ascii="Courier New" w:hAnsi="Courier New"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2550DBB"/>
    <w:multiLevelType w:val="hybridMultilevel"/>
    <w:tmpl w:val="E550E3DC"/>
    <w:lvl w:ilvl="0" w:tplc="D658724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A97F55"/>
    <w:multiLevelType w:val="multilevel"/>
    <w:tmpl w:val="FF1EA492"/>
    <w:lvl w:ilvl="0">
      <w:start w:val="1"/>
      <w:numFmt w:val="bullet"/>
      <w:pStyle w:val="ListepucesBleues"/>
      <w:lvlText w:val=""/>
      <w:lvlJc w:val="left"/>
      <w:pPr>
        <w:tabs>
          <w:tab w:val="num" w:pos="284"/>
        </w:tabs>
        <w:ind w:left="284" w:hanging="284"/>
      </w:pPr>
      <w:rPr>
        <w:rFonts w:ascii="Symbol" w:hAnsi="Symbol" w:hint="default"/>
        <w:b/>
        <w:i w:val="0"/>
        <w:color w:val="009FE3" w:themeColor="text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5587F67"/>
    <w:multiLevelType w:val="hybridMultilevel"/>
    <w:tmpl w:val="B886789C"/>
    <w:lvl w:ilvl="0" w:tplc="5FE0AE7E">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6B26858"/>
    <w:multiLevelType w:val="hybridMultilevel"/>
    <w:tmpl w:val="7A208F02"/>
    <w:lvl w:ilvl="0" w:tplc="C3D0BF60">
      <w:start w:val="1"/>
      <w:numFmt w:val="bullet"/>
      <w:lvlText w:val=""/>
      <w:lvlJc w:val="left"/>
      <w:pPr>
        <w:ind w:left="1280" w:hanging="360"/>
      </w:pPr>
      <w:rPr>
        <w:rFonts w:ascii="Symbol" w:hAnsi="Symbol"/>
      </w:rPr>
    </w:lvl>
    <w:lvl w:ilvl="1" w:tplc="4E3A8428">
      <w:start w:val="1"/>
      <w:numFmt w:val="bullet"/>
      <w:lvlText w:val=""/>
      <w:lvlJc w:val="left"/>
      <w:pPr>
        <w:ind w:left="1280" w:hanging="360"/>
      </w:pPr>
      <w:rPr>
        <w:rFonts w:ascii="Symbol" w:hAnsi="Symbol"/>
      </w:rPr>
    </w:lvl>
    <w:lvl w:ilvl="2" w:tplc="6AC8FC08">
      <w:start w:val="1"/>
      <w:numFmt w:val="bullet"/>
      <w:lvlText w:val=""/>
      <w:lvlJc w:val="left"/>
      <w:pPr>
        <w:ind w:left="1280" w:hanging="360"/>
      </w:pPr>
      <w:rPr>
        <w:rFonts w:ascii="Symbol" w:hAnsi="Symbol"/>
      </w:rPr>
    </w:lvl>
    <w:lvl w:ilvl="3" w:tplc="7E7E0878">
      <w:start w:val="1"/>
      <w:numFmt w:val="bullet"/>
      <w:lvlText w:val=""/>
      <w:lvlJc w:val="left"/>
      <w:pPr>
        <w:ind w:left="1280" w:hanging="360"/>
      </w:pPr>
      <w:rPr>
        <w:rFonts w:ascii="Symbol" w:hAnsi="Symbol"/>
      </w:rPr>
    </w:lvl>
    <w:lvl w:ilvl="4" w:tplc="2A2AF29A">
      <w:start w:val="1"/>
      <w:numFmt w:val="bullet"/>
      <w:lvlText w:val=""/>
      <w:lvlJc w:val="left"/>
      <w:pPr>
        <w:ind w:left="1280" w:hanging="360"/>
      </w:pPr>
      <w:rPr>
        <w:rFonts w:ascii="Symbol" w:hAnsi="Symbol"/>
      </w:rPr>
    </w:lvl>
    <w:lvl w:ilvl="5" w:tplc="96002C36">
      <w:start w:val="1"/>
      <w:numFmt w:val="bullet"/>
      <w:lvlText w:val=""/>
      <w:lvlJc w:val="left"/>
      <w:pPr>
        <w:ind w:left="1280" w:hanging="360"/>
      </w:pPr>
      <w:rPr>
        <w:rFonts w:ascii="Symbol" w:hAnsi="Symbol"/>
      </w:rPr>
    </w:lvl>
    <w:lvl w:ilvl="6" w:tplc="5D68CBF4">
      <w:start w:val="1"/>
      <w:numFmt w:val="bullet"/>
      <w:lvlText w:val=""/>
      <w:lvlJc w:val="left"/>
      <w:pPr>
        <w:ind w:left="1280" w:hanging="360"/>
      </w:pPr>
      <w:rPr>
        <w:rFonts w:ascii="Symbol" w:hAnsi="Symbol"/>
      </w:rPr>
    </w:lvl>
    <w:lvl w:ilvl="7" w:tplc="F81A9362">
      <w:start w:val="1"/>
      <w:numFmt w:val="bullet"/>
      <w:lvlText w:val=""/>
      <w:lvlJc w:val="left"/>
      <w:pPr>
        <w:ind w:left="1280" w:hanging="360"/>
      </w:pPr>
      <w:rPr>
        <w:rFonts w:ascii="Symbol" w:hAnsi="Symbol"/>
      </w:rPr>
    </w:lvl>
    <w:lvl w:ilvl="8" w:tplc="835CEAD4">
      <w:start w:val="1"/>
      <w:numFmt w:val="bullet"/>
      <w:lvlText w:val=""/>
      <w:lvlJc w:val="left"/>
      <w:pPr>
        <w:ind w:left="1280" w:hanging="360"/>
      </w:pPr>
      <w:rPr>
        <w:rFonts w:ascii="Symbol" w:hAnsi="Symbol"/>
      </w:rPr>
    </w:lvl>
  </w:abstractNum>
  <w:abstractNum w:abstractNumId="13" w15:restartNumberingAfterBreak="0">
    <w:nsid w:val="17833794"/>
    <w:multiLevelType w:val="hybridMultilevel"/>
    <w:tmpl w:val="B3C8796A"/>
    <w:lvl w:ilvl="0" w:tplc="633EDCA8">
      <w:start w:val="1"/>
      <w:numFmt w:val="bullet"/>
      <w:lvlText w:val="-"/>
      <w:lvlJc w:val="left"/>
      <w:pPr>
        <w:ind w:left="283"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1" w:tplc="A204DD7A">
      <w:start w:val="1"/>
      <w:numFmt w:val="bullet"/>
      <w:lvlText w:val="o"/>
      <w:lvlJc w:val="left"/>
      <w:pPr>
        <w:ind w:left="108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2" w:tplc="396C6D74">
      <w:start w:val="1"/>
      <w:numFmt w:val="bullet"/>
      <w:lvlText w:val="▪"/>
      <w:lvlJc w:val="left"/>
      <w:pPr>
        <w:ind w:left="180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3" w:tplc="62B8BA10">
      <w:start w:val="1"/>
      <w:numFmt w:val="bullet"/>
      <w:lvlText w:val="•"/>
      <w:lvlJc w:val="left"/>
      <w:pPr>
        <w:ind w:left="252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4" w:tplc="7E703624">
      <w:start w:val="1"/>
      <w:numFmt w:val="bullet"/>
      <w:lvlText w:val="o"/>
      <w:lvlJc w:val="left"/>
      <w:pPr>
        <w:ind w:left="324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5" w:tplc="8DE2AC6E">
      <w:start w:val="1"/>
      <w:numFmt w:val="bullet"/>
      <w:lvlText w:val="▪"/>
      <w:lvlJc w:val="left"/>
      <w:pPr>
        <w:ind w:left="396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6" w:tplc="6F9C21E2">
      <w:start w:val="1"/>
      <w:numFmt w:val="bullet"/>
      <w:lvlText w:val="•"/>
      <w:lvlJc w:val="left"/>
      <w:pPr>
        <w:ind w:left="468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7" w:tplc="41247FFC">
      <w:start w:val="1"/>
      <w:numFmt w:val="bullet"/>
      <w:lvlText w:val="o"/>
      <w:lvlJc w:val="left"/>
      <w:pPr>
        <w:ind w:left="540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8" w:tplc="89389CA0">
      <w:start w:val="1"/>
      <w:numFmt w:val="bullet"/>
      <w:lvlText w:val="▪"/>
      <w:lvlJc w:val="left"/>
      <w:pPr>
        <w:ind w:left="612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abstractNum>
  <w:abstractNum w:abstractNumId="14" w15:restartNumberingAfterBreak="0">
    <w:nsid w:val="17F30846"/>
    <w:multiLevelType w:val="hybridMultilevel"/>
    <w:tmpl w:val="2EBC4C90"/>
    <w:lvl w:ilvl="0" w:tplc="B148AE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AC65CD"/>
    <w:multiLevelType w:val="hybridMultilevel"/>
    <w:tmpl w:val="75188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D672814"/>
    <w:multiLevelType w:val="multilevel"/>
    <w:tmpl w:val="62747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DA17390"/>
    <w:multiLevelType w:val="hybridMultilevel"/>
    <w:tmpl w:val="52FACC04"/>
    <w:lvl w:ilvl="0" w:tplc="D6981C86">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1001E1"/>
    <w:multiLevelType w:val="multilevel"/>
    <w:tmpl w:val="6FFA6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2E56E89"/>
    <w:multiLevelType w:val="hybridMultilevel"/>
    <w:tmpl w:val="7B6E9F4A"/>
    <w:lvl w:ilvl="0" w:tplc="74B243B8">
      <w:start w:val="1"/>
      <w:numFmt w:val="bullet"/>
      <w:lvlText w:val="-"/>
      <w:lvlJc w:val="left"/>
      <w:pPr>
        <w:ind w:left="283"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1" w:tplc="71568B54">
      <w:start w:val="1"/>
      <w:numFmt w:val="bullet"/>
      <w:lvlText w:val="o"/>
      <w:lvlJc w:val="left"/>
      <w:pPr>
        <w:ind w:left="108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2" w:tplc="AF1A2DD8">
      <w:start w:val="1"/>
      <w:numFmt w:val="bullet"/>
      <w:lvlText w:val="▪"/>
      <w:lvlJc w:val="left"/>
      <w:pPr>
        <w:ind w:left="180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3" w:tplc="3E1C22B2">
      <w:start w:val="1"/>
      <w:numFmt w:val="bullet"/>
      <w:lvlText w:val="•"/>
      <w:lvlJc w:val="left"/>
      <w:pPr>
        <w:ind w:left="252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4" w:tplc="8B3AD30A">
      <w:start w:val="1"/>
      <w:numFmt w:val="bullet"/>
      <w:lvlText w:val="o"/>
      <w:lvlJc w:val="left"/>
      <w:pPr>
        <w:ind w:left="324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5" w:tplc="D8D64BF4">
      <w:start w:val="1"/>
      <w:numFmt w:val="bullet"/>
      <w:lvlText w:val="▪"/>
      <w:lvlJc w:val="left"/>
      <w:pPr>
        <w:ind w:left="396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6" w:tplc="2476195A">
      <w:start w:val="1"/>
      <w:numFmt w:val="bullet"/>
      <w:lvlText w:val="•"/>
      <w:lvlJc w:val="left"/>
      <w:pPr>
        <w:ind w:left="468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7" w:tplc="DC902B06">
      <w:start w:val="1"/>
      <w:numFmt w:val="bullet"/>
      <w:lvlText w:val="o"/>
      <w:lvlJc w:val="left"/>
      <w:pPr>
        <w:ind w:left="540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8" w:tplc="0B60E326">
      <w:start w:val="1"/>
      <w:numFmt w:val="bullet"/>
      <w:lvlText w:val="▪"/>
      <w:lvlJc w:val="left"/>
      <w:pPr>
        <w:ind w:left="612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abstractNum>
  <w:abstractNum w:abstractNumId="20" w15:restartNumberingAfterBreak="0">
    <w:nsid w:val="24E05D83"/>
    <w:multiLevelType w:val="multilevel"/>
    <w:tmpl w:val="44087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76B5FCA"/>
    <w:multiLevelType w:val="multilevel"/>
    <w:tmpl w:val="FC667FE8"/>
    <w:lvl w:ilvl="0">
      <w:start w:val="1"/>
      <w:numFmt w:val="decimal"/>
      <w:pStyle w:val="ListeNumroteBleue"/>
      <w:lvlText w:val="%1."/>
      <w:lvlJc w:val="left"/>
      <w:pPr>
        <w:tabs>
          <w:tab w:val="num" w:pos="454"/>
        </w:tabs>
        <w:ind w:left="454" w:hanging="45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7F63F19"/>
    <w:multiLevelType w:val="hybridMultilevel"/>
    <w:tmpl w:val="2EE8FD8E"/>
    <w:lvl w:ilvl="0" w:tplc="152208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2708BA"/>
    <w:multiLevelType w:val="multilevel"/>
    <w:tmpl w:val="69729C30"/>
    <w:lvl w:ilvl="0">
      <w:start w:val="1"/>
      <w:numFmt w:val="decimal"/>
      <w:pStyle w:val="Titre1"/>
      <w:lvlText w:val="%1."/>
      <w:lvlJc w:val="left"/>
      <w:pPr>
        <w:tabs>
          <w:tab w:val="num" w:pos="1077"/>
        </w:tabs>
        <w:ind w:left="0" w:firstLine="0"/>
      </w:pPr>
      <w:rPr>
        <w:rFonts w:hint="default"/>
      </w:rPr>
    </w:lvl>
    <w:lvl w:ilvl="1">
      <w:start w:val="1"/>
      <w:numFmt w:val="upperLetter"/>
      <w:pStyle w:val="Titre2"/>
      <w:lvlText w:val="%2"/>
      <w:lvlJc w:val="left"/>
      <w:pPr>
        <w:tabs>
          <w:tab w:val="num" w:pos="0"/>
        </w:tabs>
        <w:ind w:left="0" w:hanging="851"/>
      </w:pPr>
      <w:rPr>
        <w:rFonts w:hint="default"/>
        <w:color w:val="009FE3" w:themeColor="text2"/>
      </w:rPr>
    </w:lvl>
    <w:lvl w:ilvl="2">
      <w:start w:val="1"/>
      <w:numFmt w:val="decimal"/>
      <w:pStyle w:val="Titre3"/>
      <w:lvlText w:val="%3."/>
      <w:lvlJc w:val="left"/>
      <w:pPr>
        <w:tabs>
          <w:tab w:val="num" w:pos="454"/>
        </w:tabs>
        <w:ind w:left="454" w:hanging="454"/>
      </w:pPr>
      <w:rPr>
        <w:rFonts w:hint="default"/>
      </w:rPr>
    </w:lvl>
    <w:lvl w:ilvl="3">
      <w:start w:val="1"/>
      <w:numFmt w:val="lowerLetter"/>
      <w:pStyle w:val="Titre4"/>
      <w:lvlText w:val="%4)"/>
      <w:lvlJc w:val="left"/>
      <w:pPr>
        <w:tabs>
          <w:tab w:val="num" w:pos="454"/>
        </w:tabs>
        <w:ind w:left="454" w:hanging="454"/>
      </w:pPr>
      <w:rPr>
        <w:rFonts w:hint="default"/>
      </w:rPr>
    </w:lvl>
    <w:lvl w:ilvl="4">
      <w:start w:val="1"/>
      <w:numFmt w:val="decimal"/>
      <w:suff w:val="space"/>
      <w:lvlText w:val="%1.%2.%3.%4.%5."/>
      <w:lvlJc w:val="left"/>
      <w:pPr>
        <w:ind w:left="0" w:firstLine="0"/>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4" w15:restartNumberingAfterBreak="0">
    <w:nsid w:val="2B773E9F"/>
    <w:multiLevelType w:val="hybridMultilevel"/>
    <w:tmpl w:val="6BBEEAA6"/>
    <w:lvl w:ilvl="0" w:tplc="FFFFFFFF">
      <w:start w:val="1"/>
      <w:numFmt w:val="decimal"/>
      <w:lvlText w:val="%1. "/>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B8A01D8"/>
    <w:multiLevelType w:val="hybridMultilevel"/>
    <w:tmpl w:val="CBE24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D752438"/>
    <w:multiLevelType w:val="hybridMultilevel"/>
    <w:tmpl w:val="80C20FFA"/>
    <w:lvl w:ilvl="0" w:tplc="5D7230A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FB20840"/>
    <w:multiLevelType w:val="multilevel"/>
    <w:tmpl w:val="D1402D76"/>
    <w:lvl w:ilvl="0">
      <w:start w:val="1"/>
      <w:numFmt w:val="bullet"/>
      <w:pStyle w:val="Listepuces"/>
      <w:lvlText w:val=""/>
      <w:lvlJc w:val="left"/>
      <w:pPr>
        <w:tabs>
          <w:tab w:val="num" w:pos="284"/>
        </w:tabs>
        <w:ind w:left="284" w:hanging="284"/>
      </w:pPr>
      <w:rPr>
        <w:rFonts w:ascii="Symbol" w:hAnsi="Symbol" w:hint="default"/>
        <w:b/>
        <w:i w:val="0"/>
        <w:color w:val="auto"/>
      </w:rPr>
    </w:lvl>
    <w:lvl w:ilvl="1">
      <w:start w:val="1"/>
      <w:numFmt w:val="bullet"/>
      <w:lvlRestart w:val="0"/>
      <w:pStyle w:val="Listepuces2"/>
      <w:lvlText w:val=""/>
      <w:lvlJc w:val="left"/>
      <w:pPr>
        <w:tabs>
          <w:tab w:val="num" w:pos="567"/>
        </w:tabs>
        <w:ind w:left="567" w:hanging="283"/>
      </w:pPr>
      <w:rPr>
        <w:rFonts w:ascii="Symbol" w:hAnsi="Symbol" w:hint="default"/>
        <w:b/>
        <w:i w:val="0"/>
        <w:color w:val="auto"/>
      </w:rPr>
    </w:lvl>
    <w:lvl w:ilvl="2">
      <w:start w:val="1"/>
      <w:numFmt w:val="bullet"/>
      <w:lvlRestart w:val="0"/>
      <w:pStyle w:val="Listepuces3"/>
      <w:lvlText w:val=""/>
      <w:lvlJc w:val="left"/>
      <w:pPr>
        <w:tabs>
          <w:tab w:val="num" w:pos="851"/>
        </w:tabs>
        <w:ind w:left="851" w:hanging="284"/>
      </w:pPr>
      <w:rPr>
        <w:rFonts w:ascii="Symbol" w:hAnsi="Symbol" w:hint="default"/>
        <w:b/>
        <w:i w:val="0"/>
        <w:color w:val="auto"/>
      </w:rPr>
    </w:lvl>
    <w:lvl w:ilvl="3">
      <w:start w:val="1"/>
      <w:numFmt w:val="bullet"/>
      <w:pStyle w:val="Listepuces4"/>
      <w:lvlText w:val=""/>
      <w:lvlJc w:val="left"/>
      <w:pPr>
        <w:tabs>
          <w:tab w:val="num" w:pos="1134"/>
        </w:tabs>
        <w:ind w:left="1134" w:hanging="283"/>
      </w:pPr>
      <w:rPr>
        <w:rFonts w:ascii="Symbol" w:hAnsi="Symbol" w:hint="default"/>
        <w:b/>
        <w:i w:val="0"/>
        <w:color w:val="auto"/>
      </w:rPr>
    </w:lvl>
    <w:lvl w:ilvl="4">
      <w:start w:val="1"/>
      <w:numFmt w:val="bullet"/>
      <w:pStyle w:val="Listepuces5"/>
      <w:lvlText w:val=""/>
      <w:lvlJc w:val="left"/>
      <w:pPr>
        <w:tabs>
          <w:tab w:val="num" w:pos="1418"/>
        </w:tabs>
        <w:ind w:left="1418" w:hanging="284"/>
      </w:pPr>
      <w:rPr>
        <w:rFonts w:ascii="Symbol" w:hAnsi="Symbol" w:hint="default"/>
        <w:b/>
        <w:i w:val="0"/>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58E3B10"/>
    <w:multiLevelType w:val="multilevel"/>
    <w:tmpl w:val="17B25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5CC18A1"/>
    <w:multiLevelType w:val="multilevel"/>
    <w:tmpl w:val="39885E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9104DD5"/>
    <w:multiLevelType w:val="hybridMultilevel"/>
    <w:tmpl w:val="6BBEEAA6"/>
    <w:lvl w:ilvl="0" w:tplc="F2B488FE">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DA061C2"/>
    <w:multiLevelType w:val="hybridMultilevel"/>
    <w:tmpl w:val="3212338E"/>
    <w:lvl w:ilvl="0" w:tplc="41D84DDC">
      <w:start w:val="1"/>
      <w:numFmt w:val="bullet"/>
      <w:lvlText w:val="-"/>
      <w:lvlJc w:val="left"/>
      <w:pPr>
        <w:ind w:left="871"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1" w:tplc="87B0F622">
      <w:start w:val="1"/>
      <w:numFmt w:val="bullet"/>
      <w:lvlText w:val="o"/>
      <w:lvlJc w:val="left"/>
      <w:pPr>
        <w:ind w:left="1463"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2" w:tplc="FF922988">
      <w:start w:val="1"/>
      <w:numFmt w:val="bullet"/>
      <w:lvlText w:val="▪"/>
      <w:lvlJc w:val="left"/>
      <w:pPr>
        <w:ind w:left="2183"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3" w:tplc="D242D2C4">
      <w:start w:val="1"/>
      <w:numFmt w:val="bullet"/>
      <w:lvlText w:val="•"/>
      <w:lvlJc w:val="left"/>
      <w:pPr>
        <w:ind w:left="2903"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4" w:tplc="338E4CDE">
      <w:start w:val="1"/>
      <w:numFmt w:val="bullet"/>
      <w:lvlText w:val="o"/>
      <w:lvlJc w:val="left"/>
      <w:pPr>
        <w:ind w:left="3623"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5" w:tplc="6B90FE80">
      <w:start w:val="1"/>
      <w:numFmt w:val="bullet"/>
      <w:lvlText w:val="▪"/>
      <w:lvlJc w:val="left"/>
      <w:pPr>
        <w:ind w:left="4343"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6" w:tplc="0DD85C2C">
      <w:start w:val="1"/>
      <w:numFmt w:val="bullet"/>
      <w:lvlText w:val="•"/>
      <w:lvlJc w:val="left"/>
      <w:pPr>
        <w:ind w:left="5063"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7" w:tplc="7106622E">
      <w:start w:val="1"/>
      <w:numFmt w:val="bullet"/>
      <w:lvlText w:val="o"/>
      <w:lvlJc w:val="left"/>
      <w:pPr>
        <w:ind w:left="5783"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8" w:tplc="0234DD5A">
      <w:start w:val="1"/>
      <w:numFmt w:val="bullet"/>
      <w:lvlText w:val="▪"/>
      <w:lvlJc w:val="left"/>
      <w:pPr>
        <w:ind w:left="6503"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abstractNum>
  <w:abstractNum w:abstractNumId="32" w15:restartNumberingAfterBreak="0">
    <w:nsid w:val="3E422095"/>
    <w:multiLevelType w:val="multilevel"/>
    <w:tmpl w:val="E4E233E2"/>
    <w:lvl w:ilvl="0">
      <w:start w:val="1"/>
      <w:numFmt w:val="decimal"/>
      <w:pStyle w:val="Article1"/>
      <w:lvlText w:val="Article %1"/>
      <w:lvlJc w:val="right"/>
      <w:pPr>
        <w:tabs>
          <w:tab w:val="num" w:pos="1871"/>
        </w:tabs>
        <w:ind w:left="1871" w:hanging="397"/>
      </w:pPr>
      <w:rPr>
        <w:rFonts w:hint="default"/>
        <w:color w:val="009FE3" w:themeColor="text2"/>
      </w:rPr>
    </w:lvl>
    <w:lvl w:ilvl="1">
      <w:start w:val="1"/>
      <w:numFmt w:val="decimal"/>
      <w:lvlText w:val="%1.%2"/>
      <w:lvlJc w:val="right"/>
      <w:pPr>
        <w:tabs>
          <w:tab w:val="num" w:pos="1871"/>
        </w:tabs>
        <w:ind w:left="1871" w:hanging="397"/>
      </w:pPr>
      <w:rPr>
        <w:rFonts w:hint="default"/>
        <w:b/>
        <w:i w:val="0"/>
        <w:sz w:val="24"/>
      </w:rPr>
    </w:lvl>
    <w:lvl w:ilvl="2">
      <w:start w:val="1"/>
      <w:numFmt w:val="decimal"/>
      <w:pStyle w:val="Article3"/>
      <w:suff w:val="space"/>
      <w:lvlText w:val="%1.%2.%3."/>
      <w:lvlJc w:val="left"/>
      <w:pPr>
        <w:ind w:left="1871" w:firstLine="0"/>
      </w:pPr>
      <w:rPr>
        <w:rFonts w:hint="default"/>
      </w:rPr>
    </w:lvl>
    <w:lvl w:ilvl="3">
      <w:start w:val="1"/>
      <w:numFmt w:val="lowerLetter"/>
      <w:pStyle w:val="Article4"/>
      <w:lvlText w:val="%4)"/>
      <w:lvlJc w:val="left"/>
      <w:pPr>
        <w:ind w:left="1871"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ED24F77"/>
    <w:multiLevelType w:val="hybridMultilevel"/>
    <w:tmpl w:val="7968E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353E4D"/>
    <w:multiLevelType w:val="multilevel"/>
    <w:tmpl w:val="AA16A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2795675"/>
    <w:multiLevelType w:val="multilevel"/>
    <w:tmpl w:val="D1B253C4"/>
    <w:lvl w:ilvl="0">
      <w:start w:val="1"/>
      <w:numFmt w:val="lowerLetter"/>
      <w:lvlText w:val="%1."/>
      <w:lvlJc w:val="left"/>
      <w:pPr>
        <w:ind w:left="720" w:hanging="360"/>
      </w:pPr>
      <w:rPr>
        <w:b/>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36" w15:restartNumberingAfterBreak="0">
    <w:nsid w:val="429503DF"/>
    <w:multiLevelType w:val="multilevel"/>
    <w:tmpl w:val="64E8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4C62038"/>
    <w:multiLevelType w:val="hybridMultilevel"/>
    <w:tmpl w:val="9C923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85A5725"/>
    <w:multiLevelType w:val="multilevel"/>
    <w:tmpl w:val="EABC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E276E4C"/>
    <w:multiLevelType w:val="hybridMultilevel"/>
    <w:tmpl w:val="48D69216"/>
    <w:lvl w:ilvl="0" w:tplc="3EFA86DC">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51AF5DE8"/>
    <w:multiLevelType w:val="hybridMultilevel"/>
    <w:tmpl w:val="BDE452C8"/>
    <w:lvl w:ilvl="0" w:tplc="1BEEE298">
      <w:start w:val="1"/>
      <w:numFmt w:val="bullet"/>
      <w:lvlText w:val="-"/>
      <w:lvlJc w:val="left"/>
      <w:pPr>
        <w:ind w:left="36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1" w:tplc="836687B4">
      <w:start w:val="1"/>
      <w:numFmt w:val="bullet"/>
      <w:lvlText w:val="o"/>
      <w:lvlJc w:val="left"/>
      <w:pPr>
        <w:ind w:left="108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2" w:tplc="752C8302">
      <w:start w:val="1"/>
      <w:numFmt w:val="bullet"/>
      <w:lvlText w:val="▪"/>
      <w:lvlJc w:val="left"/>
      <w:pPr>
        <w:ind w:left="180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3" w:tplc="6FAC7366">
      <w:start w:val="1"/>
      <w:numFmt w:val="bullet"/>
      <w:lvlText w:val="•"/>
      <w:lvlJc w:val="left"/>
      <w:pPr>
        <w:ind w:left="252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4" w:tplc="8EB2ED40">
      <w:start w:val="1"/>
      <w:numFmt w:val="bullet"/>
      <w:lvlText w:val="o"/>
      <w:lvlJc w:val="left"/>
      <w:pPr>
        <w:ind w:left="324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5" w:tplc="4650F69E">
      <w:start w:val="1"/>
      <w:numFmt w:val="bullet"/>
      <w:lvlText w:val="▪"/>
      <w:lvlJc w:val="left"/>
      <w:pPr>
        <w:ind w:left="396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6" w:tplc="9AE0EC86">
      <w:start w:val="1"/>
      <w:numFmt w:val="bullet"/>
      <w:lvlText w:val="•"/>
      <w:lvlJc w:val="left"/>
      <w:pPr>
        <w:ind w:left="468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7" w:tplc="89786B44">
      <w:start w:val="1"/>
      <w:numFmt w:val="bullet"/>
      <w:lvlText w:val="o"/>
      <w:lvlJc w:val="left"/>
      <w:pPr>
        <w:ind w:left="540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8" w:tplc="78EEBC94">
      <w:start w:val="1"/>
      <w:numFmt w:val="bullet"/>
      <w:lvlText w:val="▪"/>
      <w:lvlJc w:val="left"/>
      <w:pPr>
        <w:ind w:left="612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abstractNum>
  <w:abstractNum w:abstractNumId="41" w15:restartNumberingAfterBreak="0">
    <w:nsid w:val="51F7383C"/>
    <w:multiLevelType w:val="multilevel"/>
    <w:tmpl w:val="B022A180"/>
    <w:lvl w:ilvl="0">
      <w:start w:val="1"/>
      <w:numFmt w:val="bullet"/>
      <w:pStyle w:val="ListeCOCHE"/>
      <w:lvlText w:val=""/>
      <w:lvlJc w:val="left"/>
      <w:pPr>
        <w:tabs>
          <w:tab w:val="num" w:pos="397"/>
        </w:tabs>
        <w:ind w:left="397" w:hanging="397"/>
      </w:pPr>
      <w:rPr>
        <w:rFonts w:ascii="Webdings" w:hAnsi="Webdings" w:hint="default"/>
        <w:b/>
        <w:i w:val="0"/>
        <w:sz w:val="28"/>
      </w:rPr>
    </w:lvl>
    <w:lvl w:ilvl="1">
      <w:start w:val="1"/>
      <w:numFmt w:val="bullet"/>
      <w:pStyle w:val="ListeCOCHE2"/>
      <w:lvlText w:val=""/>
      <w:lvlJc w:val="left"/>
      <w:pPr>
        <w:tabs>
          <w:tab w:val="num" w:pos="567"/>
        </w:tabs>
        <w:ind w:left="567" w:hanging="170"/>
      </w:pPr>
      <w:rPr>
        <w:rFonts w:ascii="Symbol" w:hAnsi="Symbol" w:hint="default"/>
        <w:color w:val="009FE3" w:themeColor="text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5BC4F13"/>
    <w:multiLevelType w:val="hybridMultilevel"/>
    <w:tmpl w:val="ADB8EA0C"/>
    <w:lvl w:ilvl="0" w:tplc="51E4ED66">
      <w:start w:val="1"/>
      <w:numFmt w:val="bullet"/>
      <w:lvlText w:val="✓"/>
      <w:lvlJc w:val="left"/>
      <w:pPr>
        <w:ind w:left="569" w:firstLine="0"/>
      </w:pPr>
      <w:rPr>
        <w:rFonts w:ascii="Wingdings" w:eastAsia="Wingdings" w:hAnsi="Wingdings" w:cs="Wingdings"/>
        <w:b w:val="0"/>
        <w:i w:val="0"/>
        <w:strike w:val="0"/>
        <w:dstrike w:val="0"/>
        <w:color w:val="000000"/>
        <w:sz w:val="18"/>
        <w:szCs w:val="18"/>
        <w:u w:val="none" w:color="000000"/>
        <w:effect w:val="none"/>
        <w:bdr w:val="none" w:sz="0" w:space="0" w:color="auto" w:frame="1"/>
        <w:vertAlign w:val="baseline"/>
      </w:rPr>
    </w:lvl>
    <w:lvl w:ilvl="1" w:tplc="E04A0796">
      <w:start w:val="1"/>
      <w:numFmt w:val="bullet"/>
      <w:lvlText w:val="o"/>
      <w:lvlJc w:val="left"/>
      <w:pPr>
        <w:ind w:left="1440" w:firstLine="0"/>
      </w:pPr>
      <w:rPr>
        <w:rFonts w:ascii="Wingdings" w:eastAsia="Wingdings" w:hAnsi="Wingdings" w:cs="Wingdings"/>
        <w:b w:val="0"/>
        <w:i w:val="0"/>
        <w:strike w:val="0"/>
        <w:dstrike w:val="0"/>
        <w:color w:val="000000"/>
        <w:sz w:val="18"/>
        <w:szCs w:val="18"/>
        <w:u w:val="none" w:color="000000"/>
        <w:effect w:val="none"/>
        <w:bdr w:val="none" w:sz="0" w:space="0" w:color="auto" w:frame="1"/>
        <w:vertAlign w:val="baseline"/>
      </w:rPr>
    </w:lvl>
    <w:lvl w:ilvl="2" w:tplc="6882D812">
      <w:start w:val="1"/>
      <w:numFmt w:val="bullet"/>
      <w:lvlText w:val="▪"/>
      <w:lvlJc w:val="left"/>
      <w:pPr>
        <w:ind w:left="2160" w:firstLine="0"/>
      </w:pPr>
      <w:rPr>
        <w:rFonts w:ascii="Wingdings" w:eastAsia="Wingdings" w:hAnsi="Wingdings" w:cs="Wingdings"/>
        <w:b w:val="0"/>
        <w:i w:val="0"/>
        <w:strike w:val="0"/>
        <w:dstrike w:val="0"/>
        <w:color w:val="000000"/>
        <w:sz w:val="18"/>
        <w:szCs w:val="18"/>
        <w:u w:val="none" w:color="000000"/>
        <w:effect w:val="none"/>
        <w:bdr w:val="none" w:sz="0" w:space="0" w:color="auto" w:frame="1"/>
        <w:vertAlign w:val="baseline"/>
      </w:rPr>
    </w:lvl>
    <w:lvl w:ilvl="3" w:tplc="BF56EC86">
      <w:start w:val="1"/>
      <w:numFmt w:val="bullet"/>
      <w:lvlText w:val="•"/>
      <w:lvlJc w:val="left"/>
      <w:pPr>
        <w:ind w:left="2880" w:firstLine="0"/>
      </w:pPr>
      <w:rPr>
        <w:rFonts w:ascii="Wingdings" w:eastAsia="Wingdings" w:hAnsi="Wingdings" w:cs="Wingdings"/>
        <w:b w:val="0"/>
        <w:i w:val="0"/>
        <w:strike w:val="0"/>
        <w:dstrike w:val="0"/>
        <w:color w:val="000000"/>
        <w:sz w:val="18"/>
        <w:szCs w:val="18"/>
        <w:u w:val="none" w:color="000000"/>
        <w:effect w:val="none"/>
        <w:bdr w:val="none" w:sz="0" w:space="0" w:color="auto" w:frame="1"/>
        <w:vertAlign w:val="baseline"/>
      </w:rPr>
    </w:lvl>
    <w:lvl w:ilvl="4" w:tplc="7DB63B30">
      <w:start w:val="1"/>
      <w:numFmt w:val="bullet"/>
      <w:lvlText w:val="o"/>
      <w:lvlJc w:val="left"/>
      <w:pPr>
        <w:ind w:left="3600" w:firstLine="0"/>
      </w:pPr>
      <w:rPr>
        <w:rFonts w:ascii="Wingdings" w:eastAsia="Wingdings" w:hAnsi="Wingdings" w:cs="Wingdings"/>
        <w:b w:val="0"/>
        <w:i w:val="0"/>
        <w:strike w:val="0"/>
        <w:dstrike w:val="0"/>
        <w:color w:val="000000"/>
        <w:sz w:val="18"/>
        <w:szCs w:val="18"/>
        <w:u w:val="none" w:color="000000"/>
        <w:effect w:val="none"/>
        <w:bdr w:val="none" w:sz="0" w:space="0" w:color="auto" w:frame="1"/>
        <w:vertAlign w:val="baseline"/>
      </w:rPr>
    </w:lvl>
    <w:lvl w:ilvl="5" w:tplc="34AE84F8">
      <w:start w:val="1"/>
      <w:numFmt w:val="bullet"/>
      <w:lvlText w:val="▪"/>
      <w:lvlJc w:val="left"/>
      <w:pPr>
        <w:ind w:left="4320" w:firstLine="0"/>
      </w:pPr>
      <w:rPr>
        <w:rFonts w:ascii="Wingdings" w:eastAsia="Wingdings" w:hAnsi="Wingdings" w:cs="Wingdings"/>
        <w:b w:val="0"/>
        <w:i w:val="0"/>
        <w:strike w:val="0"/>
        <w:dstrike w:val="0"/>
        <w:color w:val="000000"/>
        <w:sz w:val="18"/>
        <w:szCs w:val="18"/>
        <w:u w:val="none" w:color="000000"/>
        <w:effect w:val="none"/>
        <w:bdr w:val="none" w:sz="0" w:space="0" w:color="auto" w:frame="1"/>
        <w:vertAlign w:val="baseline"/>
      </w:rPr>
    </w:lvl>
    <w:lvl w:ilvl="6" w:tplc="7C44D610">
      <w:start w:val="1"/>
      <w:numFmt w:val="bullet"/>
      <w:lvlText w:val="•"/>
      <w:lvlJc w:val="left"/>
      <w:pPr>
        <w:ind w:left="5040" w:firstLine="0"/>
      </w:pPr>
      <w:rPr>
        <w:rFonts w:ascii="Wingdings" w:eastAsia="Wingdings" w:hAnsi="Wingdings" w:cs="Wingdings"/>
        <w:b w:val="0"/>
        <w:i w:val="0"/>
        <w:strike w:val="0"/>
        <w:dstrike w:val="0"/>
        <w:color w:val="000000"/>
        <w:sz w:val="18"/>
        <w:szCs w:val="18"/>
        <w:u w:val="none" w:color="000000"/>
        <w:effect w:val="none"/>
        <w:bdr w:val="none" w:sz="0" w:space="0" w:color="auto" w:frame="1"/>
        <w:vertAlign w:val="baseline"/>
      </w:rPr>
    </w:lvl>
    <w:lvl w:ilvl="7" w:tplc="D69224C8">
      <w:start w:val="1"/>
      <w:numFmt w:val="bullet"/>
      <w:lvlText w:val="o"/>
      <w:lvlJc w:val="left"/>
      <w:pPr>
        <w:ind w:left="5760" w:firstLine="0"/>
      </w:pPr>
      <w:rPr>
        <w:rFonts w:ascii="Wingdings" w:eastAsia="Wingdings" w:hAnsi="Wingdings" w:cs="Wingdings"/>
        <w:b w:val="0"/>
        <w:i w:val="0"/>
        <w:strike w:val="0"/>
        <w:dstrike w:val="0"/>
        <w:color w:val="000000"/>
        <w:sz w:val="18"/>
        <w:szCs w:val="18"/>
        <w:u w:val="none" w:color="000000"/>
        <w:effect w:val="none"/>
        <w:bdr w:val="none" w:sz="0" w:space="0" w:color="auto" w:frame="1"/>
        <w:vertAlign w:val="baseline"/>
      </w:rPr>
    </w:lvl>
    <w:lvl w:ilvl="8" w:tplc="667AB3CC">
      <w:start w:val="1"/>
      <w:numFmt w:val="bullet"/>
      <w:lvlText w:val="▪"/>
      <w:lvlJc w:val="left"/>
      <w:pPr>
        <w:ind w:left="6480" w:firstLine="0"/>
      </w:pPr>
      <w:rPr>
        <w:rFonts w:ascii="Wingdings" w:eastAsia="Wingdings" w:hAnsi="Wingdings" w:cs="Wingdings"/>
        <w:b w:val="0"/>
        <w:i w:val="0"/>
        <w:strike w:val="0"/>
        <w:dstrike w:val="0"/>
        <w:color w:val="000000"/>
        <w:sz w:val="18"/>
        <w:szCs w:val="18"/>
        <w:u w:val="none" w:color="000000"/>
        <w:effect w:val="none"/>
        <w:bdr w:val="none" w:sz="0" w:space="0" w:color="auto" w:frame="1"/>
        <w:vertAlign w:val="baseline"/>
      </w:rPr>
    </w:lvl>
  </w:abstractNum>
  <w:abstractNum w:abstractNumId="43" w15:restartNumberingAfterBreak="0">
    <w:nsid w:val="57F2193F"/>
    <w:multiLevelType w:val="multilevel"/>
    <w:tmpl w:val="26EED36A"/>
    <w:lvl w:ilvl="0">
      <w:start w:val="1"/>
      <w:numFmt w:val="bullet"/>
      <w:pStyle w:val="EncartListe"/>
      <w:lvlText w:val=""/>
      <w:lvlJc w:val="left"/>
      <w:pPr>
        <w:ind w:left="918" w:hanging="720"/>
      </w:pPr>
      <w:rPr>
        <w:rFonts w:ascii="Wingdings" w:hAnsi="Wingdings" w:hint="default"/>
      </w:rPr>
    </w:lvl>
    <w:lvl w:ilvl="1">
      <w:start w:val="1"/>
      <w:numFmt w:val="bullet"/>
      <w:lvlText w:val="o"/>
      <w:lvlJc w:val="left"/>
      <w:pPr>
        <w:ind w:left="1638" w:hanging="360"/>
      </w:pPr>
      <w:rPr>
        <w:rFonts w:ascii="Courier New" w:hAnsi="Courier New" w:cs="Courier New" w:hint="default"/>
      </w:rPr>
    </w:lvl>
    <w:lvl w:ilvl="2">
      <w:start w:val="1"/>
      <w:numFmt w:val="bullet"/>
      <w:lvlText w:val=""/>
      <w:lvlJc w:val="left"/>
      <w:pPr>
        <w:ind w:left="2358" w:hanging="360"/>
      </w:pPr>
      <w:rPr>
        <w:rFonts w:ascii="Wingdings" w:hAnsi="Wingdings" w:hint="default"/>
      </w:rPr>
    </w:lvl>
    <w:lvl w:ilvl="3">
      <w:start w:val="1"/>
      <w:numFmt w:val="bullet"/>
      <w:lvlText w:val=""/>
      <w:lvlJc w:val="left"/>
      <w:pPr>
        <w:ind w:left="3078" w:hanging="360"/>
      </w:pPr>
      <w:rPr>
        <w:rFonts w:ascii="Symbol" w:hAnsi="Symbol" w:hint="default"/>
      </w:rPr>
    </w:lvl>
    <w:lvl w:ilvl="4">
      <w:start w:val="1"/>
      <w:numFmt w:val="bullet"/>
      <w:lvlText w:val="o"/>
      <w:lvlJc w:val="left"/>
      <w:pPr>
        <w:ind w:left="3798" w:hanging="360"/>
      </w:pPr>
      <w:rPr>
        <w:rFonts w:ascii="Courier New" w:hAnsi="Courier New" w:cs="Courier New" w:hint="default"/>
      </w:rPr>
    </w:lvl>
    <w:lvl w:ilvl="5">
      <w:start w:val="1"/>
      <w:numFmt w:val="bullet"/>
      <w:lvlText w:val=""/>
      <w:lvlJc w:val="left"/>
      <w:pPr>
        <w:ind w:left="4518" w:hanging="360"/>
      </w:pPr>
      <w:rPr>
        <w:rFonts w:ascii="Wingdings" w:hAnsi="Wingdings" w:hint="default"/>
      </w:rPr>
    </w:lvl>
    <w:lvl w:ilvl="6">
      <w:start w:val="1"/>
      <w:numFmt w:val="bullet"/>
      <w:lvlText w:val=""/>
      <w:lvlJc w:val="left"/>
      <w:pPr>
        <w:ind w:left="5238" w:hanging="360"/>
      </w:pPr>
      <w:rPr>
        <w:rFonts w:ascii="Symbol" w:hAnsi="Symbol" w:hint="default"/>
      </w:rPr>
    </w:lvl>
    <w:lvl w:ilvl="7">
      <w:start w:val="1"/>
      <w:numFmt w:val="bullet"/>
      <w:lvlText w:val="o"/>
      <w:lvlJc w:val="left"/>
      <w:pPr>
        <w:ind w:left="5958" w:hanging="360"/>
      </w:pPr>
      <w:rPr>
        <w:rFonts w:ascii="Courier New" w:hAnsi="Courier New" w:cs="Courier New" w:hint="default"/>
      </w:rPr>
    </w:lvl>
    <w:lvl w:ilvl="8">
      <w:start w:val="1"/>
      <w:numFmt w:val="bullet"/>
      <w:lvlText w:val=""/>
      <w:lvlJc w:val="left"/>
      <w:pPr>
        <w:ind w:left="6678" w:hanging="360"/>
      </w:pPr>
      <w:rPr>
        <w:rFonts w:ascii="Wingdings" w:hAnsi="Wingdings" w:hint="default"/>
      </w:rPr>
    </w:lvl>
  </w:abstractNum>
  <w:abstractNum w:abstractNumId="44" w15:restartNumberingAfterBreak="0">
    <w:nsid w:val="59D225C3"/>
    <w:multiLevelType w:val="hybridMultilevel"/>
    <w:tmpl w:val="AA7C061C"/>
    <w:lvl w:ilvl="0" w:tplc="85F8E98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EC57B02"/>
    <w:multiLevelType w:val="multilevel"/>
    <w:tmpl w:val="8DA8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FEC351E"/>
    <w:multiLevelType w:val="hybridMultilevel"/>
    <w:tmpl w:val="AD76FB48"/>
    <w:lvl w:ilvl="0" w:tplc="D6981C86">
      <w:start w:val="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AE51B94"/>
    <w:multiLevelType w:val="hybridMultilevel"/>
    <w:tmpl w:val="BC1E4A0E"/>
    <w:lvl w:ilvl="0" w:tplc="127470CC">
      <w:numFmt w:val="bullet"/>
      <w:lvlText w:val=""/>
      <w:lvlJc w:val="left"/>
      <w:pPr>
        <w:ind w:left="2140" w:hanging="360"/>
      </w:pPr>
      <w:rPr>
        <w:rFonts w:ascii="Wingdings" w:eastAsiaTheme="minorHAnsi" w:hAnsi="Wingdings" w:cstheme="minorBidi"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48" w15:restartNumberingAfterBreak="0">
    <w:nsid w:val="6C716CB8"/>
    <w:multiLevelType w:val="multilevel"/>
    <w:tmpl w:val="24FA1516"/>
    <w:lvl w:ilvl="0">
      <w:start w:val="7"/>
      <w:numFmt w:val="decimal"/>
      <w:lvlText w:val="%1"/>
      <w:lvlJc w:val="left"/>
      <w:pPr>
        <w:ind w:left="360" w:firstLine="0"/>
      </w:pPr>
      <w:rPr>
        <w:rFonts w:ascii="Arial" w:eastAsia="Arial" w:hAnsi="Arial" w:cs="Arial"/>
        <w:b/>
        <w:bCs/>
        <w:i w:val="0"/>
        <w:strike w:val="0"/>
        <w:dstrike w:val="0"/>
        <w:color w:val="000000"/>
        <w:sz w:val="18"/>
        <w:szCs w:val="18"/>
        <w:u w:val="none" w:color="000000"/>
        <w:effect w:val="none"/>
        <w:bdr w:val="none" w:sz="0" w:space="0" w:color="auto" w:frame="1"/>
        <w:vertAlign w:val="baseline"/>
      </w:rPr>
    </w:lvl>
    <w:lvl w:ilvl="1">
      <w:start w:val="2"/>
      <w:numFmt w:val="decimal"/>
      <w:lvlRestart w:val="0"/>
      <w:lvlText w:val="%1.%2"/>
      <w:lvlJc w:val="left"/>
      <w:pPr>
        <w:ind w:left="64" w:firstLine="0"/>
      </w:pPr>
      <w:rPr>
        <w:rFonts w:ascii="Arial" w:eastAsia="Arial" w:hAnsi="Arial" w:cs="Arial"/>
        <w:b/>
        <w:bCs/>
        <w:i w:val="0"/>
        <w:strike w:val="0"/>
        <w:dstrike w:val="0"/>
        <w:color w:val="000000"/>
        <w:sz w:val="18"/>
        <w:szCs w:val="18"/>
        <w:u w:val="none" w:color="000000"/>
        <w:effect w:val="none"/>
        <w:bdr w:val="none" w:sz="0" w:space="0" w:color="auto" w:frame="1"/>
        <w:vertAlign w:val="baseline"/>
      </w:rPr>
    </w:lvl>
    <w:lvl w:ilvl="2">
      <w:start w:val="1"/>
      <w:numFmt w:val="lowerRoman"/>
      <w:lvlText w:val="%3"/>
      <w:lvlJc w:val="left"/>
      <w:pPr>
        <w:ind w:left="1080" w:firstLine="0"/>
      </w:pPr>
      <w:rPr>
        <w:rFonts w:ascii="Arial" w:eastAsia="Arial" w:hAnsi="Arial" w:cs="Arial"/>
        <w:b/>
        <w:bCs/>
        <w:i w:val="0"/>
        <w:strike w:val="0"/>
        <w:dstrike w:val="0"/>
        <w:color w:val="000000"/>
        <w:sz w:val="18"/>
        <w:szCs w:val="18"/>
        <w:u w:val="none" w:color="000000"/>
        <w:effect w:val="none"/>
        <w:bdr w:val="none" w:sz="0" w:space="0" w:color="auto" w:frame="1"/>
        <w:vertAlign w:val="baseline"/>
      </w:rPr>
    </w:lvl>
    <w:lvl w:ilvl="3">
      <w:start w:val="1"/>
      <w:numFmt w:val="decimal"/>
      <w:lvlText w:val="%4"/>
      <w:lvlJc w:val="left"/>
      <w:pPr>
        <w:ind w:left="1800" w:firstLine="0"/>
      </w:pPr>
      <w:rPr>
        <w:rFonts w:ascii="Arial" w:eastAsia="Arial" w:hAnsi="Arial" w:cs="Arial"/>
        <w:b/>
        <w:bCs/>
        <w:i w:val="0"/>
        <w:strike w:val="0"/>
        <w:dstrike w:val="0"/>
        <w:color w:val="000000"/>
        <w:sz w:val="18"/>
        <w:szCs w:val="18"/>
        <w:u w:val="none" w:color="000000"/>
        <w:effect w:val="none"/>
        <w:bdr w:val="none" w:sz="0" w:space="0" w:color="auto" w:frame="1"/>
        <w:vertAlign w:val="baseline"/>
      </w:rPr>
    </w:lvl>
    <w:lvl w:ilvl="4">
      <w:start w:val="1"/>
      <w:numFmt w:val="lowerLetter"/>
      <w:lvlText w:val="%5"/>
      <w:lvlJc w:val="left"/>
      <w:pPr>
        <w:ind w:left="2520" w:firstLine="0"/>
      </w:pPr>
      <w:rPr>
        <w:rFonts w:ascii="Arial" w:eastAsia="Arial" w:hAnsi="Arial" w:cs="Arial"/>
        <w:b/>
        <w:bCs/>
        <w:i w:val="0"/>
        <w:strike w:val="0"/>
        <w:dstrike w:val="0"/>
        <w:color w:val="000000"/>
        <w:sz w:val="18"/>
        <w:szCs w:val="18"/>
        <w:u w:val="none" w:color="000000"/>
        <w:effect w:val="none"/>
        <w:bdr w:val="none" w:sz="0" w:space="0" w:color="auto" w:frame="1"/>
        <w:vertAlign w:val="baseline"/>
      </w:rPr>
    </w:lvl>
    <w:lvl w:ilvl="5">
      <w:start w:val="1"/>
      <w:numFmt w:val="lowerRoman"/>
      <w:lvlText w:val="%6"/>
      <w:lvlJc w:val="left"/>
      <w:pPr>
        <w:ind w:left="3240" w:firstLine="0"/>
      </w:pPr>
      <w:rPr>
        <w:rFonts w:ascii="Arial" w:eastAsia="Arial" w:hAnsi="Arial" w:cs="Arial"/>
        <w:b/>
        <w:bCs/>
        <w:i w:val="0"/>
        <w:strike w:val="0"/>
        <w:dstrike w:val="0"/>
        <w:color w:val="000000"/>
        <w:sz w:val="18"/>
        <w:szCs w:val="18"/>
        <w:u w:val="none" w:color="000000"/>
        <w:effect w:val="none"/>
        <w:bdr w:val="none" w:sz="0" w:space="0" w:color="auto" w:frame="1"/>
        <w:vertAlign w:val="baseline"/>
      </w:rPr>
    </w:lvl>
    <w:lvl w:ilvl="6">
      <w:start w:val="1"/>
      <w:numFmt w:val="decimal"/>
      <w:lvlText w:val="%7"/>
      <w:lvlJc w:val="left"/>
      <w:pPr>
        <w:ind w:left="3960" w:firstLine="0"/>
      </w:pPr>
      <w:rPr>
        <w:rFonts w:ascii="Arial" w:eastAsia="Arial" w:hAnsi="Arial" w:cs="Arial"/>
        <w:b/>
        <w:bCs/>
        <w:i w:val="0"/>
        <w:strike w:val="0"/>
        <w:dstrike w:val="0"/>
        <w:color w:val="000000"/>
        <w:sz w:val="18"/>
        <w:szCs w:val="18"/>
        <w:u w:val="none" w:color="000000"/>
        <w:effect w:val="none"/>
        <w:bdr w:val="none" w:sz="0" w:space="0" w:color="auto" w:frame="1"/>
        <w:vertAlign w:val="baseline"/>
      </w:rPr>
    </w:lvl>
    <w:lvl w:ilvl="7">
      <w:start w:val="1"/>
      <w:numFmt w:val="lowerLetter"/>
      <w:lvlText w:val="%8"/>
      <w:lvlJc w:val="left"/>
      <w:pPr>
        <w:ind w:left="4680" w:firstLine="0"/>
      </w:pPr>
      <w:rPr>
        <w:rFonts w:ascii="Arial" w:eastAsia="Arial" w:hAnsi="Arial" w:cs="Arial"/>
        <w:b/>
        <w:bCs/>
        <w:i w:val="0"/>
        <w:strike w:val="0"/>
        <w:dstrike w:val="0"/>
        <w:color w:val="000000"/>
        <w:sz w:val="18"/>
        <w:szCs w:val="18"/>
        <w:u w:val="none" w:color="000000"/>
        <w:effect w:val="none"/>
        <w:bdr w:val="none" w:sz="0" w:space="0" w:color="auto" w:frame="1"/>
        <w:vertAlign w:val="baseline"/>
      </w:rPr>
    </w:lvl>
    <w:lvl w:ilvl="8">
      <w:start w:val="1"/>
      <w:numFmt w:val="lowerRoman"/>
      <w:lvlText w:val="%9"/>
      <w:lvlJc w:val="left"/>
      <w:pPr>
        <w:ind w:left="5400" w:firstLine="0"/>
      </w:pPr>
      <w:rPr>
        <w:rFonts w:ascii="Arial" w:eastAsia="Arial" w:hAnsi="Arial" w:cs="Arial"/>
        <w:b/>
        <w:bCs/>
        <w:i w:val="0"/>
        <w:strike w:val="0"/>
        <w:dstrike w:val="0"/>
        <w:color w:val="000000"/>
        <w:sz w:val="18"/>
        <w:szCs w:val="18"/>
        <w:u w:val="none" w:color="000000"/>
        <w:effect w:val="none"/>
        <w:bdr w:val="none" w:sz="0" w:space="0" w:color="auto" w:frame="1"/>
        <w:vertAlign w:val="baseline"/>
      </w:rPr>
    </w:lvl>
  </w:abstractNum>
  <w:abstractNum w:abstractNumId="49" w15:restartNumberingAfterBreak="0">
    <w:nsid w:val="6D9A7D47"/>
    <w:multiLevelType w:val="hybridMultilevel"/>
    <w:tmpl w:val="DCD6C2AA"/>
    <w:lvl w:ilvl="0" w:tplc="D6981C86">
      <w:start w:val="6"/>
      <w:numFmt w:val="bullet"/>
      <w:lvlText w:val="-"/>
      <w:lvlJc w:val="left"/>
      <w:pPr>
        <w:ind w:left="918" w:hanging="360"/>
      </w:pPr>
      <w:rPr>
        <w:rFonts w:ascii="Arial" w:eastAsiaTheme="minorHAnsi" w:hAnsi="Arial" w:cs="Arial"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abstractNum w:abstractNumId="50" w15:restartNumberingAfterBreak="0">
    <w:nsid w:val="701523A2"/>
    <w:multiLevelType w:val="multilevel"/>
    <w:tmpl w:val="55900F2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2F57E6F"/>
    <w:multiLevelType w:val="multilevel"/>
    <w:tmpl w:val="6834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3A141A6"/>
    <w:multiLevelType w:val="multilevel"/>
    <w:tmpl w:val="040C0023"/>
    <w:name w:val="Annexes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3" w15:restartNumberingAfterBreak="0">
    <w:nsid w:val="73B65705"/>
    <w:multiLevelType w:val="hybridMultilevel"/>
    <w:tmpl w:val="5D7E497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6C66460"/>
    <w:multiLevelType w:val="hybridMultilevel"/>
    <w:tmpl w:val="37006008"/>
    <w:lvl w:ilvl="0" w:tplc="04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9494AF8"/>
    <w:multiLevelType w:val="hybridMultilevel"/>
    <w:tmpl w:val="10CA5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A055271"/>
    <w:multiLevelType w:val="hybridMultilevel"/>
    <w:tmpl w:val="814018B6"/>
    <w:lvl w:ilvl="0" w:tplc="43DE1C9E">
      <w:start w:val="1"/>
      <w:numFmt w:val="decimal"/>
      <w:pStyle w:val="EncartListenumro"/>
      <w:lvlText w:val="%1."/>
      <w:lvlJc w:val="left"/>
      <w:pPr>
        <w:ind w:left="918" w:hanging="360"/>
      </w:pPr>
    </w:lvl>
    <w:lvl w:ilvl="1" w:tplc="040C0019" w:tentative="1">
      <w:start w:val="1"/>
      <w:numFmt w:val="lowerLetter"/>
      <w:lvlText w:val="%2."/>
      <w:lvlJc w:val="left"/>
      <w:pPr>
        <w:ind w:left="1638" w:hanging="360"/>
      </w:pPr>
    </w:lvl>
    <w:lvl w:ilvl="2" w:tplc="040C001B" w:tentative="1">
      <w:start w:val="1"/>
      <w:numFmt w:val="lowerRoman"/>
      <w:lvlText w:val="%3."/>
      <w:lvlJc w:val="right"/>
      <w:pPr>
        <w:ind w:left="2358" w:hanging="180"/>
      </w:pPr>
    </w:lvl>
    <w:lvl w:ilvl="3" w:tplc="040C000F" w:tentative="1">
      <w:start w:val="1"/>
      <w:numFmt w:val="decimal"/>
      <w:lvlText w:val="%4."/>
      <w:lvlJc w:val="left"/>
      <w:pPr>
        <w:ind w:left="3078" w:hanging="360"/>
      </w:pPr>
    </w:lvl>
    <w:lvl w:ilvl="4" w:tplc="040C0019" w:tentative="1">
      <w:start w:val="1"/>
      <w:numFmt w:val="lowerLetter"/>
      <w:lvlText w:val="%5."/>
      <w:lvlJc w:val="left"/>
      <w:pPr>
        <w:ind w:left="3798" w:hanging="360"/>
      </w:pPr>
    </w:lvl>
    <w:lvl w:ilvl="5" w:tplc="040C001B" w:tentative="1">
      <w:start w:val="1"/>
      <w:numFmt w:val="lowerRoman"/>
      <w:lvlText w:val="%6."/>
      <w:lvlJc w:val="right"/>
      <w:pPr>
        <w:ind w:left="4518" w:hanging="180"/>
      </w:pPr>
    </w:lvl>
    <w:lvl w:ilvl="6" w:tplc="040C000F" w:tentative="1">
      <w:start w:val="1"/>
      <w:numFmt w:val="decimal"/>
      <w:lvlText w:val="%7."/>
      <w:lvlJc w:val="left"/>
      <w:pPr>
        <w:ind w:left="5238" w:hanging="360"/>
      </w:pPr>
    </w:lvl>
    <w:lvl w:ilvl="7" w:tplc="040C0019" w:tentative="1">
      <w:start w:val="1"/>
      <w:numFmt w:val="lowerLetter"/>
      <w:lvlText w:val="%8."/>
      <w:lvlJc w:val="left"/>
      <w:pPr>
        <w:ind w:left="5958" w:hanging="360"/>
      </w:pPr>
    </w:lvl>
    <w:lvl w:ilvl="8" w:tplc="040C001B" w:tentative="1">
      <w:start w:val="1"/>
      <w:numFmt w:val="lowerRoman"/>
      <w:lvlText w:val="%9."/>
      <w:lvlJc w:val="right"/>
      <w:pPr>
        <w:ind w:left="6678" w:hanging="180"/>
      </w:pPr>
    </w:lvl>
  </w:abstractNum>
  <w:abstractNum w:abstractNumId="57" w15:restartNumberingAfterBreak="0">
    <w:nsid w:val="7AF8461D"/>
    <w:multiLevelType w:val="hybridMultilevel"/>
    <w:tmpl w:val="12AA834A"/>
    <w:lvl w:ilvl="0" w:tplc="2D86ECEC">
      <w:start w:val="1"/>
      <w:numFmt w:val="bullet"/>
      <w:lvlText w:val="-"/>
      <w:lvlJc w:val="left"/>
      <w:pPr>
        <w:ind w:left="283"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1" w:tplc="E3663B36">
      <w:start w:val="1"/>
      <w:numFmt w:val="bullet"/>
      <w:lvlText w:val="o"/>
      <w:lvlJc w:val="left"/>
      <w:pPr>
        <w:ind w:left="108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2" w:tplc="06600AC2">
      <w:start w:val="1"/>
      <w:numFmt w:val="bullet"/>
      <w:lvlText w:val="▪"/>
      <w:lvlJc w:val="left"/>
      <w:pPr>
        <w:ind w:left="180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3" w:tplc="2FF2AEEC">
      <w:start w:val="1"/>
      <w:numFmt w:val="bullet"/>
      <w:lvlText w:val="•"/>
      <w:lvlJc w:val="left"/>
      <w:pPr>
        <w:ind w:left="252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4" w:tplc="1C7E964C">
      <w:start w:val="1"/>
      <w:numFmt w:val="bullet"/>
      <w:lvlText w:val="o"/>
      <w:lvlJc w:val="left"/>
      <w:pPr>
        <w:ind w:left="324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5" w:tplc="5462ACA0">
      <w:start w:val="1"/>
      <w:numFmt w:val="bullet"/>
      <w:lvlText w:val="▪"/>
      <w:lvlJc w:val="left"/>
      <w:pPr>
        <w:ind w:left="396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6" w:tplc="FB1044C6">
      <w:start w:val="1"/>
      <w:numFmt w:val="bullet"/>
      <w:lvlText w:val="•"/>
      <w:lvlJc w:val="left"/>
      <w:pPr>
        <w:ind w:left="468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7" w:tplc="C4462A7A">
      <w:start w:val="1"/>
      <w:numFmt w:val="bullet"/>
      <w:lvlText w:val="o"/>
      <w:lvlJc w:val="left"/>
      <w:pPr>
        <w:ind w:left="540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lvl w:ilvl="8" w:tplc="E238FB4C">
      <w:start w:val="1"/>
      <w:numFmt w:val="bullet"/>
      <w:lvlText w:val="▪"/>
      <w:lvlJc w:val="left"/>
      <w:pPr>
        <w:ind w:left="6120" w:firstLine="0"/>
      </w:pPr>
      <w:rPr>
        <w:rFonts w:ascii="Georgia" w:eastAsia="Georgia" w:hAnsi="Georgia" w:cs="Georgia"/>
        <w:b w:val="0"/>
        <w:i w:val="0"/>
        <w:strike w:val="0"/>
        <w:dstrike w:val="0"/>
        <w:color w:val="000000"/>
        <w:sz w:val="18"/>
        <w:szCs w:val="18"/>
        <w:u w:val="none" w:color="000000"/>
        <w:effect w:val="none"/>
        <w:bdr w:val="none" w:sz="0" w:space="0" w:color="auto" w:frame="1"/>
        <w:vertAlign w:val="baseline"/>
      </w:rPr>
    </w:lvl>
  </w:abstractNum>
  <w:abstractNum w:abstractNumId="58" w15:restartNumberingAfterBreak="0">
    <w:nsid w:val="7B390F68"/>
    <w:multiLevelType w:val="multilevel"/>
    <w:tmpl w:val="2E3892AA"/>
    <w:name w:val="Annexes"/>
    <w:lvl w:ilvl="0">
      <w:start w:val="1"/>
      <w:numFmt w:val="decimal"/>
      <w:pStyle w:val="-Titre1"/>
      <w:lvlText w:val="Annexe %1 "/>
      <w:lvlJc w:val="left"/>
      <w:pPr>
        <w:tabs>
          <w:tab w:val="num" w:pos="0"/>
        </w:tabs>
        <w:ind w:left="0" w:firstLine="0"/>
      </w:pPr>
      <w:rPr>
        <w:rFonts w:hint="default"/>
      </w:rPr>
    </w:lvl>
    <w:lvl w:ilvl="1">
      <w:start w:val="1"/>
      <w:numFmt w:val="decimal"/>
      <w:pStyle w:val="AnnexesTitre2"/>
      <w:lvlText w:val="%1.%2."/>
      <w:lvlJc w:val="left"/>
      <w:pPr>
        <w:tabs>
          <w:tab w:val="num" w:pos="227"/>
        </w:tabs>
        <w:ind w:left="454" w:hanging="454"/>
      </w:pPr>
      <w:rPr>
        <w:rFonts w:hint="default"/>
        <w:color w:val="8DC799" w:themeColor="accent5"/>
      </w:rPr>
    </w:lvl>
    <w:lvl w:ilvl="2">
      <w:start w:val="1"/>
      <w:numFmt w:val="decimal"/>
      <w:pStyle w:val="AnnexesTitre3"/>
      <w:suff w:val="space"/>
      <w:lvlText w:val="%1.%2.%3."/>
      <w:lvlJc w:val="left"/>
      <w:pPr>
        <w:ind w:left="0" w:firstLine="0"/>
      </w:pPr>
      <w:rPr>
        <w:rFonts w:hint="default"/>
      </w:rPr>
    </w:lvl>
    <w:lvl w:ilvl="3">
      <w:start w:val="1"/>
      <w:numFmt w:val="none"/>
      <w:suff w:val="nothing"/>
      <w:lvlText w:val="%1"/>
      <w:lvlJc w:val="left"/>
      <w:pPr>
        <w:ind w:left="0" w:firstLine="0"/>
      </w:pPr>
      <w:rPr>
        <w:rFonts w:hint="default"/>
      </w:rPr>
    </w:lvl>
    <w:lvl w:ilvl="4">
      <w:start w:val="1"/>
      <w:numFmt w:val="none"/>
      <w:lvlRestart w:val="0"/>
      <w:pStyle w:val="Titre5"/>
      <w:suff w:val="nothing"/>
      <w:lvlText w:val=""/>
      <w:lvlJc w:val="left"/>
      <w:pPr>
        <w:ind w:left="0" w:firstLine="0"/>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59" w15:restartNumberingAfterBreak="0">
    <w:nsid w:val="7BBC23B8"/>
    <w:multiLevelType w:val="hybridMultilevel"/>
    <w:tmpl w:val="F47CDF3E"/>
    <w:lvl w:ilvl="0" w:tplc="E09085D4">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7DAB6A1B"/>
    <w:multiLevelType w:val="hybridMultilevel"/>
    <w:tmpl w:val="0FB84980"/>
    <w:lvl w:ilvl="0" w:tplc="B148AE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E2400F4"/>
    <w:multiLevelType w:val="hybridMultilevel"/>
    <w:tmpl w:val="A3AA2116"/>
    <w:lvl w:ilvl="0" w:tplc="040C000D">
      <w:start w:val="1"/>
      <w:numFmt w:val="bullet"/>
      <w:lvlText w:val=""/>
      <w:lvlJc w:val="left"/>
      <w:pPr>
        <w:ind w:left="918" w:hanging="360"/>
      </w:pPr>
      <w:rPr>
        <w:rFonts w:ascii="Wingdings" w:hAnsi="Wingdings" w:hint="default"/>
      </w:rPr>
    </w:lvl>
    <w:lvl w:ilvl="1" w:tplc="040C0003" w:tentative="1">
      <w:start w:val="1"/>
      <w:numFmt w:val="bullet"/>
      <w:lvlText w:val="o"/>
      <w:lvlJc w:val="left"/>
      <w:pPr>
        <w:ind w:left="1638" w:hanging="360"/>
      </w:pPr>
      <w:rPr>
        <w:rFonts w:ascii="Courier New" w:hAnsi="Courier New" w:cs="Courier New" w:hint="default"/>
      </w:rPr>
    </w:lvl>
    <w:lvl w:ilvl="2" w:tplc="040C0005" w:tentative="1">
      <w:start w:val="1"/>
      <w:numFmt w:val="bullet"/>
      <w:lvlText w:val=""/>
      <w:lvlJc w:val="left"/>
      <w:pPr>
        <w:ind w:left="2358" w:hanging="360"/>
      </w:pPr>
      <w:rPr>
        <w:rFonts w:ascii="Wingdings" w:hAnsi="Wingdings" w:hint="default"/>
      </w:rPr>
    </w:lvl>
    <w:lvl w:ilvl="3" w:tplc="040C0001" w:tentative="1">
      <w:start w:val="1"/>
      <w:numFmt w:val="bullet"/>
      <w:lvlText w:val=""/>
      <w:lvlJc w:val="left"/>
      <w:pPr>
        <w:ind w:left="3078" w:hanging="360"/>
      </w:pPr>
      <w:rPr>
        <w:rFonts w:ascii="Symbol" w:hAnsi="Symbol" w:hint="default"/>
      </w:rPr>
    </w:lvl>
    <w:lvl w:ilvl="4" w:tplc="040C0003" w:tentative="1">
      <w:start w:val="1"/>
      <w:numFmt w:val="bullet"/>
      <w:lvlText w:val="o"/>
      <w:lvlJc w:val="left"/>
      <w:pPr>
        <w:ind w:left="3798" w:hanging="360"/>
      </w:pPr>
      <w:rPr>
        <w:rFonts w:ascii="Courier New" w:hAnsi="Courier New" w:cs="Courier New" w:hint="default"/>
      </w:rPr>
    </w:lvl>
    <w:lvl w:ilvl="5" w:tplc="040C0005" w:tentative="1">
      <w:start w:val="1"/>
      <w:numFmt w:val="bullet"/>
      <w:lvlText w:val=""/>
      <w:lvlJc w:val="left"/>
      <w:pPr>
        <w:ind w:left="4518" w:hanging="360"/>
      </w:pPr>
      <w:rPr>
        <w:rFonts w:ascii="Wingdings" w:hAnsi="Wingdings" w:hint="default"/>
      </w:rPr>
    </w:lvl>
    <w:lvl w:ilvl="6" w:tplc="040C0001" w:tentative="1">
      <w:start w:val="1"/>
      <w:numFmt w:val="bullet"/>
      <w:lvlText w:val=""/>
      <w:lvlJc w:val="left"/>
      <w:pPr>
        <w:ind w:left="5238" w:hanging="360"/>
      </w:pPr>
      <w:rPr>
        <w:rFonts w:ascii="Symbol" w:hAnsi="Symbol" w:hint="default"/>
      </w:rPr>
    </w:lvl>
    <w:lvl w:ilvl="7" w:tplc="040C0003" w:tentative="1">
      <w:start w:val="1"/>
      <w:numFmt w:val="bullet"/>
      <w:lvlText w:val="o"/>
      <w:lvlJc w:val="left"/>
      <w:pPr>
        <w:ind w:left="5958" w:hanging="360"/>
      </w:pPr>
      <w:rPr>
        <w:rFonts w:ascii="Courier New" w:hAnsi="Courier New" w:cs="Courier New" w:hint="default"/>
      </w:rPr>
    </w:lvl>
    <w:lvl w:ilvl="8" w:tplc="040C0005" w:tentative="1">
      <w:start w:val="1"/>
      <w:numFmt w:val="bullet"/>
      <w:lvlText w:val=""/>
      <w:lvlJc w:val="left"/>
      <w:pPr>
        <w:ind w:left="6678" w:hanging="360"/>
      </w:pPr>
      <w:rPr>
        <w:rFonts w:ascii="Wingdings" w:hAnsi="Wingdings" w:hint="default"/>
      </w:rPr>
    </w:lvl>
  </w:abstractNum>
  <w:num w:numId="1" w16cid:durableId="1390616858">
    <w:abstractNumId w:val="1"/>
  </w:num>
  <w:num w:numId="2" w16cid:durableId="876897215">
    <w:abstractNumId w:val="27"/>
  </w:num>
  <w:num w:numId="3" w16cid:durableId="361169186">
    <w:abstractNumId w:val="8"/>
  </w:num>
  <w:num w:numId="4" w16cid:durableId="665984637">
    <w:abstractNumId w:val="32"/>
  </w:num>
  <w:num w:numId="5" w16cid:durableId="1805807418">
    <w:abstractNumId w:val="43"/>
  </w:num>
  <w:num w:numId="6" w16cid:durableId="493105700">
    <w:abstractNumId w:val="56"/>
  </w:num>
  <w:num w:numId="7" w16cid:durableId="1697803041">
    <w:abstractNumId w:val="41"/>
  </w:num>
  <w:num w:numId="8" w16cid:durableId="1206216942">
    <w:abstractNumId w:val="23"/>
  </w:num>
  <w:num w:numId="9" w16cid:durableId="1918902022">
    <w:abstractNumId w:val="58"/>
  </w:num>
  <w:num w:numId="10" w16cid:durableId="1403092103">
    <w:abstractNumId w:val="10"/>
  </w:num>
  <w:num w:numId="11" w16cid:durableId="299698824">
    <w:abstractNumId w:val="21"/>
  </w:num>
  <w:num w:numId="12" w16cid:durableId="2032759985">
    <w:abstractNumId w:val="9"/>
  </w:num>
  <w:num w:numId="13" w16cid:durableId="390883251">
    <w:abstractNumId w:val="25"/>
  </w:num>
  <w:num w:numId="14" w16cid:durableId="325088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75349931">
    <w:abstractNumId w:val="34"/>
  </w:num>
  <w:num w:numId="16" w16cid:durableId="1435981283">
    <w:abstractNumId w:val="36"/>
  </w:num>
  <w:num w:numId="17" w16cid:durableId="1640652305">
    <w:abstractNumId w:val="45"/>
  </w:num>
  <w:num w:numId="18" w16cid:durableId="1926451445">
    <w:abstractNumId w:val="28"/>
  </w:num>
  <w:num w:numId="19" w16cid:durableId="2024358556">
    <w:abstractNumId w:val="16"/>
  </w:num>
  <w:num w:numId="20" w16cid:durableId="1906138174">
    <w:abstractNumId w:val="6"/>
  </w:num>
  <w:num w:numId="21" w16cid:durableId="1112170638">
    <w:abstractNumId w:val="51"/>
  </w:num>
  <w:num w:numId="22" w16cid:durableId="1738361676">
    <w:abstractNumId w:val="0"/>
  </w:num>
  <w:num w:numId="23" w16cid:durableId="1200315076">
    <w:abstractNumId w:val="46"/>
  </w:num>
  <w:num w:numId="24" w16cid:durableId="848327478">
    <w:abstractNumId w:val="30"/>
  </w:num>
  <w:num w:numId="25" w16cid:durableId="13497968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2586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832875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52734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86607173">
    <w:abstractNumId w:val="54"/>
  </w:num>
  <w:num w:numId="30" w16cid:durableId="4505866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53145767">
    <w:abstractNumId w:val="17"/>
  </w:num>
  <w:num w:numId="32" w16cid:durableId="1184590403">
    <w:abstractNumId w:val="59"/>
  </w:num>
  <w:num w:numId="33" w16cid:durableId="941299993">
    <w:abstractNumId w:val="60"/>
  </w:num>
  <w:num w:numId="34" w16cid:durableId="1307661206">
    <w:abstractNumId w:val="53"/>
  </w:num>
  <w:num w:numId="35" w16cid:durableId="1237470320">
    <w:abstractNumId w:val="14"/>
  </w:num>
  <w:num w:numId="36" w16cid:durableId="582223909">
    <w:abstractNumId w:val="11"/>
  </w:num>
  <w:num w:numId="37" w16cid:durableId="577862281">
    <w:abstractNumId w:val="26"/>
  </w:num>
  <w:num w:numId="38" w16cid:durableId="784228778">
    <w:abstractNumId w:val="44"/>
  </w:num>
  <w:num w:numId="39" w16cid:durableId="15171117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17097584">
    <w:abstractNumId w:val="31"/>
  </w:num>
  <w:num w:numId="41" w16cid:durableId="2111781252">
    <w:abstractNumId w:val="42"/>
  </w:num>
  <w:num w:numId="42" w16cid:durableId="1940018728">
    <w:abstractNumId w:val="40"/>
  </w:num>
  <w:num w:numId="43" w16cid:durableId="379474652">
    <w:abstractNumId w:val="5"/>
  </w:num>
  <w:num w:numId="44" w16cid:durableId="1259946178">
    <w:abstractNumId w:val="19"/>
  </w:num>
  <w:num w:numId="45" w16cid:durableId="680662548">
    <w:abstractNumId w:val="48"/>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78345891">
    <w:abstractNumId w:val="13"/>
  </w:num>
  <w:num w:numId="47" w16cid:durableId="1172640946">
    <w:abstractNumId w:val="57"/>
  </w:num>
  <w:num w:numId="48" w16cid:durableId="1881672304">
    <w:abstractNumId w:val="22"/>
  </w:num>
  <w:num w:numId="49" w16cid:durableId="1897466410">
    <w:abstractNumId w:val="39"/>
  </w:num>
  <w:num w:numId="50" w16cid:durableId="1042709085">
    <w:abstractNumId w:val="47"/>
  </w:num>
  <w:num w:numId="51" w16cid:durableId="1155104077">
    <w:abstractNumId w:val="3"/>
  </w:num>
  <w:num w:numId="52" w16cid:durableId="841241982">
    <w:abstractNumId w:val="15"/>
  </w:num>
  <w:num w:numId="53" w16cid:durableId="1185561224">
    <w:abstractNumId w:val="37"/>
  </w:num>
  <w:num w:numId="54" w16cid:durableId="1039236419">
    <w:abstractNumId w:val="33"/>
  </w:num>
  <w:num w:numId="55" w16cid:durableId="41247202">
    <w:abstractNumId w:val="55"/>
  </w:num>
  <w:num w:numId="56" w16cid:durableId="744842938">
    <w:abstractNumId w:val="38"/>
  </w:num>
  <w:num w:numId="57" w16cid:durableId="1124156962">
    <w:abstractNumId w:val="18"/>
  </w:num>
  <w:num w:numId="58" w16cid:durableId="137695181">
    <w:abstractNumId w:val="20"/>
  </w:num>
  <w:num w:numId="59" w16cid:durableId="760492836">
    <w:abstractNumId w:val="2"/>
  </w:num>
  <w:num w:numId="60" w16cid:durableId="747310960">
    <w:abstractNumId w:val="49"/>
  </w:num>
  <w:num w:numId="61" w16cid:durableId="873345847">
    <w:abstractNumId w:val="61"/>
  </w:num>
  <w:num w:numId="62" w16cid:durableId="1689523548">
    <w:abstractNumId w:val="29"/>
  </w:num>
  <w:num w:numId="63" w16cid:durableId="1825388715">
    <w:abstractNumId w:val="50"/>
  </w:num>
  <w:num w:numId="64" w16cid:durableId="315841947">
    <w:abstractNumId w:val="24"/>
  </w:num>
  <w:num w:numId="65" w16cid:durableId="1039627429">
    <w:abstractNumId w:val="12"/>
  </w:num>
  <w:num w:numId="66" w16cid:durableId="521169703">
    <w:abstractNumId w:val="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94C"/>
    <w:rsid w:val="000009C4"/>
    <w:rsid w:val="00000A9A"/>
    <w:rsid w:val="00000E56"/>
    <w:rsid w:val="00001789"/>
    <w:rsid w:val="00001DF1"/>
    <w:rsid w:val="0000297B"/>
    <w:rsid w:val="00003059"/>
    <w:rsid w:val="000032FE"/>
    <w:rsid w:val="000034CD"/>
    <w:rsid w:val="00004538"/>
    <w:rsid w:val="00004611"/>
    <w:rsid w:val="000076F0"/>
    <w:rsid w:val="000100B1"/>
    <w:rsid w:val="000105C9"/>
    <w:rsid w:val="00010F41"/>
    <w:rsid w:val="000110BF"/>
    <w:rsid w:val="00013582"/>
    <w:rsid w:val="0001421F"/>
    <w:rsid w:val="000148B7"/>
    <w:rsid w:val="0001503E"/>
    <w:rsid w:val="000152AD"/>
    <w:rsid w:val="0001668E"/>
    <w:rsid w:val="00017932"/>
    <w:rsid w:val="00017DA9"/>
    <w:rsid w:val="00020407"/>
    <w:rsid w:val="000215D0"/>
    <w:rsid w:val="00021959"/>
    <w:rsid w:val="00022463"/>
    <w:rsid w:val="0002257F"/>
    <w:rsid w:val="0002349E"/>
    <w:rsid w:val="00023ABA"/>
    <w:rsid w:val="00023E21"/>
    <w:rsid w:val="00023E71"/>
    <w:rsid w:val="000249D5"/>
    <w:rsid w:val="00024C2C"/>
    <w:rsid w:val="0002614A"/>
    <w:rsid w:val="000262EB"/>
    <w:rsid w:val="00027903"/>
    <w:rsid w:val="000322E1"/>
    <w:rsid w:val="00032F65"/>
    <w:rsid w:val="00033552"/>
    <w:rsid w:val="00034193"/>
    <w:rsid w:val="00034AD6"/>
    <w:rsid w:val="00034CCA"/>
    <w:rsid w:val="00035218"/>
    <w:rsid w:val="000357EE"/>
    <w:rsid w:val="00035800"/>
    <w:rsid w:val="0003592E"/>
    <w:rsid w:val="0003667B"/>
    <w:rsid w:val="00036912"/>
    <w:rsid w:val="00037088"/>
    <w:rsid w:val="000371C8"/>
    <w:rsid w:val="00037DCF"/>
    <w:rsid w:val="00037ED4"/>
    <w:rsid w:val="000418D9"/>
    <w:rsid w:val="000433D2"/>
    <w:rsid w:val="00043A15"/>
    <w:rsid w:val="00043E94"/>
    <w:rsid w:val="00044F27"/>
    <w:rsid w:val="000450FC"/>
    <w:rsid w:val="000459E9"/>
    <w:rsid w:val="000462E3"/>
    <w:rsid w:val="00046569"/>
    <w:rsid w:val="0004682E"/>
    <w:rsid w:val="0004689D"/>
    <w:rsid w:val="000477A9"/>
    <w:rsid w:val="000507A6"/>
    <w:rsid w:val="00050E7F"/>
    <w:rsid w:val="00051056"/>
    <w:rsid w:val="0005176F"/>
    <w:rsid w:val="00053EE4"/>
    <w:rsid w:val="000542DC"/>
    <w:rsid w:val="00054E0E"/>
    <w:rsid w:val="00055084"/>
    <w:rsid w:val="000557E5"/>
    <w:rsid w:val="0005630A"/>
    <w:rsid w:val="00057133"/>
    <w:rsid w:val="0005741B"/>
    <w:rsid w:val="00057C88"/>
    <w:rsid w:val="0006006E"/>
    <w:rsid w:val="00060568"/>
    <w:rsid w:val="000607D3"/>
    <w:rsid w:val="00061318"/>
    <w:rsid w:val="00061AD1"/>
    <w:rsid w:val="000626CC"/>
    <w:rsid w:val="00062711"/>
    <w:rsid w:val="00062A9C"/>
    <w:rsid w:val="00062B5D"/>
    <w:rsid w:val="00063E05"/>
    <w:rsid w:val="00064778"/>
    <w:rsid w:val="00065D21"/>
    <w:rsid w:val="00067B57"/>
    <w:rsid w:val="00070DC3"/>
    <w:rsid w:val="00071B06"/>
    <w:rsid w:val="00071C7E"/>
    <w:rsid w:val="00072EAF"/>
    <w:rsid w:val="00072FAB"/>
    <w:rsid w:val="00072FB1"/>
    <w:rsid w:val="000730E7"/>
    <w:rsid w:val="00073AF3"/>
    <w:rsid w:val="00074E2D"/>
    <w:rsid w:val="000758E7"/>
    <w:rsid w:val="000759C8"/>
    <w:rsid w:val="000768F8"/>
    <w:rsid w:val="00080321"/>
    <w:rsid w:val="00080600"/>
    <w:rsid w:val="000820D6"/>
    <w:rsid w:val="0008428C"/>
    <w:rsid w:val="000847EB"/>
    <w:rsid w:val="00084FCB"/>
    <w:rsid w:val="0008527A"/>
    <w:rsid w:val="00086D49"/>
    <w:rsid w:val="00087CAE"/>
    <w:rsid w:val="00087D14"/>
    <w:rsid w:val="00091427"/>
    <w:rsid w:val="00091E57"/>
    <w:rsid w:val="00092E35"/>
    <w:rsid w:val="0009346D"/>
    <w:rsid w:val="0009353F"/>
    <w:rsid w:val="0009358A"/>
    <w:rsid w:val="00095707"/>
    <w:rsid w:val="00095C1D"/>
    <w:rsid w:val="00095F8B"/>
    <w:rsid w:val="000962DF"/>
    <w:rsid w:val="000964AC"/>
    <w:rsid w:val="000964C4"/>
    <w:rsid w:val="00096719"/>
    <w:rsid w:val="000971E1"/>
    <w:rsid w:val="00097888"/>
    <w:rsid w:val="000A0FA9"/>
    <w:rsid w:val="000A129E"/>
    <w:rsid w:val="000A13AE"/>
    <w:rsid w:val="000A17A0"/>
    <w:rsid w:val="000A3BBC"/>
    <w:rsid w:val="000A3EC8"/>
    <w:rsid w:val="000A4C2C"/>
    <w:rsid w:val="000A7802"/>
    <w:rsid w:val="000A793C"/>
    <w:rsid w:val="000A7F45"/>
    <w:rsid w:val="000B065D"/>
    <w:rsid w:val="000B0972"/>
    <w:rsid w:val="000B17BC"/>
    <w:rsid w:val="000B17F4"/>
    <w:rsid w:val="000B2259"/>
    <w:rsid w:val="000B3DD1"/>
    <w:rsid w:val="000B4672"/>
    <w:rsid w:val="000B4FDD"/>
    <w:rsid w:val="000B50E3"/>
    <w:rsid w:val="000B6CB1"/>
    <w:rsid w:val="000B74E4"/>
    <w:rsid w:val="000B7B00"/>
    <w:rsid w:val="000B7F31"/>
    <w:rsid w:val="000C0E24"/>
    <w:rsid w:val="000C0F20"/>
    <w:rsid w:val="000C14B4"/>
    <w:rsid w:val="000C1A73"/>
    <w:rsid w:val="000C288A"/>
    <w:rsid w:val="000C3E1F"/>
    <w:rsid w:val="000C41AA"/>
    <w:rsid w:val="000C41DB"/>
    <w:rsid w:val="000C4514"/>
    <w:rsid w:val="000C46DA"/>
    <w:rsid w:val="000C4794"/>
    <w:rsid w:val="000C4E11"/>
    <w:rsid w:val="000C70B9"/>
    <w:rsid w:val="000C7214"/>
    <w:rsid w:val="000C777D"/>
    <w:rsid w:val="000C7C3B"/>
    <w:rsid w:val="000D0244"/>
    <w:rsid w:val="000D0D46"/>
    <w:rsid w:val="000D1013"/>
    <w:rsid w:val="000D1424"/>
    <w:rsid w:val="000D1F26"/>
    <w:rsid w:val="000D485A"/>
    <w:rsid w:val="000D4A58"/>
    <w:rsid w:val="000D4D2B"/>
    <w:rsid w:val="000D4E9A"/>
    <w:rsid w:val="000D515A"/>
    <w:rsid w:val="000D5EA3"/>
    <w:rsid w:val="000D63E4"/>
    <w:rsid w:val="000D692F"/>
    <w:rsid w:val="000D6B72"/>
    <w:rsid w:val="000D76C4"/>
    <w:rsid w:val="000E00E8"/>
    <w:rsid w:val="000E0108"/>
    <w:rsid w:val="000E0B09"/>
    <w:rsid w:val="000E1234"/>
    <w:rsid w:val="000E15B1"/>
    <w:rsid w:val="000E25D1"/>
    <w:rsid w:val="000E274D"/>
    <w:rsid w:val="000E2FFD"/>
    <w:rsid w:val="000E3E2A"/>
    <w:rsid w:val="000E49FA"/>
    <w:rsid w:val="000E50E8"/>
    <w:rsid w:val="000E534B"/>
    <w:rsid w:val="000E6315"/>
    <w:rsid w:val="000E70DF"/>
    <w:rsid w:val="000E743F"/>
    <w:rsid w:val="000F0395"/>
    <w:rsid w:val="000F0F4E"/>
    <w:rsid w:val="000F13F1"/>
    <w:rsid w:val="000F1C8A"/>
    <w:rsid w:val="000F220A"/>
    <w:rsid w:val="000F3A11"/>
    <w:rsid w:val="000F3F01"/>
    <w:rsid w:val="000F4F0D"/>
    <w:rsid w:val="000F59C2"/>
    <w:rsid w:val="000F7A4C"/>
    <w:rsid w:val="00100D9D"/>
    <w:rsid w:val="00101C78"/>
    <w:rsid w:val="00101FDA"/>
    <w:rsid w:val="00102076"/>
    <w:rsid w:val="001020AC"/>
    <w:rsid w:val="00102F09"/>
    <w:rsid w:val="00103996"/>
    <w:rsid w:val="001044DC"/>
    <w:rsid w:val="001047D6"/>
    <w:rsid w:val="00105ABF"/>
    <w:rsid w:val="00105D45"/>
    <w:rsid w:val="001060A9"/>
    <w:rsid w:val="00107084"/>
    <w:rsid w:val="001070B5"/>
    <w:rsid w:val="00107A23"/>
    <w:rsid w:val="00110B95"/>
    <w:rsid w:val="001113A5"/>
    <w:rsid w:val="00111F53"/>
    <w:rsid w:val="00112349"/>
    <w:rsid w:val="00113117"/>
    <w:rsid w:val="0011319D"/>
    <w:rsid w:val="00113985"/>
    <w:rsid w:val="00114041"/>
    <w:rsid w:val="00114B96"/>
    <w:rsid w:val="00115F53"/>
    <w:rsid w:val="00117141"/>
    <w:rsid w:val="00117265"/>
    <w:rsid w:val="00117599"/>
    <w:rsid w:val="001210E3"/>
    <w:rsid w:val="00122859"/>
    <w:rsid w:val="0012352D"/>
    <w:rsid w:val="00123AD6"/>
    <w:rsid w:val="00123DB9"/>
    <w:rsid w:val="00124C8C"/>
    <w:rsid w:val="001260CC"/>
    <w:rsid w:val="00126227"/>
    <w:rsid w:val="001264E0"/>
    <w:rsid w:val="0013060D"/>
    <w:rsid w:val="001315CD"/>
    <w:rsid w:val="001334ED"/>
    <w:rsid w:val="001345F7"/>
    <w:rsid w:val="00134721"/>
    <w:rsid w:val="00135613"/>
    <w:rsid w:val="00135EAE"/>
    <w:rsid w:val="00136643"/>
    <w:rsid w:val="0013704B"/>
    <w:rsid w:val="00137092"/>
    <w:rsid w:val="00137BE9"/>
    <w:rsid w:val="00137EE8"/>
    <w:rsid w:val="00140255"/>
    <w:rsid w:val="00140AD6"/>
    <w:rsid w:val="00140D98"/>
    <w:rsid w:val="00141292"/>
    <w:rsid w:val="001415D3"/>
    <w:rsid w:val="0014163B"/>
    <w:rsid w:val="00141788"/>
    <w:rsid w:val="00141F81"/>
    <w:rsid w:val="0014221F"/>
    <w:rsid w:val="001422B7"/>
    <w:rsid w:val="001425A0"/>
    <w:rsid w:val="00142BCB"/>
    <w:rsid w:val="0014497F"/>
    <w:rsid w:val="0014542F"/>
    <w:rsid w:val="001454CB"/>
    <w:rsid w:val="00145511"/>
    <w:rsid w:val="0014620F"/>
    <w:rsid w:val="00146D44"/>
    <w:rsid w:val="001470FE"/>
    <w:rsid w:val="00147544"/>
    <w:rsid w:val="00147C2A"/>
    <w:rsid w:val="001520AC"/>
    <w:rsid w:val="00152C47"/>
    <w:rsid w:val="001531AF"/>
    <w:rsid w:val="001533D6"/>
    <w:rsid w:val="00153A28"/>
    <w:rsid w:val="00153E7D"/>
    <w:rsid w:val="0015438F"/>
    <w:rsid w:val="00154F5A"/>
    <w:rsid w:val="00155713"/>
    <w:rsid w:val="00155E2E"/>
    <w:rsid w:val="00155EF0"/>
    <w:rsid w:val="00156AFB"/>
    <w:rsid w:val="001571EB"/>
    <w:rsid w:val="0016133B"/>
    <w:rsid w:val="0016182E"/>
    <w:rsid w:val="001618D9"/>
    <w:rsid w:val="00161A56"/>
    <w:rsid w:val="001629B4"/>
    <w:rsid w:val="00162ADF"/>
    <w:rsid w:val="00163608"/>
    <w:rsid w:val="00164398"/>
    <w:rsid w:val="00164A17"/>
    <w:rsid w:val="00165064"/>
    <w:rsid w:val="00166871"/>
    <w:rsid w:val="00167E2F"/>
    <w:rsid w:val="00170608"/>
    <w:rsid w:val="00171426"/>
    <w:rsid w:val="00173045"/>
    <w:rsid w:val="00173185"/>
    <w:rsid w:val="00173BD2"/>
    <w:rsid w:val="0017421E"/>
    <w:rsid w:val="001750AF"/>
    <w:rsid w:val="00175D55"/>
    <w:rsid w:val="00176937"/>
    <w:rsid w:val="0018041F"/>
    <w:rsid w:val="00180448"/>
    <w:rsid w:val="001812EF"/>
    <w:rsid w:val="00181906"/>
    <w:rsid w:val="0018259A"/>
    <w:rsid w:val="00183CC7"/>
    <w:rsid w:val="00185603"/>
    <w:rsid w:val="00185C10"/>
    <w:rsid w:val="00187170"/>
    <w:rsid w:val="001872AA"/>
    <w:rsid w:val="001876D8"/>
    <w:rsid w:val="00190AED"/>
    <w:rsid w:val="00190B9D"/>
    <w:rsid w:val="00190BF2"/>
    <w:rsid w:val="00190F82"/>
    <w:rsid w:val="00194795"/>
    <w:rsid w:val="00194CB3"/>
    <w:rsid w:val="0019564C"/>
    <w:rsid w:val="00195A09"/>
    <w:rsid w:val="00195A17"/>
    <w:rsid w:val="001A0A16"/>
    <w:rsid w:val="001A0EBF"/>
    <w:rsid w:val="001A1382"/>
    <w:rsid w:val="001A146E"/>
    <w:rsid w:val="001A16FC"/>
    <w:rsid w:val="001A1A5B"/>
    <w:rsid w:val="001A28C4"/>
    <w:rsid w:val="001A2A8F"/>
    <w:rsid w:val="001A4FA8"/>
    <w:rsid w:val="001A55FE"/>
    <w:rsid w:val="001A57FF"/>
    <w:rsid w:val="001A64C6"/>
    <w:rsid w:val="001A7567"/>
    <w:rsid w:val="001B03E0"/>
    <w:rsid w:val="001B0B48"/>
    <w:rsid w:val="001B0DAA"/>
    <w:rsid w:val="001B0EB1"/>
    <w:rsid w:val="001B1407"/>
    <w:rsid w:val="001B1FCD"/>
    <w:rsid w:val="001B23D9"/>
    <w:rsid w:val="001B2554"/>
    <w:rsid w:val="001B32CA"/>
    <w:rsid w:val="001B520A"/>
    <w:rsid w:val="001B66D4"/>
    <w:rsid w:val="001B6EA8"/>
    <w:rsid w:val="001B718B"/>
    <w:rsid w:val="001B73ED"/>
    <w:rsid w:val="001B7A1C"/>
    <w:rsid w:val="001B7CA0"/>
    <w:rsid w:val="001C0061"/>
    <w:rsid w:val="001C0C22"/>
    <w:rsid w:val="001C135C"/>
    <w:rsid w:val="001C1436"/>
    <w:rsid w:val="001C1466"/>
    <w:rsid w:val="001C1C2A"/>
    <w:rsid w:val="001C226C"/>
    <w:rsid w:val="001C22D3"/>
    <w:rsid w:val="001C240F"/>
    <w:rsid w:val="001C37CE"/>
    <w:rsid w:val="001C53EC"/>
    <w:rsid w:val="001C6865"/>
    <w:rsid w:val="001C7718"/>
    <w:rsid w:val="001D0313"/>
    <w:rsid w:val="001D10DE"/>
    <w:rsid w:val="001D1491"/>
    <w:rsid w:val="001D276B"/>
    <w:rsid w:val="001D348A"/>
    <w:rsid w:val="001D3723"/>
    <w:rsid w:val="001D3AE8"/>
    <w:rsid w:val="001D3D0E"/>
    <w:rsid w:val="001D41C2"/>
    <w:rsid w:val="001D4686"/>
    <w:rsid w:val="001D4D86"/>
    <w:rsid w:val="001D4F71"/>
    <w:rsid w:val="001D537E"/>
    <w:rsid w:val="001D6FF9"/>
    <w:rsid w:val="001D7F75"/>
    <w:rsid w:val="001E06A4"/>
    <w:rsid w:val="001E0BFD"/>
    <w:rsid w:val="001E1481"/>
    <w:rsid w:val="001E159A"/>
    <w:rsid w:val="001E28F8"/>
    <w:rsid w:val="001E41DD"/>
    <w:rsid w:val="001E433D"/>
    <w:rsid w:val="001E5167"/>
    <w:rsid w:val="001E56A5"/>
    <w:rsid w:val="001E666E"/>
    <w:rsid w:val="001E6B5A"/>
    <w:rsid w:val="001E7BBE"/>
    <w:rsid w:val="001F0C9F"/>
    <w:rsid w:val="001F0D1B"/>
    <w:rsid w:val="001F1990"/>
    <w:rsid w:val="001F1C18"/>
    <w:rsid w:val="001F2690"/>
    <w:rsid w:val="001F2AE7"/>
    <w:rsid w:val="001F3D66"/>
    <w:rsid w:val="001F45CD"/>
    <w:rsid w:val="001F4F6A"/>
    <w:rsid w:val="001F5810"/>
    <w:rsid w:val="001F685D"/>
    <w:rsid w:val="001F776A"/>
    <w:rsid w:val="001F77C6"/>
    <w:rsid w:val="00200FF1"/>
    <w:rsid w:val="00201E28"/>
    <w:rsid w:val="0020224B"/>
    <w:rsid w:val="00202467"/>
    <w:rsid w:val="00202C58"/>
    <w:rsid w:val="00202E39"/>
    <w:rsid w:val="002033E6"/>
    <w:rsid w:val="00203BBA"/>
    <w:rsid w:val="00205C0C"/>
    <w:rsid w:val="0020668C"/>
    <w:rsid w:val="00206943"/>
    <w:rsid w:val="00206FBD"/>
    <w:rsid w:val="00207AE2"/>
    <w:rsid w:val="00210FB7"/>
    <w:rsid w:val="0021111E"/>
    <w:rsid w:val="0021267B"/>
    <w:rsid w:val="00212FFF"/>
    <w:rsid w:val="0021326C"/>
    <w:rsid w:val="002143D6"/>
    <w:rsid w:val="00215CBB"/>
    <w:rsid w:val="002169EF"/>
    <w:rsid w:val="00217BC9"/>
    <w:rsid w:val="00220792"/>
    <w:rsid w:val="00222542"/>
    <w:rsid w:val="002227B6"/>
    <w:rsid w:val="00223347"/>
    <w:rsid w:val="00223A35"/>
    <w:rsid w:val="00223AC4"/>
    <w:rsid w:val="002241BA"/>
    <w:rsid w:val="00224762"/>
    <w:rsid w:val="00225271"/>
    <w:rsid w:val="00225C1E"/>
    <w:rsid w:val="002264B2"/>
    <w:rsid w:val="00226842"/>
    <w:rsid w:val="00227663"/>
    <w:rsid w:val="00230279"/>
    <w:rsid w:val="00230BDA"/>
    <w:rsid w:val="00230DA8"/>
    <w:rsid w:val="00230FEE"/>
    <w:rsid w:val="00231228"/>
    <w:rsid w:val="0023164B"/>
    <w:rsid w:val="00231B9C"/>
    <w:rsid w:val="002323C0"/>
    <w:rsid w:val="00233065"/>
    <w:rsid w:val="00233140"/>
    <w:rsid w:val="00233DC4"/>
    <w:rsid w:val="00233E79"/>
    <w:rsid w:val="00235491"/>
    <w:rsid w:val="002372D5"/>
    <w:rsid w:val="002377F0"/>
    <w:rsid w:val="00237AA9"/>
    <w:rsid w:val="00237C58"/>
    <w:rsid w:val="0024021F"/>
    <w:rsid w:val="002405A2"/>
    <w:rsid w:val="002408BE"/>
    <w:rsid w:val="00240AF6"/>
    <w:rsid w:val="00242580"/>
    <w:rsid w:val="00243524"/>
    <w:rsid w:val="00244680"/>
    <w:rsid w:val="00244F28"/>
    <w:rsid w:val="0024596D"/>
    <w:rsid w:val="00245F1C"/>
    <w:rsid w:val="0024648E"/>
    <w:rsid w:val="002468B3"/>
    <w:rsid w:val="00247710"/>
    <w:rsid w:val="0024773A"/>
    <w:rsid w:val="00247DDD"/>
    <w:rsid w:val="002506F7"/>
    <w:rsid w:val="00251DC2"/>
    <w:rsid w:val="0025205F"/>
    <w:rsid w:val="002520EC"/>
    <w:rsid w:val="002522FE"/>
    <w:rsid w:val="0025269F"/>
    <w:rsid w:val="00253549"/>
    <w:rsid w:val="0025442F"/>
    <w:rsid w:val="0025452E"/>
    <w:rsid w:val="00254B32"/>
    <w:rsid w:val="00254C75"/>
    <w:rsid w:val="00254F47"/>
    <w:rsid w:val="002562E4"/>
    <w:rsid w:val="00260929"/>
    <w:rsid w:val="002612EE"/>
    <w:rsid w:val="00262356"/>
    <w:rsid w:val="002625B3"/>
    <w:rsid w:val="00263B98"/>
    <w:rsid w:val="00263BD1"/>
    <w:rsid w:val="00264D10"/>
    <w:rsid w:val="00265EE4"/>
    <w:rsid w:val="00266354"/>
    <w:rsid w:val="00266FBF"/>
    <w:rsid w:val="00267C65"/>
    <w:rsid w:val="0027035E"/>
    <w:rsid w:val="002707A3"/>
    <w:rsid w:val="002724F9"/>
    <w:rsid w:val="00272593"/>
    <w:rsid w:val="0027294F"/>
    <w:rsid w:val="00274AC1"/>
    <w:rsid w:val="00274D85"/>
    <w:rsid w:val="00275855"/>
    <w:rsid w:val="00276C0C"/>
    <w:rsid w:val="00276F4F"/>
    <w:rsid w:val="00280EB0"/>
    <w:rsid w:val="00280FAB"/>
    <w:rsid w:val="002820B9"/>
    <w:rsid w:val="00282620"/>
    <w:rsid w:val="002830CB"/>
    <w:rsid w:val="00283D5D"/>
    <w:rsid w:val="00283E70"/>
    <w:rsid w:val="00284DB6"/>
    <w:rsid w:val="00285D2D"/>
    <w:rsid w:val="00285E68"/>
    <w:rsid w:val="00285FA0"/>
    <w:rsid w:val="00286623"/>
    <w:rsid w:val="00287FA0"/>
    <w:rsid w:val="0029079B"/>
    <w:rsid w:val="00291423"/>
    <w:rsid w:val="00291893"/>
    <w:rsid w:val="00291A25"/>
    <w:rsid w:val="00294113"/>
    <w:rsid w:val="002943A8"/>
    <w:rsid w:val="00294770"/>
    <w:rsid w:val="00296339"/>
    <w:rsid w:val="00296530"/>
    <w:rsid w:val="002A039F"/>
    <w:rsid w:val="002A1BDD"/>
    <w:rsid w:val="002A1D37"/>
    <w:rsid w:val="002A1E13"/>
    <w:rsid w:val="002A2A86"/>
    <w:rsid w:val="002A2C56"/>
    <w:rsid w:val="002A3564"/>
    <w:rsid w:val="002A52FB"/>
    <w:rsid w:val="002A66D1"/>
    <w:rsid w:val="002B01CC"/>
    <w:rsid w:val="002B0589"/>
    <w:rsid w:val="002B092D"/>
    <w:rsid w:val="002B1EB3"/>
    <w:rsid w:val="002B244D"/>
    <w:rsid w:val="002B2850"/>
    <w:rsid w:val="002B2AB1"/>
    <w:rsid w:val="002B3370"/>
    <w:rsid w:val="002B3860"/>
    <w:rsid w:val="002B38D4"/>
    <w:rsid w:val="002B444B"/>
    <w:rsid w:val="002B4483"/>
    <w:rsid w:val="002B4E73"/>
    <w:rsid w:val="002B605C"/>
    <w:rsid w:val="002B660F"/>
    <w:rsid w:val="002B6930"/>
    <w:rsid w:val="002C0BA6"/>
    <w:rsid w:val="002C1036"/>
    <w:rsid w:val="002C1D3E"/>
    <w:rsid w:val="002C216F"/>
    <w:rsid w:val="002C2246"/>
    <w:rsid w:val="002C2C9D"/>
    <w:rsid w:val="002C3332"/>
    <w:rsid w:val="002C3B4C"/>
    <w:rsid w:val="002C54F0"/>
    <w:rsid w:val="002C5F25"/>
    <w:rsid w:val="002C61EC"/>
    <w:rsid w:val="002C6C26"/>
    <w:rsid w:val="002C748C"/>
    <w:rsid w:val="002D002A"/>
    <w:rsid w:val="002D0C33"/>
    <w:rsid w:val="002D12F7"/>
    <w:rsid w:val="002D25B4"/>
    <w:rsid w:val="002D2EE9"/>
    <w:rsid w:val="002D34BD"/>
    <w:rsid w:val="002D389C"/>
    <w:rsid w:val="002D39C5"/>
    <w:rsid w:val="002D4F00"/>
    <w:rsid w:val="002D63B9"/>
    <w:rsid w:val="002D6F72"/>
    <w:rsid w:val="002D74D3"/>
    <w:rsid w:val="002D74F9"/>
    <w:rsid w:val="002E12BC"/>
    <w:rsid w:val="002E29F0"/>
    <w:rsid w:val="002E2B77"/>
    <w:rsid w:val="002E2E5A"/>
    <w:rsid w:val="002E2FDF"/>
    <w:rsid w:val="002E3180"/>
    <w:rsid w:val="002E4234"/>
    <w:rsid w:val="002E42C4"/>
    <w:rsid w:val="002E4578"/>
    <w:rsid w:val="002E4A85"/>
    <w:rsid w:val="002E4EF7"/>
    <w:rsid w:val="002E4F4D"/>
    <w:rsid w:val="002E50B4"/>
    <w:rsid w:val="002E5246"/>
    <w:rsid w:val="002E57ED"/>
    <w:rsid w:val="002E65F9"/>
    <w:rsid w:val="002E6649"/>
    <w:rsid w:val="002F0012"/>
    <w:rsid w:val="002F0041"/>
    <w:rsid w:val="002F04D8"/>
    <w:rsid w:val="002F07A5"/>
    <w:rsid w:val="002F0BC0"/>
    <w:rsid w:val="002F0E95"/>
    <w:rsid w:val="002F2CBC"/>
    <w:rsid w:val="002F2E58"/>
    <w:rsid w:val="002F35CD"/>
    <w:rsid w:val="002F36DE"/>
    <w:rsid w:val="002F4906"/>
    <w:rsid w:val="002F4B92"/>
    <w:rsid w:val="002F4C7E"/>
    <w:rsid w:val="002F5B29"/>
    <w:rsid w:val="002F5CAC"/>
    <w:rsid w:val="002F6618"/>
    <w:rsid w:val="002F70EB"/>
    <w:rsid w:val="002F7FDF"/>
    <w:rsid w:val="0030066A"/>
    <w:rsid w:val="00300879"/>
    <w:rsid w:val="00300AF6"/>
    <w:rsid w:val="00300E17"/>
    <w:rsid w:val="003011BD"/>
    <w:rsid w:val="00301E69"/>
    <w:rsid w:val="00301F0F"/>
    <w:rsid w:val="00302631"/>
    <w:rsid w:val="0030397F"/>
    <w:rsid w:val="00303D27"/>
    <w:rsid w:val="0030434B"/>
    <w:rsid w:val="00304408"/>
    <w:rsid w:val="003045B8"/>
    <w:rsid w:val="00304D5F"/>
    <w:rsid w:val="00306821"/>
    <w:rsid w:val="003076EB"/>
    <w:rsid w:val="00311855"/>
    <w:rsid w:val="00312020"/>
    <w:rsid w:val="003120CA"/>
    <w:rsid w:val="00312BD4"/>
    <w:rsid w:val="003130BC"/>
    <w:rsid w:val="0031382F"/>
    <w:rsid w:val="00313A63"/>
    <w:rsid w:val="00313B2D"/>
    <w:rsid w:val="00315355"/>
    <w:rsid w:val="00315FFE"/>
    <w:rsid w:val="00316236"/>
    <w:rsid w:val="0031729C"/>
    <w:rsid w:val="00317E4E"/>
    <w:rsid w:val="00321252"/>
    <w:rsid w:val="00322483"/>
    <w:rsid w:val="00325948"/>
    <w:rsid w:val="00326604"/>
    <w:rsid w:val="00326D43"/>
    <w:rsid w:val="00327AD8"/>
    <w:rsid w:val="00327FEF"/>
    <w:rsid w:val="00330849"/>
    <w:rsid w:val="003314F4"/>
    <w:rsid w:val="00331A6E"/>
    <w:rsid w:val="003322F2"/>
    <w:rsid w:val="0033281B"/>
    <w:rsid w:val="003338F1"/>
    <w:rsid w:val="003344B8"/>
    <w:rsid w:val="00335D5A"/>
    <w:rsid w:val="00335DE6"/>
    <w:rsid w:val="003366E6"/>
    <w:rsid w:val="00336A1B"/>
    <w:rsid w:val="00336CE2"/>
    <w:rsid w:val="0034178E"/>
    <w:rsid w:val="00342065"/>
    <w:rsid w:val="00342FEF"/>
    <w:rsid w:val="003441F0"/>
    <w:rsid w:val="00345F69"/>
    <w:rsid w:val="003470FF"/>
    <w:rsid w:val="0034726E"/>
    <w:rsid w:val="00347DD9"/>
    <w:rsid w:val="0035148A"/>
    <w:rsid w:val="00351BCB"/>
    <w:rsid w:val="0035284D"/>
    <w:rsid w:val="00352997"/>
    <w:rsid w:val="00352FA9"/>
    <w:rsid w:val="0035323A"/>
    <w:rsid w:val="003538EF"/>
    <w:rsid w:val="003548BB"/>
    <w:rsid w:val="00354BF1"/>
    <w:rsid w:val="00355AB4"/>
    <w:rsid w:val="0035614F"/>
    <w:rsid w:val="00356485"/>
    <w:rsid w:val="00360786"/>
    <w:rsid w:val="00360DA5"/>
    <w:rsid w:val="00361829"/>
    <w:rsid w:val="00361B4C"/>
    <w:rsid w:val="00361D2C"/>
    <w:rsid w:val="00361D9E"/>
    <w:rsid w:val="0036284E"/>
    <w:rsid w:val="00362A65"/>
    <w:rsid w:val="00362E1B"/>
    <w:rsid w:val="003630BD"/>
    <w:rsid w:val="003631FC"/>
    <w:rsid w:val="003634FC"/>
    <w:rsid w:val="003646D3"/>
    <w:rsid w:val="00364AE8"/>
    <w:rsid w:val="0036561A"/>
    <w:rsid w:val="003662A1"/>
    <w:rsid w:val="003662FA"/>
    <w:rsid w:val="00366A18"/>
    <w:rsid w:val="0036778C"/>
    <w:rsid w:val="0037097E"/>
    <w:rsid w:val="00370AB5"/>
    <w:rsid w:val="003713F0"/>
    <w:rsid w:val="0037160B"/>
    <w:rsid w:val="003724CC"/>
    <w:rsid w:val="003727BA"/>
    <w:rsid w:val="00372A81"/>
    <w:rsid w:val="00372AEA"/>
    <w:rsid w:val="00372CE4"/>
    <w:rsid w:val="00374068"/>
    <w:rsid w:val="003746DE"/>
    <w:rsid w:val="003749A7"/>
    <w:rsid w:val="00374BAD"/>
    <w:rsid w:val="00375834"/>
    <w:rsid w:val="00375E89"/>
    <w:rsid w:val="00376855"/>
    <w:rsid w:val="00376B9D"/>
    <w:rsid w:val="0037736A"/>
    <w:rsid w:val="00380C01"/>
    <w:rsid w:val="00380D7B"/>
    <w:rsid w:val="00380F6D"/>
    <w:rsid w:val="00381217"/>
    <w:rsid w:val="003812E6"/>
    <w:rsid w:val="003819EB"/>
    <w:rsid w:val="00381D03"/>
    <w:rsid w:val="00382432"/>
    <w:rsid w:val="0038274E"/>
    <w:rsid w:val="00382B25"/>
    <w:rsid w:val="00382C9D"/>
    <w:rsid w:val="00383016"/>
    <w:rsid w:val="003837AB"/>
    <w:rsid w:val="00383F0C"/>
    <w:rsid w:val="00385CF2"/>
    <w:rsid w:val="00385CF3"/>
    <w:rsid w:val="0038637B"/>
    <w:rsid w:val="003877D2"/>
    <w:rsid w:val="00390B76"/>
    <w:rsid w:val="00390E1D"/>
    <w:rsid w:val="00391068"/>
    <w:rsid w:val="003915E3"/>
    <w:rsid w:val="0039173F"/>
    <w:rsid w:val="00391FEC"/>
    <w:rsid w:val="00392229"/>
    <w:rsid w:val="00392CD1"/>
    <w:rsid w:val="00392DDE"/>
    <w:rsid w:val="00393AF3"/>
    <w:rsid w:val="00396FD4"/>
    <w:rsid w:val="003979F9"/>
    <w:rsid w:val="00397B71"/>
    <w:rsid w:val="003A1EF3"/>
    <w:rsid w:val="003A277C"/>
    <w:rsid w:val="003A2E16"/>
    <w:rsid w:val="003A2FC9"/>
    <w:rsid w:val="003A3CE2"/>
    <w:rsid w:val="003A4698"/>
    <w:rsid w:val="003A54BE"/>
    <w:rsid w:val="003A56C5"/>
    <w:rsid w:val="003A5C12"/>
    <w:rsid w:val="003A5DF6"/>
    <w:rsid w:val="003A61B2"/>
    <w:rsid w:val="003A6B63"/>
    <w:rsid w:val="003A6C11"/>
    <w:rsid w:val="003A6EB4"/>
    <w:rsid w:val="003A7191"/>
    <w:rsid w:val="003A79B5"/>
    <w:rsid w:val="003A7AA8"/>
    <w:rsid w:val="003B0C17"/>
    <w:rsid w:val="003B0D2B"/>
    <w:rsid w:val="003B101D"/>
    <w:rsid w:val="003B13B2"/>
    <w:rsid w:val="003B1694"/>
    <w:rsid w:val="003B1953"/>
    <w:rsid w:val="003B1CC7"/>
    <w:rsid w:val="003B259D"/>
    <w:rsid w:val="003B37F2"/>
    <w:rsid w:val="003B4437"/>
    <w:rsid w:val="003B4DFF"/>
    <w:rsid w:val="003B6928"/>
    <w:rsid w:val="003B7192"/>
    <w:rsid w:val="003B760C"/>
    <w:rsid w:val="003B7A53"/>
    <w:rsid w:val="003C05D1"/>
    <w:rsid w:val="003C0A98"/>
    <w:rsid w:val="003C0C0F"/>
    <w:rsid w:val="003C0D71"/>
    <w:rsid w:val="003C1139"/>
    <w:rsid w:val="003C1508"/>
    <w:rsid w:val="003C2095"/>
    <w:rsid w:val="003C2479"/>
    <w:rsid w:val="003C28AC"/>
    <w:rsid w:val="003C2A68"/>
    <w:rsid w:val="003C35A1"/>
    <w:rsid w:val="003C41A5"/>
    <w:rsid w:val="003C41DD"/>
    <w:rsid w:val="003C453D"/>
    <w:rsid w:val="003C504B"/>
    <w:rsid w:val="003C7ACD"/>
    <w:rsid w:val="003D02C5"/>
    <w:rsid w:val="003D097E"/>
    <w:rsid w:val="003D0BF8"/>
    <w:rsid w:val="003D1A03"/>
    <w:rsid w:val="003D7339"/>
    <w:rsid w:val="003D7FC0"/>
    <w:rsid w:val="003E0D52"/>
    <w:rsid w:val="003E1605"/>
    <w:rsid w:val="003E1851"/>
    <w:rsid w:val="003E1F07"/>
    <w:rsid w:val="003E3471"/>
    <w:rsid w:val="003E410E"/>
    <w:rsid w:val="003E46CF"/>
    <w:rsid w:val="003E4A9C"/>
    <w:rsid w:val="003E4B82"/>
    <w:rsid w:val="003E4F2F"/>
    <w:rsid w:val="003E5233"/>
    <w:rsid w:val="003E5CB9"/>
    <w:rsid w:val="003E5F5F"/>
    <w:rsid w:val="003E6208"/>
    <w:rsid w:val="003E6939"/>
    <w:rsid w:val="003E7713"/>
    <w:rsid w:val="003E78F9"/>
    <w:rsid w:val="003E7C9A"/>
    <w:rsid w:val="003F0C5C"/>
    <w:rsid w:val="003F3051"/>
    <w:rsid w:val="003F3D16"/>
    <w:rsid w:val="003F3FC1"/>
    <w:rsid w:val="003F49A6"/>
    <w:rsid w:val="003F5092"/>
    <w:rsid w:val="003F5508"/>
    <w:rsid w:val="003F568B"/>
    <w:rsid w:val="003F5C3D"/>
    <w:rsid w:val="003F6484"/>
    <w:rsid w:val="003F69C2"/>
    <w:rsid w:val="003F6E6B"/>
    <w:rsid w:val="003F72BA"/>
    <w:rsid w:val="003F72FF"/>
    <w:rsid w:val="003F740D"/>
    <w:rsid w:val="00400023"/>
    <w:rsid w:val="00401025"/>
    <w:rsid w:val="00401D62"/>
    <w:rsid w:val="0040208F"/>
    <w:rsid w:val="00403B48"/>
    <w:rsid w:val="00404079"/>
    <w:rsid w:val="00404137"/>
    <w:rsid w:val="00404A68"/>
    <w:rsid w:val="00405715"/>
    <w:rsid w:val="00407BAE"/>
    <w:rsid w:val="00407BCD"/>
    <w:rsid w:val="004107F4"/>
    <w:rsid w:val="004117D7"/>
    <w:rsid w:val="00411BDE"/>
    <w:rsid w:val="00411BF2"/>
    <w:rsid w:val="00414169"/>
    <w:rsid w:val="004148E9"/>
    <w:rsid w:val="00414993"/>
    <w:rsid w:val="00414B3E"/>
    <w:rsid w:val="004159C2"/>
    <w:rsid w:val="00415E38"/>
    <w:rsid w:val="00415FA9"/>
    <w:rsid w:val="004167B9"/>
    <w:rsid w:val="004169E1"/>
    <w:rsid w:val="00417AC6"/>
    <w:rsid w:val="00417ACD"/>
    <w:rsid w:val="00420852"/>
    <w:rsid w:val="00420DC2"/>
    <w:rsid w:val="00420DEE"/>
    <w:rsid w:val="0042147B"/>
    <w:rsid w:val="00421A0F"/>
    <w:rsid w:val="004228AF"/>
    <w:rsid w:val="004235DE"/>
    <w:rsid w:val="00423C75"/>
    <w:rsid w:val="00423DF3"/>
    <w:rsid w:val="00423E30"/>
    <w:rsid w:val="00425A47"/>
    <w:rsid w:val="0042628E"/>
    <w:rsid w:val="00426518"/>
    <w:rsid w:val="004274C6"/>
    <w:rsid w:val="004278EC"/>
    <w:rsid w:val="004309B2"/>
    <w:rsid w:val="00430D06"/>
    <w:rsid w:val="00430FFE"/>
    <w:rsid w:val="00431D45"/>
    <w:rsid w:val="004324E0"/>
    <w:rsid w:val="00432BF6"/>
    <w:rsid w:val="00433651"/>
    <w:rsid w:val="004343AD"/>
    <w:rsid w:val="0043445A"/>
    <w:rsid w:val="004344E9"/>
    <w:rsid w:val="00434AF9"/>
    <w:rsid w:val="00434E67"/>
    <w:rsid w:val="004357A3"/>
    <w:rsid w:val="00435E01"/>
    <w:rsid w:val="00437317"/>
    <w:rsid w:val="00437619"/>
    <w:rsid w:val="00437D73"/>
    <w:rsid w:val="00440193"/>
    <w:rsid w:val="004425FF"/>
    <w:rsid w:val="00442C78"/>
    <w:rsid w:val="00442D23"/>
    <w:rsid w:val="004431D6"/>
    <w:rsid w:val="00443254"/>
    <w:rsid w:val="00443C44"/>
    <w:rsid w:val="00443FB7"/>
    <w:rsid w:val="00444918"/>
    <w:rsid w:val="00444B6A"/>
    <w:rsid w:val="00444F59"/>
    <w:rsid w:val="004453FE"/>
    <w:rsid w:val="00445AF3"/>
    <w:rsid w:val="00445CE5"/>
    <w:rsid w:val="00445D6E"/>
    <w:rsid w:val="004460A1"/>
    <w:rsid w:val="0044688F"/>
    <w:rsid w:val="00446E23"/>
    <w:rsid w:val="0044741F"/>
    <w:rsid w:val="00447459"/>
    <w:rsid w:val="004502B7"/>
    <w:rsid w:val="00450647"/>
    <w:rsid w:val="00450914"/>
    <w:rsid w:val="0045111C"/>
    <w:rsid w:val="00451792"/>
    <w:rsid w:val="00452B7E"/>
    <w:rsid w:val="00453213"/>
    <w:rsid w:val="004532F9"/>
    <w:rsid w:val="00454712"/>
    <w:rsid w:val="004551DD"/>
    <w:rsid w:val="004555A4"/>
    <w:rsid w:val="004564D2"/>
    <w:rsid w:val="00457371"/>
    <w:rsid w:val="00457965"/>
    <w:rsid w:val="00457DFC"/>
    <w:rsid w:val="00460309"/>
    <w:rsid w:val="0046176C"/>
    <w:rsid w:val="004624E8"/>
    <w:rsid w:val="004625DF"/>
    <w:rsid w:val="0046267F"/>
    <w:rsid w:val="0046299B"/>
    <w:rsid w:val="0046395B"/>
    <w:rsid w:val="00463992"/>
    <w:rsid w:val="004649D9"/>
    <w:rsid w:val="00465406"/>
    <w:rsid w:val="004659D0"/>
    <w:rsid w:val="00465BB5"/>
    <w:rsid w:val="00465CC5"/>
    <w:rsid w:val="0046644B"/>
    <w:rsid w:val="00466773"/>
    <w:rsid w:val="00466DFD"/>
    <w:rsid w:val="004670E8"/>
    <w:rsid w:val="00467B14"/>
    <w:rsid w:val="004715E8"/>
    <w:rsid w:val="00471A5E"/>
    <w:rsid w:val="00471C6B"/>
    <w:rsid w:val="00471D63"/>
    <w:rsid w:val="00471DB2"/>
    <w:rsid w:val="00471EF3"/>
    <w:rsid w:val="004737AB"/>
    <w:rsid w:val="004744E1"/>
    <w:rsid w:val="0047468B"/>
    <w:rsid w:val="004748BC"/>
    <w:rsid w:val="00474980"/>
    <w:rsid w:val="0047519B"/>
    <w:rsid w:val="00475D86"/>
    <w:rsid w:val="00476D7B"/>
    <w:rsid w:val="00476E85"/>
    <w:rsid w:val="0047717B"/>
    <w:rsid w:val="004800CB"/>
    <w:rsid w:val="00481F26"/>
    <w:rsid w:val="00482FAA"/>
    <w:rsid w:val="0048381E"/>
    <w:rsid w:val="00484318"/>
    <w:rsid w:val="00484405"/>
    <w:rsid w:val="0048624D"/>
    <w:rsid w:val="00486F94"/>
    <w:rsid w:val="004901EB"/>
    <w:rsid w:val="0049070F"/>
    <w:rsid w:val="0049145C"/>
    <w:rsid w:val="0049176C"/>
    <w:rsid w:val="00491831"/>
    <w:rsid w:val="00491A7A"/>
    <w:rsid w:val="00492B87"/>
    <w:rsid w:val="004930AD"/>
    <w:rsid w:val="004934CA"/>
    <w:rsid w:val="00493C6E"/>
    <w:rsid w:val="004943FF"/>
    <w:rsid w:val="004961B5"/>
    <w:rsid w:val="004965AA"/>
    <w:rsid w:val="00496AAC"/>
    <w:rsid w:val="00497526"/>
    <w:rsid w:val="004979D2"/>
    <w:rsid w:val="00497E6A"/>
    <w:rsid w:val="00497F55"/>
    <w:rsid w:val="004A031D"/>
    <w:rsid w:val="004A0A59"/>
    <w:rsid w:val="004A1FEA"/>
    <w:rsid w:val="004A29CC"/>
    <w:rsid w:val="004A2AD6"/>
    <w:rsid w:val="004A3B29"/>
    <w:rsid w:val="004A3D64"/>
    <w:rsid w:val="004A440E"/>
    <w:rsid w:val="004A45B8"/>
    <w:rsid w:val="004A49A9"/>
    <w:rsid w:val="004A5402"/>
    <w:rsid w:val="004A5FC4"/>
    <w:rsid w:val="004A6175"/>
    <w:rsid w:val="004A7534"/>
    <w:rsid w:val="004A7764"/>
    <w:rsid w:val="004A7F8E"/>
    <w:rsid w:val="004B08CD"/>
    <w:rsid w:val="004B1B8C"/>
    <w:rsid w:val="004B1FF1"/>
    <w:rsid w:val="004B2005"/>
    <w:rsid w:val="004B2561"/>
    <w:rsid w:val="004B360E"/>
    <w:rsid w:val="004B3DF7"/>
    <w:rsid w:val="004B3FDC"/>
    <w:rsid w:val="004B4E82"/>
    <w:rsid w:val="004B4F7A"/>
    <w:rsid w:val="004B5068"/>
    <w:rsid w:val="004B69E1"/>
    <w:rsid w:val="004B7A9E"/>
    <w:rsid w:val="004C014B"/>
    <w:rsid w:val="004C07AF"/>
    <w:rsid w:val="004C0C8D"/>
    <w:rsid w:val="004C0EF5"/>
    <w:rsid w:val="004C1745"/>
    <w:rsid w:val="004C1822"/>
    <w:rsid w:val="004C1874"/>
    <w:rsid w:val="004C1BAD"/>
    <w:rsid w:val="004C300E"/>
    <w:rsid w:val="004C33B6"/>
    <w:rsid w:val="004C3D8B"/>
    <w:rsid w:val="004C50AE"/>
    <w:rsid w:val="004C522F"/>
    <w:rsid w:val="004C5554"/>
    <w:rsid w:val="004C59B6"/>
    <w:rsid w:val="004C5A40"/>
    <w:rsid w:val="004C5CF8"/>
    <w:rsid w:val="004C6E0B"/>
    <w:rsid w:val="004C760D"/>
    <w:rsid w:val="004C76B1"/>
    <w:rsid w:val="004C7BB8"/>
    <w:rsid w:val="004C7EB8"/>
    <w:rsid w:val="004D0A4F"/>
    <w:rsid w:val="004D1176"/>
    <w:rsid w:val="004D2B6B"/>
    <w:rsid w:val="004D3523"/>
    <w:rsid w:val="004D3736"/>
    <w:rsid w:val="004D4CD2"/>
    <w:rsid w:val="004D4F0E"/>
    <w:rsid w:val="004D56E4"/>
    <w:rsid w:val="004D57CA"/>
    <w:rsid w:val="004D5A94"/>
    <w:rsid w:val="004D65CC"/>
    <w:rsid w:val="004D6BD9"/>
    <w:rsid w:val="004D6DBE"/>
    <w:rsid w:val="004D71AC"/>
    <w:rsid w:val="004E01FA"/>
    <w:rsid w:val="004E07F0"/>
    <w:rsid w:val="004E11C6"/>
    <w:rsid w:val="004E13D7"/>
    <w:rsid w:val="004E1511"/>
    <w:rsid w:val="004E219A"/>
    <w:rsid w:val="004E312D"/>
    <w:rsid w:val="004E3990"/>
    <w:rsid w:val="004E493F"/>
    <w:rsid w:val="004E54E4"/>
    <w:rsid w:val="004E5BA0"/>
    <w:rsid w:val="004E6F64"/>
    <w:rsid w:val="004F04C5"/>
    <w:rsid w:val="004F11C5"/>
    <w:rsid w:val="004F2A53"/>
    <w:rsid w:val="004F2FE9"/>
    <w:rsid w:val="004F3222"/>
    <w:rsid w:val="004F33D4"/>
    <w:rsid w:val="004F4FB2"/>
    <w:rsid w:val="004F52ED"/>
    <w:rsid w:val="004F58CF"/>
    <w:rsid w:val="004F5DCA"/>
    <w:rsid w:val="004F703B"/>
    <w:rsid w:val="004F75B5"/>
    <w:rsid w:val="0050046A"/>
    <w:rsid w:val="00501452"/>
    <w:rsid w:val="00503308"/>
    <w:rsid w:val="0050397F"/>
    <w:rsid w:val="005045F6"/>
    <w:rsid w:val="005048B3"/>
    <w:rsid w:val="00505293"/>
    <w:rsid w:val="0050542F"/>
    <w:rsid w:val="0050667D"/>
    <w:rsid w:val="00506FF7"/>
    <w:rsid w:val="005070A3"/>
    <w:rsid w:val="005071C4"/>
    <w:rsid w:val="00510B00"/>
    <w:rsid w:val="0051178F"/>
    <w:rsid w:val="00511DA5"/>
    <w:rsid w:val="00512097"/>
    <w:rsid w:val="005128F8"/>
    <w:rsid w:val="00513D37"/>
    <w:rsid w:val="005209A7"/>
    <w:rsid w:val="0052423F"/>
    <w:rsid w:val="00524474"/>
    <w:rsid w:val="00524FF7"/>
    <w:rsid w:val="00525500"/>
    <w:rsid w:val="005256A9"/>
    <w:rsid w:val="00525A1A"/>
    <w:rsid w:val="005262BD"/>
    <w:rsid w:val="005262FB"/>
    <w:rsid w:val="0052675F"/>
    <w:rsid w:val="00526FE8"/>
    <w:rsid w:val="005277FE"/>
    <w:rsid w:val="00527AFC"/>
    <w:rsid w:val="00527FB2"/>
    <w:rsid w:val="00527FD4"/>
    <w:rsid w:val="005302DC"/>
    <w:rsid w:val="00530477"/>
    <w:rsid w:val="00530630"/>
    <w:rsid w:val="005308DE"/>
    <w:rsid w:val="005309CA"/>
    <w:rsid w:val="00531008"/>
    <w:rsid w:val="005310CA"/>
    <w:rsid w:val="0053116E"/>
    <w:rsid w:val="00531E21"/>
    <w:rsid w:val="00531EB7"/>
    <w:rsid w:val="00532013"/>
    <w:rsid w:val="005320AD"/>
    <w:rsid w:val="00532F22"/>
    <w:rsid w:val="00533607"/>
    <w:rsid w:val="00533651"/>
    <w:rsid w:val="00534F9E"/>
    <w:rsid w:val="00535727"/>
    <w:rsid w:val="00535C11"/>
    <w:rsid w:val="005368F9"/>
    <w:rsid w:val="00536B28"/>
    <w:rsid w:val="00536E0A"/>
    <w:rsid w:val="00537B76"/>
    <w:rsid w:val="00537F6F"/>
    <w:rsid w:val="005403B7"/>
    <w:rsid w:val="00542B8D"/>
    <w:rsid w:val="0054315F"/>
    <w:rsid w:val="00543E5C"/>
    <w:rsid w:val="005443B8"/>
    <w:rsid w:val="005446E3"/>
    <w:rsid w:val="005450BE"/>
    <w:rsid w:val="00546B9A"/>
    <w:rsid w:val="0054744D"/>
    <w:rsid w:val="005474ED"/>
    <w:rsid w:val="00547D44"/>
    <w:rsid w:val="00551AAB"/>
    <w:rsid w:val="00551C85"/>
    <w:rsid w:val="00551D75"/>
    <w:rsid w:val="00552CBA"/>
    <w:rsid w:val="00553522"/>
    <w:rsid w:val="00553565"/>
    <w:rsid w:val="00553E60"/>
    <w:rsid w:val="00554F9A"/>
    <w:rsid w:val="00556B9B"/>
    <w:rsid w:val="00557D43"/>
    <w:rsid w:val="00560547"/>
    <w:rsid w:val="0056139E"/>
    <w:rsid w:val="00561CF8"/>
    <w:rsid w:val="00562A14"/>
    <w:rsid w:val="00562BAE"/>
    <w:rsid w:val="00562F67"/>
    <w:rsid w:val="00563AE4"/>
    <w:rsid w:val="00563CB9"/>
    <w:rsid w:val="00563D70"/>
    <w:rsid w:val="00564DE1"/>
    <w:rsid w:val="00565005"/>
    <w:rsid w:val="00566697"/>
    <w:rsid w:val="00566F34"/>
    <w:rsid w:val="00567394"/>
    <w:rsid w:val="00567D5A"/>
    <w:rsid w:val="005708C5"/>
    <w:rsid w:val="0057381C"/>
    <w:rsid w:val="00573AD7"/>
    <w:rsid w:val="005744A4"/>
    <w:rsid w:val="00574F5B"/>
    <w:rsid w:val="00575049"/>
    <w:rsid w:val="00575D3F"/>
    <w:rsid w:val="00576514"/>
    <w:rsid w:val="0057656B"/>
    <w:rsid w:val="0057716A"/>
    <w:rsid w:val="00577869"/>
    <w:rsid w:val="00577EAD"/>
    <w:rsid w:val="00577F53"/>
    <w:rsid w:val="00581853"/>
    <w:rsid w:val="0058280C"/>
    <w:rsid w:val="0058282C"/>
    <w:rsid w:val="00583EDE"/>
    <w:rsid w:val="00584305"/>
    <w:rsid w:val="00585008"/>
    <w:rsid w:val="00586BD2"/>
    <w:rsid w:val="005871DC"/>
    <w:rsid w:val="00587913"/>
    <w:rsid w:val="00590016"/>
    <w:rsid w:val="005909E4"/>
    <w:rsid w:val="00590C16"/>
    <w:rsid w:val="005910AF"/>
    <w:rsid w:val="00591804"/>
    <w:rsid w:val="00592185"/>
    <w:rsid w:val="00592844"/>
    <w:rsid w:val="00592B3F"/>
    <w:rsid w:val="005942B9"/>
    <w:rsid w:val="005942E9"/>
    <w:rsid w:val="005948A3"/>
    <w:rsid w:val="00594E78"/>
    <w:rsid w:val="00597D1C"/>
    <w:rsid w:val="005A03A5"/>
    <w:rsid w:val="005A0918"/>
    <w:rsid w:val="005A3360"/>
    <w:rsid w:val="005A3405"/>
    <w:rsid w:val="005A36A8"/>
    <w:rsid w:val="005A3B4B"/>
    <w:rsid w:val="005A4065"/>
    <w:rsid w:val="005A47DD"/>
    <w:rsid w:val="005A647C"/>
    <w:rsid w:val="005B0AA0"/>
    <w:rsid w:val="005B1028"/>
    <w:rsid w:val="005B1EC9"/>
    <w:rsid w:val="005B2278"/>
    <w:rsid w:val="005B2B20"/>
    <w:rsid w:val="005B2DC4"/>
    <w:rsid w:val="005B3089"/>
    <w:rsid w:val="005B328C"/>
    <w:rsid w:val="005B40FB"/>
    <w:rsid w:val="005B623C"/>
    <w:rsid w:val="005B70EC"/>
    <w:rsid w:val="005B7168"/>
    <w:rsid w:val="005B761D"/>
    <w:rsid w:val="005B763E"/>
    <w:rsid w:val="005C012F"/>
    <w:rsid w:val="005C0A34"/>
    <w:rsid w:val="005C0F8C"/>
    <w:rsid w:val="005C1741"/>
    <w:rsid w:val="005C1797"/>
    <w:rsid w:val="005C3361"/>
    <w:rsid w:val="005C4476"/>
    <w:rsid w:val="005C4AC8"/>
    <w:rsid w:val="005C4CBC"/>
    <w:rsid w:val="005C555C"/>
    <w:rsid w:val="005C5ACB"/>
    <w:rsid w:val="005C645F"/>
    <w:rsid w:val="005C73CB"/>
    <w:rsid w:val="005C7C98"/>
    <w:rsid w:val="005C7CFC"/>
    <w:rsid w:val="005D0580"/>
    <w:rsid w:val="005D0679"/>
    <w:rsid w:val="005D164A"/>
    <w:rsid w:val="005D172B"/>
    <w:rsid w:val="005D1807"/>
    <w:rsid w:val="005D1DA0"/>
    <w:rsid w:val="005D21DB"/>
    <w:rsid w:val="005D28C8"/>
    <w:rsid w:val="005D2C05"/>
    <w:rsid w:val="005D2C8A"/>
    <w:rsid w:val="005D446F"/>
    <w:rsid w:val="005D47F3"/>
    <w:rsid w:val="005D49DF"/>
    <w:rsid w:val="005D4F37"/>
    <w:rsid w:val="005D697D"/>
    <w:rsid w:val="005D6E5D"/>
    <w:rsid w:val="005D7020"/>
    <w:rsid w:val="005D7C9E"/>
    <w:rsid w:val="005E04B3"/>
    <w:rsid w:val="005E0808"/>
    <w:rsid w:val="005E17DD"/>
    <w:rsid w:val="005E1A45"/>
    <w:rsid w:val="005E2D75"/>
    <w:rsid w:val="005E3040"/>
    <w:rsid w:val="005E32DC"/>
    <w:rsid w:val="005E4F7D"/>
    <w:rsid w:val="005E53AB"/>
    <w:rsid w:val="005E5A02"/>
    <w:rsid w:val="005E5C2B"/>
    <w:rsid w:val="005E5DF5"/>
    <w:rsid w:val="005E5E1E"/>
    <w:rsid w:val="005E5F38"/>
    <w:rsid w:val="005E6015"/>
    <w:rsid w:val="005E622B"/>
    <w:rsid w:val="005E692A"/>
    <w:rsid w:val="005E738A"/>
    <w:rsid w:val="005F0513"/>
    <w:rsid w:val="005F05E8"/>
    <w:rsid w:val="005F1507"/>
    <w:rsid w:val="005F3819"/>
    <w:rsid w:val="005F3BB9"/>
    <w:rsid w:val="005F56A7"/>
    <w:rsid w:val="005F5DFF"/>
    <w:rsid w:val="005F63D6"/>
    <w:rsid w:val="005F6D11"/>
    <w:rsid w:val="005F6E1A"/>
    <w:rsid w:val="005F7737"/>
    <w:rsid w:val="00600CE2"/>
    <w:rsid w:val="00601515"/>
    <w:rsid w:val="006017AB"/>
    <w:rsid w:val="00602E2C"/>
    <w:rsid w:val="00603366"/>
    <w:rsid w:val="00605625"/>
    <w:rsid w:val="00605E61"/>
    <w:rsid w:val="00606011"/>
    <w:rsid w:val="00606749"/>
    <w:rsid w:val="00606E09"/>
    <w:rsid w:val="006103E1"/>
    <w:rsid w:val="00612DFD"/>
    <w:rsid w:val="00613083"/>
    <w:rsid w:val="006132A3"/>
    <w:rsid w:val="0061337A"/>
    <w:rsid w:val="006148F6"/>
    <w:rsid w:val="00615F9A"/>
    <w:rsid w:val="00616475"/>
    <w:rsid w:val="0061655C"/>
    <w:rsid w:val="006169D4"/>
    <w:rsid w:val="00617254"/>
    <w:rsid w:val="0062091E"/>
    <w:rsid w:val="00621606"/>
    <w:rsid w:val="00622182"/>
    <w:rsid w:val="006223F0"/>
    <w:rsid w:val="006226C6"/>
    <w:rsid w:val="00622761"/>
    <w:rsid w:val="00622764"/>
    <w:rsid w:val="00622CB3"/>
    <w:rsid w:val="00622FD0"/>
    <w:rsid w:val="00623936"/>
    <w:rsid w:val="006242AE"/>
    <w:rsid w:val="00624595"/>
    <w:rsid w:val="00624723"/>
    <w:rsid w:val="00625860"/>
    <w:rsid w:val="00626465"/>
    <w:rsid w:val="006266EA"/>
    <w:rsid w:val="00631613"/>
    <w:rsid w:val="006323ED"/>
    <w:rsid w:val="00632C22"/>
    <w:rsid w:val="00633809"/>
    <w:rsid w:val="00634185"/>
    <w:rsid w:val="00634E97"/>
    <w:rsid w:val="00634F9D"/>
    <w:rsid w:val="006357EE"/>
    <w:rsid w:val="00635DB8"/>
    <w:rsid w:val="00636027"/>
    <w:rsid w:val="00636BEC"/>
    <w:rsid w:val="00636C7C"/>
    <w:rsid w:val="00636E8F"/>
    <w:rsid w:val="0063739B"/>
    <w:rsid w:val="0063763D"/>
    <w:rsid w:val="006401F5"/>
    <w:rsid w:val="00640597"/>
    <w:rsid w:val="00640970"/>
    <w:rsid w:val="00640DDB"/>
    <w:rsid w:val="00641073"/>
    <w:rsid w:val="00642709"/>
    <w:rsid w:val="00642E07"/>
    <w:rsid w:val="00644739"/>
    <w:rsid w:val="006459A5"/>
    <w:rsid w:val="0064613F"/>
    <w:rsid w:val="00647A28"/>
    <w:rsid w:val="00647B8D"/>
    <w:rsid w:val="00647EF5"/>
    <w:rsid w:val="00647FC3"/>
    <w:rsid w:val="00650490"/>
    <w:rsid w:val="00651084"/>
    <w:rsid w:val="00651ED3"/>
    <w:rsid w:val="0065299A"/>
    <w:rsid w:val="00652B63"/>
    <w:rsid w:val="00652DBB"/>
    <w:rsid w:val="00654444"/>
    <w:rsid w:val="00654A62"/>
    <w:rsid w:val="00654E7F"/>
    <w:rsid w:val="0065512A"/>
    <w:rsid w:val="0065578E"/>
    <w:rsid w:val="0065674C"/>
    <w:rsid w:val="00657615"/>
    <w:rsid w:val="00657C36"/>
    <w:rsid w:val="00657FEC"/>
    <w:rsid w:val="00660AF8"/>
    <w:rsid w:val="0066141C"/>
    <w:rsid w:val="00661A81"/>
    <w:rsid w:val="006625BD"/>
    <w:rsid w:val="00662A27"/>
    <w:rsid w:val="006639F7"/>
    <w:rsid w:val="00663F95"/>
    <w:rsid w:val="00664FB1"/>
    <w:rsid w:val="0066568B"/>
    <w:rsid w:val="006662F9"/>
    <w:rsid w:val="00666A8D"/>
    <w:rsid w:val="00666B2A"/>
    <w:rsid w:val="0066739A"/>
    <w:rsid w:val="006673B7"/>
    <w:rsid w:val="006674BD"/>
    <w:rsid w:val="00667D0A"/>
    <w:rsid w:val="006700E7"/>
    <w:rsid w:val="00670656"/>
    <w:rsid w:val="0067095B"/>
    <w:rsid w:val="00670B16"/>
    <w:rsid w:val="00670EE8"/>
    <w:rsid w:val="006711B5"/>
    <w:rsid w:val="00671EE8"/>
    <w:rsid w:val="00672ADD"/>
    <w:rsid w:val="00672B2D"/>
    <w:rsid w:val="00673EEA"/>
    <w:rsid w:val="00674990"/>
    <w:rsid w:val="00674E25"/>
    <w:rsid w:val="0067501D"/>
    <w:rsid w:val="00675301"/>
    <w:rsid w:val="0067560D"/>
    <w:rsid w:val="00675B97"/>
    <w:rsid w:val="00675E73"/>
    <w:rsid w:val="00676A2C"/>
    <w:rsid w:val="006774F3"/>
    <w:rsid w:val="006777E0"/>
    <w:rsid w:val="00677A42"/>
    <w:rsid w:val="006805B4"/>
    <w:rsid w:val="006817C5"/>
    <w:rsid w:val="00681A37"/>
    <w:rsid w:val="00682071"/>
    <w:rsid w:val="006826E3"/>
    <w:rsid w:val="00683DF4"/>
    <w:rsid w:val="0068502E"/>
    <w:rsid w:val="006850BE"/>
    <w:rsid w:val="00686841"/>
    <w:rsid w:val="006909C0"/>
    <w:rsid w:val="00690D0F"/>
    <w:rsid w:val="006924AD"/>
    <w:rsid w:val="006927CD"/>
    <w:rsid w:val="00694868"/>
    <w:rsid w:val="00694C09"/>
    <w:rsid w:val="0069528E"/>
    <w:rsid w:val="00695520"/>
    <w:rsid w:val="00696CE3"/>
    <w:rsid w:val="006970E1"/>
    <w:rsid w:val="006979D9"/>
    <w:rsid w:val="00697BEF"/>
    <w:rsid w:val="00697F0C"/>
    <w:rsid w:val="006A1379"/>
    <w:rsid w:val="006A36AE"/>
    <w:rsid w:val="006A469D"/>
    <w:rsid w:val="006A47E5"/>
    <w:rsid w:val="006A55B9"/>
    <w:rsid w:val="006A63EB"/>
    <w:rsid w:val="006B094C"/>
    <w:rsid w:val="006B0D6C"/>
    <w:rsid w:val="006B0DE6"/>
    <w:rsid w:val="006B0F5D"/>
    <w:rsid w:val="006B149B"/>
    <w:rsid w:val="006B1ED0"/>
    <w:rsid w:val="006B25F7"/>
    <w:rsid w:val="006B2CA1"/>
    <w:rsid w:val="006B3FE3"/>
    <w:rsid w:val="006B4593"/>
    <w:rsid w:val="006B5AC9"/>
    <w:rsid w:val="006B5C43"/>
    <w:rsid w:val="006B7B88"/>
    <w:rsid w:val="006B7FE6"/>
    <w:rsid w:val="006C1062"/>
    <w:rsid w:val="006C25A5"/>
    <w:rsid w:val="006C28A9"/>
    <w:rsid w:val="006C2952"/>
    <w:rsid w:val="006C3CA1"/>
    <w:rsid w:val="006C450B"/>
    <w:rsid w:val="006C456B"/>
    <w:rsid w:val="006C51E9"/>
    <w:rsid w:val="006C6930"/>
    <w:rsid w:val="006C71E4"/>
    <w:rsid w:val="006C75BE"/>
    <w:rsid w:val="006D1053"/>
    <w:rsid w:val="006D2319"/>
    <w:rsid w:val="006D3252"/>
    <w:rsid w:val="006D3BBF"/>
    <w:rsid w:val="006D4066"/>
    <w:rsid w:val="006D4E6C"/>
    <w:rsid w:val="006D7774"/>
    <w:rsid w:val="006E0DCF"/>
    <w:rsid w:val="006E1822"/>
    <w:rsid w:val="006E1C28"/>
    <w:rsid w:val="006E29B6"/>
    <w:rsid w:val="006E327E"/>
    <w:rsid w:val="006E3DBB"/>
    <w:rsid w:val="006E4D0E"/>
    <w:rsid w:val="006E5204"/>
    <w:rsid w:val="006E54BF"/>
    <w:rsid w:val="006E65D4"/>
    <w:rsid w:val="006E697F"/>
    <w:rsid w:val="006E6C57"/>
    <w:rsid w:val="006E6E71"/>
    <w:rsid w:val="006E7E52"/>
    <w:rsid w:val="006F07FC"/>
    <w:rsid w:val="006F3235"/>
    <w:rsid w:val="006F3633"/>
    <w:rsid w:val="006F4812"/>
    <w:rsid w:val="006F49F5"/>
    <w:rsid w:val="006F5377"/>
    <w:rsid w:val="006F5BD0"/>
    <w:rsid w:val="006F61DA"/>
    <w:rsid w:val="006F692C"/>
    <w:rsid w:val="006F6C03"/>
    <w:rsid w:val="006F6D19"/>
    <w:rsid w:val="006F7293"/>
    <w:rsid w:val="00700520"/>
    <w:rsid w:val="007011B3"/>
    <w:rsid w:val="007025A5"/>
    <w:rsid w:val="00703584"/>
    <w:rsid w:val="007038D3"/>
    <w:rsid w:val="0070467C"/>
    <w:rsid w:val="007048A2"/>
    <w:rsid w:val="007059DE"/>
    <w:rsid w:val="00705ABC"/>
    <w:rsid w:val="00706611"/>
    <w:rsid w:val="00706735"/>
    <w:rsid w:val="00706DF3"/>
    <w:rsid w:val="00707847"/>
    <w:rsid w:val="00707969"/>
    <w:rsid w:val="00707B18"/>
    <w:rsid w:val="00707CF2"/>
    <w:rsid w:val="00710D06"/>
    <w:rsid w:val="00711128"/>
    <w:rsid w:val="00711466"/>
    <w:rsid w:val="00711E7D"/>
    <w:rsid w:val="007123F1"/>
    <w:rsid w:val="00712CDF"/>
    <w:rsid w:val="007130CB"/>
    <w:rsid w:val="00713E2D"/>
    <w:rsid w:val="00713EEF"/>
    <w:rsid w:val="00716080"/>
    <w:rsid w:val="0071653C"/>
    <w:rsid w:val="00717201"/>
    <w:rsid w:val="00720069"/>
    <w:rsid w:val="007208B5"/>
    <w:rsid w:val="00721D04"/>
    <w:rsid w:val="0072206F"/>
    <w:rsid w:val="007221FE"/>
    <w:rsid w:val="00723210"/>
    <w:rsid w:val="0072337F"/>
    <w:rsid w:val="0072347F"/>
    <w:rsid w:val="00723E4E"/>
    <w:rsid w:val="00724263"/>
    <w:rsid w:val="007246AB"/>
    <w:rsid w:val="00724723"/>
    <w:rsid w:val="00725B40"/>
    <w:rsid w:val="00725FB8"/>
    <w:rsid w:val="00731128"/>
    <w:rsid w:val="007312ED"/>
    <w:rsid w:val="00731738"/>
    <w:rsid w:val="00731A81"/>
    <w:rsid w:val="00731F00"/>
    <w:rsid w:val="0073244E"/>
    <w:rsid w:val="00732A1A"/>
    <w:rsid w:val="00732F0D"/>
    <w:rsid w:val="00733512"/>
    <w:rsid w:val="007335BC"/>
    <w:rsid w:val="0073615F"/>
    <w:rsid w:val="007363E6"/>
    <w:rsid w:val="00737191"/>
    <w:rsid w:val="007400FC"/>
    <w:rsid w:val="00740562"/>
    <w:rsid w:val="007409BA"/>
    <w:rsid w:val="007409DF"/>
    <w:rsid w:val="00740CAA"/>
    <w:rsid w:val="007418E4"/>
    <w:rsid w:val="00741EC7"/>
    <w:rsid w:val="00741F92"/>
    <w:rsid w:val="007420AA"/>
    <w:rsid w:val="0074285A"/>
    <w:rsid w:val="007445EC"/>
    <w:rsid w:val="00744BED"/>
    <w:rsid w:val="00745E70"/>
    <w:rsid w:val="007465F0"/>
    <w:rsid w:val="007470BF"/>
    <w:rsid w:val="0075055D"/>
    <w:rsid w:val="00750FF6"/>
    <w:rsid w:val="00751263"/>
    <w:rsid w:val="0075136B"/>
    <w:rsid w:val="007515A5"/>
    <w:rsid w:val="00751CB2"/>
    <w:rsid w:val="0075232B"/>
    <w:rsid w:val="007534E5"/>
    <w:rsid w:val="00753A31"/>
    <w:rsid w:val="007541C5"/>
    <w:rsid w:val="00754E8D"/>
    <w:rsid w:val="00754F75"/>
    <w:rsid w:val="007551C2"/>
    <w:rsid w:val="00755C13"/>
    <w:rsid w:val="007565A5"/>
    <w:rsid w:val="00760340"/>
    <w:rsid w:val="00760DED"/>
    <w:rsid w:val="007617C6"/>
    <w:rsid w:val="00762081"/>
    <w:rsid w:val="007622E6"/>
    <w:rsid w:val="0076308B"/>
    <w:rsid w:val="007634B7"/>
    <w:rsid w:val="00763514"/>
    <w:rsid w:val="00764C1B"/>
    <w:rsid w:val="007655CE"/>
    <w:rsid w:val="007658D5"/>
    <w:rsid w:val="00765BB6"/>
    <w:rsid w:val="00765CF2"/>
    <w:rsid w:val="007664B4"/>
    <w:rsid w:val="0076673E"/>
    <w:rsid w:val="007678A6"/>
    <w:rsid w:val="00770571"/>
    <w:rsid w:val="00772227"/>
    <w:rsid w:val="00772A57"/>
    <w:rsid w:val="00773FFA"/>
    <w:rsid w:val="00775A3A"/>
    <w:rsid w:val="00775E12"/>
    <w:rsid w:val="00776C36"/>
    <w:rsid w:val="00776FB9"/>
    <w:rsid w:val="00777CCA"/>
    <w:rsid w:val="00777DDD"/>
    <w:rsid w:val="0078119B"/>
    <w:rsid w:val="0078163A"/>
    <w:rsid w:val="007816CF"/>
    <w:rsid w:val="00781759"/>
    <w:rsid w:val="00783281"/>
    <w:rsid w:val="007833F5"/>
    <w:rsid w:val="0078351E"/>
    <w:rsid w:val="00783A03"/>
    <w:rsid w:val="00784B08"/>
    <w:rsid w:val="00784BF9"/>
    <w:rsid w:val="0078524A"/>
    <w:rsid w:val="0078589B"/>
    <w:rsid w:val="00785C23"/>
    <w:rsid w:val="00786233"/>
    <w:rsid w:val="00786C1F"/>
    <w:rsid w:val="00786D25"/>
    <w:rsid w:val="00792B53"/>
    <w:rsid w:val="00792D4A"/>
    <w:rsid w:val="00792E1A"/>
    <w:rsid w:val="00795775"/>
    <w:rsid w:val="00795D67"/>
    <w:rsid w:val="0079759A"/>
    <w:rsid w:val="00797C7D"/>
    <w:rsid w:val="007A1BEF"/>
    <w:rsid w:val="007A475F"/>
    <w:rsid w:val="007A5A21"/>
    <w:rsid w:val="007A5AB3"/>
    <w:rsid w:val="007A623F"/>
    <w:rsid w:val="007A68B1"/>
    <w:rsid w:val="007A6CF3"/>
    <w:rsid w:val="007B050E"/>
    <w:rsid w:val="007B1BA7"/>
    <w:rsid w:val="007B1E46"/>
    <w:rsid w:val="007B2B91"/>
    <w:rsid w:val="007B2FF6"/>
    <w:rsid w:val="007B309B"/>
    <w:rsid w:val="007B3895"/>
    <w:rsid w:val="007B3C06"/>
    <w:rsid w:val="007B3DEA"/>
    <w:rsid w:val="007B41C5"/>
    <w:rsid w:val="007B4556"/>
    <w:rsid w:val="007B4DDE"/>
    <w:rsid w:val="007B4FF7"/>
    <w:rsid w:val="007B5226"/>
    <w:rsid w:val="007B6760"/>
    <w:rsid w:val="007B6874"/>
    <w:rsid w:val="007B6BFD"/>
    <w:rsid w:val="007B7349"/>
    <w:rsid w:val="007B74DD"/>
    <w:rsid w:val="007C0458"/>
    <w:rsid w:val="007C06BF"/>
    <w:rsid w:val="007C0A4E"/>
    <w:rsid w:val="007C2585"/>
    <w:rsid w:val="007C3289"/>
    <w:rsid w:val="007C4220"/>
    <w:rsid w:val="007C4BBA"/>
    <w:rsid w:val="007C5A01"/>
    <w:rsid w:val="007C5A77"/>
    <w:rsid w:val="007C6680"/>
    <w:rsid w:val="007C6F7A"/>
    <w:rsid w:val="007C776F"/>
    <w:rsid w:val="007C77D3"/>
    <w:rsid w:val="007D035C"/>
    <w:rsid w:val="007D07CF"/>
    <w:rsid w:val="007D117C"/>
    <w:rsid w:val="007D1DDD"/>
    <w:rsid w:val="007D2293"/>
    <w:rsid w:val="007D281C"/>
    <w:rsid w:val="007D28C7"/>
    <w:rsid w:val="007D2F96"/>
    <w:rsid w:val="007D3A6F"/>
    <w:rsid w:val="007D4269"/>
    <w:rsid w:val="007D4669"/>
    <w:rsid w:val="007D48FD"/>
    <w:rsid w:val="007D4B32"/>
    <w:rsid w:val="007D508B"/>
    <w:rsid w:val="007D5D8B"/>
    <w:rsid w:val="007D6618"/>
    <w:rsid w:val="007D694A"/>
    <w:rsid w:val="007D695C"/>
    <w:rsid w:val="007D741D"/>
    <w:rsid w:val="007E0556"/>
    <w:rsid w:val="007E0739"/>
    <w:rsid w:val="007E19F9"/>
    <w:rsid w:val="007E2243"/>
    <w:rsid w:val="007E3177"/>
    <w:rsid w:val="007E376D"/>
    <w:rsid w:val="007E4A43"/>
    <w:rsid w:val="007E5C67"/>
    <w:rsid w:val="007E5F3F"/>
    <w:rsid w:val="007E61CA"/>
    <w:rsid w:val="007E6234"/>
    <w:rsid w:val="007E7537"/>
    <w:rsid w:val="007E7931"/>
    <w:rsid w:val="007E7BBE"/>
    <w:rsid w:val="007F0127"/>
    <w:rsid w:val="007F01D3"/>
    <w:rsid w:val="007F031B"/>
    <w:rsid w:val="007F0A63"/>
    <w:rsid w:val="007F25DB"/>
    <w:rsid w:val="007F2904"/>
    <w:rsid w:val="007F2CBA"/>
    <w:rsid w:val="007F2CDB"/>
    <w:rsid w:val="007F2FBF"/>
    <w:rsid w:val="007F380D"/>
    <w:rsid w:val="007F47FF"/>
    <w:rsid w:val="007F63A9"/>
    <w:rsid w:val="007F6F64"/>
    <w:rsid w:val="007F7B94"/>
    <w:rsid w:val="00802390"/>
    <w:rsid w:val="00803D9B"/>
    <w:rsid w:val="00804D83"/>
    <w:rsid w:val="00805C5D"/>
    <w:rsid w:val="0080613D"/>
    <w:rsid w:val="008068D4"/>
    <w:rsid w:val="008104E7"/>
    <w:rsid w:val="00810FA2"/>
    <w:rsid w:val="00812F32"/>
    <w:rsid w:val="00813433"/>
    <w:rsid w:val="00813CF6"/>
    <w:rsid w:val="00816330"/>
    <w:rsid w:val="0081661F"/>
    <w:rsid w:val="00816930"/>
    <w:rsid w:val="0081699A"/>
    <w:rsid w:val="00816A72"/>
    <w:rsid w:val="00816E41"/>
    <w:rsid w:val="008174A2"/>
    <w:rsid w:val="008175D9"/>
    <w:rsid w:val="00817C88"/>
    <w:rsid w:val="00817FDB"/>
    <w:rsid w:val="00820584"/>
    <w:rsid w:val="00820B3F"/>
    <w:rsid w:val="00820CBB"/>
    <w:rsid w:val="008218E0"/>
    <w:rsid w:val="00822860"/>
    <w:rsid w:val="008230CF"/>
    <w:rsid w:val="00823680"/>
    <w:rsid w:val="0082482E"/>
    <w:rsid w:val="008256CF"/>
    <w:rsid w:val="00825F99"/>
    <w:rsid w:val="008269D2"/>
    <w:rsid w:val="00826BCF"/>
    <w:rsid w:val="00827850"/>
    <w:rsid w:val="00827946"/>
    <w:rsid w:val="0083049E"/>
    <w:rsid w:val="00830E38"/>
    <w:rsid w:val="008311AC"/>
    <w:rsid w:val="008318CC"/>
    <w:rsid w:val="008319D1"/>
    <w:rsid w:val="00831CA0"/>
    <w:rsid w:val="00832796"/>
    <w:rsid w:val="00832C50"/>
    <w:rsid w:val="008333EF"/>
    <w:rsid w:val="008340B5"/>
    <w:rsid w:val="0083415C"/>
    <w:rsid w:val="0083448F"/>
    <w:rsid w:val="008344E8"/>
    <w:rsid w:val="00834D1F"/>
    <w:rsid w:val="00835CB3"/>
    <w:rsid w:val="0083685B"/>
    <w:rsid w:val="00837CFC"/>
    <w:rsid w:val="008404ED"/>
    <w:rsid w:val="00841F51"/>
    <w:rsid w:val="0084200B"/>
    <w:rsid w:val="008425FD"/>
    <w:rsid w:val="008429FE"/>
    <w:rsid w:val="00842BC1"/>
    <w:rsid w:val="0084324A"/>
    <w:rsid w:val="00843FCF"/>
    <w:rsid w:val="00843FE2"/>
    <w:rsid w:val="008452FB"/>
    <w:rsid w:val="00846938"/>
    <w:rsid w:val="00846B25"/>
    <w:rsid w:val="00847778"/>
    <w:rsid w:val="00847EC9"/>
    <w:rsid w:val="00850619"/>
    <w:rsid w:val="00850B4E"/>
    <w:rsid w:val="00850CA5"/>
    <w:rsid w:val="008516B6"/>
    <w:rsid w:val="00851AA1"/>
    <w:rsid w:val="008524E4"/>
    <w:rsid w:val="008546A6"/>
    <w:rsid w:val="00854AC2"/>
    <w:rsid w:val="00855851"/>
    <w:rsid w:val="00856A13"/>
    <w:rsid w:val="00857C2E"/>
    <w:rsid w:val="00860EC3"/>
    <w:rsid w:val="00860F13"/>
    <w:rsid w:val="00861F96"/>
    <w:rsid w:val="00862205"/>
    <w:rsid w:val="008629EB"/>
    <w:rsid w:val="0086318A"/>
    <w:rsid w:val="00864397"/>
    <w:rsid w:val="0086573C"/>
    <w:rsid w:val="00865B90"/>
    <w:rsid w:val="0086627C"/>
    <w:rsid w:val="00866614"/>
    <w:rsid w:val="00866C21"/>
    <w:rsid w:val="008703A7"/>
    <w:rsid w:val="00870531"/>
    <w:rsid w:val="008706F1"/>
    <w:rsid w:val="00870C3E"/>
    <w:rsid w:val="008712BC"/>
    <w:rsid w:val="00871E86"/>
    <w:rsid w:val="00872224"/>
    <w:rsid w:val="008724BE"/>
    <w:rsid w:val="0087289A"/>
    <w:rsid w:val="00872A77"/>
    <w:rsid w:val="00872D39"/>
    <w:rsid w:val="00873765"/>
    <w:rsid w:val="0087434F"/>
    <w:rsid w:val="008744A6"/>
    <w:rsid w:val="008744BA"/>
    <w:rsid w:val="00874716"/>
    <w:rsid w:val="008749F9"/>
    <w:rsid w:val="00874C41"/>
    <w:rsid w:val="00875886"/>
    <w:rsid w:val="00877457"/>
    <w:rsid w:val="008802F4"/>
    <w:rsid w:val="00880983"/>
    <w:rsid w:val="00882242"/>
    <w:rsid w:val="00882380"/>
    <w:rsid w:val="008824CC"/>
    <w:rsid w:val="008825BC"/>
    <w:rsid w:val="008832E1"/>
    <w:rsid w:val="00883D31"/>
    <w:rsid w:val="00884B20"/>
    <w:rsid w:val="00884C1E"/>
    <w:rsid w:val="00884D2C"/>
    <w:rsid w:val="00884D8C"/>
    <w:rsid w:val="0088579B"/>
    <w:rsid w:val="008859A3"/>
    <w:rsid w:val="008871A9"/>
    <w:rsid w:val="00887725"/>
    <w:rsid w:val="00890018"/>
    <w:rsid w:val="00890896"/>
    <w:rsid w:val="00891220"/>
    <w:rsid w:val="00892491"/>
    <w:rsid w:val="00893177"/>
    <w:rsid w:val="00893327"/>
    <w:rsid w:val="00894071"/>
    <w:rsid w:val="0089426D"/>
    <w:rsid w:val="0089474D"/>
    <w:rsid w:val="0089512D"/>
    <w:rsid w:val="00895F08"/>
    <w:rsid w:val="00896C3D"/>
    <w:rsid w:val="00896CA2"/>
    <w:rsid w:val="00897627"/>
    <w:rsid w:val="00897881"/>
    <w:rsid w:val="00897B9C"/>
    <w:rsid w:val="008A0550"/>
    <w:rsid w:val="008A17B4"/>
    <w:rsid w:val="008A2312"/>
    <w:rsid w:val="008A2F54"/>
    <w:rsid w:val="008A5343"/>
    <w:rsid w:val="008A5AB2"/>
    <w:rsid w:val="008A5C7E"/>
    <w:rsid w:val="008A7CF9"/>
    <w:rsid w:val="008B09CF"/>
    <w:rsid w:val="008B1B45"/>
    <w:rsid w:val="008B2542"/>
    <w:rsid w:val="008B2818"/>
    <w:rsid w:val="008B497B"/>
    <w:rsid w:val="008B5AA7"/>
    <w:rsid w:val="008B5DEF"/>
    <w:rsid w:val="008B63CA"/>
    <w:rsid w:val="008B678A"/>
    <w:rsid w:val="008B73FB"/>
    <w:rsid w:val="008B7AE4"/>
    <w:rsid w:val="008B7E28"/>
    <w:rsid w:val="008C0533"/>
    <w:rsid w:val="008C1E44"/>
    <w:rsid w:val="008C2217"/>
    <w:rsid w:val="008C316F"/>
    <w:rsid w:val="008C3467"/>
    <w:rsid w:val="008C402A"/>
    <w:rsid w:val="008C42AA"/>
    <w:rsid w:val="008C4618"/>
    <w:rsid w:val="008C5332"/>
    <w:rsid w:val="008C6660"/>
    <w:rsid w:val="008C6B9E"/>
    <w:rsid w:val="008C73CA"/>
    <w:rsid w:val="008C7E69"/>
    <w:rsid w:val="008C7FA8"/>
    <w:rsid w:val="008D026B"/>
    <w:rsid w:val="008D0D57"/>
    <w:rsid w:val="008D0F91"/>
    <w:rsid w:val="008D1037"/>
    <w:rsid w:val="008D10F4"/>
    <w:rsid w:val="008D1EDC"/>
    <w:rsid w:val="008D2612"/>
    <w:rsid w:val="008D2803"/>
    <w:rsid w:val="008D2F3A"/>
    <w:rsid w:val="008D4621"/>
    <w:rsid w:val="008D47B0"/>
    <w:rsid w:val="008D6B5C"/>
    <w:rsid w:val="008D7959"/>
    <w:rsid w:val="008E0F49"/>
    <w:rsid w:val="008E1003"/>
    <w:rsid w:val="008E17C0"/>
    <w:rsid w:val="008E3B2B"/>
    <w:rsid w:val="008E400B"/>
    <w:rsid w:val="008E4A31"/>
    <w:rsid w:val="008E4BB5"/>
    <w:rsid w:val="008E5B1C"/>
    <w:rsid w:val="008E5D63"/>
    <w:rsid w:val="008E5D7C"/>
    <w:rsid w:val="008E69DB"/>
    <w:rsid w:val="008E7771"/>
    <w:rsid w:val="008F0490"/>
    <w:rsid w:val="008F111A"/>
    <w:rsid w:val="008F11ED"/>
    <w:rsid w:val="008F12B6"/>
    <w:rsid w:val="008F39BA"/>
    <w:rsid w:val="008F44B6"/>
    <w:rsid w:val="008F454D"/>
    <w:rsid w:val="008F5583"/>
    <w:rsid w:val="008F5754"/>
    <w:rsid w:val="008F599C"/>
    <w:rsid w:val="008F5C4C"/>
    <w:rsid w:val="008F64CF"/>
    <w:rsid w:val="008F7D26"/>
    <w:rsid w:val="009002FE"/>
    <w:rsid w:val="00901A2A"/>
    <w:rsid w:val="0090211E"/>
    <w:rsid w:val="00902274"/>
    <w:rsid w:val="00903817"/>
    <w:rsid w:val="00905251"/>
    <w:rsid w:val="00905ADB"/>
    <w:rsid w:val="00905AFF"/>
    <w:rsid w:val="00905E88"/>
    <w:rsid w:val="00907FFC"/>
    <w:rsid w:val="0091055B"/>
    <w:rsid w:val="00912333"/>
    <w:rsid w:val="00912957"/>
    <w:rsid w:val="009133FD"/>
    <w:rsid w:val="009135AD"/>
    <w:rsid w:val="00913B83"/>
    <w:rsid w:val="00914151"/>
    <w:rsid w:val="0091433C"/>
    <w:rsid w:val="009147A2"/>
    <w:rsid w:val="00914DE5"/>
    <w:rsid w:val="00915037"/>
    <w:rsid w:val="00915256"/>
    <w:rsid w:val="00915C00"/>
    <w:rsid w:val="00915F73"/>
    <w:rsid w:val="00916BF2"/>
    <w:rsid w:val="009214EB"/>
    <w:rsid w:val="00921C1B"/>
    <w:rsid w:val="0092238F"/>
    <w:rsid w:val="009224EC"/>
    <w:rsid w:val="00922929"/>
    <w:rsid w:val="00922BC7"/>
    <w:rsid w:val="00922D7C"/>
    <w:rsid w:val="009246BF"/>
    <w:rsid w:val="00925671"/>
    <w:rsid w:val="00925961"/>
    <w:rsid w:val="0092644C"/>
    <w:rsid w:val="00927A58"/>
    <w:rsid w:val="00930303"/>
    <w:rsid w:val="00931492"/>
    <w:rsid w:val="009318B4"/>
    <w:rsid w:val="00932061"/>
    <w:rsid w:val="00932899"/>
    <w:rsid w:val="00933393"/>
    <w:rsid w:val="0093387F"/>
    <w:rsid w:val="00933F9B"/>
    <w:rsid w:val="00934095"/>
    <w:rsid w:val="0093536F"/>
    <w:rsid w:val="0093544A"/>
    <w:rsid w:val="009358E2"/>
    <w:rsid w:val="00936C36"/>
    <w:rsid w:val="00937F95"/>
    <w:rsid w:val="0094010B"/>
    <w:rsid w:val="00940147"/>
    <w:rsid w:val="009401DD"/>
    <w:rsid w:val="00940787"/>
    <w:rsid w:val="00941084"/>
    <w:rsid w:val="00942B5D"/>
    <w:rsid w:val="00942E15"/>
    <w:rsid w:val="00943B5F"/>
    <w:rsid w:val="009457E8"/>
    <w:rsid w:val="00945852"/>
    <w:rsid w:val="00945FE4"/>
    <w:rsid w:val="00945FF9"/>
    <w:rsid w:val="00946109"/>
    <w:rsid w:val="00946A94"/>
    <w:rsid w:val="0095050C"/>
    <w:rsid w:val="00950A7C"/>
    <w:rsid w:val="00951041"/>
    <w:rsid w:val="0095128D"/>
    <w:rsid w:val="00951EFA"/>
    <w:rsid w:val="0095296F"/>
    <w:rsid w:val="009546A7"/>
    <w:rsid w:val="00954884"/>
    <w:rsid w:val="009548B9"/>
    <w:rsid w:val="00954B15"/>
    <w:rsid w:val="00955287"/>
    <w:rsid w:val="00955547"/>
    <w:rsid w:val="0095577A"/>
    <w:rsid w:val="00955B10"/>
    <w:rsid w:val="00960D7F"/>
    <w:rsid w:val="00961551"/>
    <w:rsid w:val="00962A25"/>
    <w:rsid w:val="009633D4"/>
    <w:rsid w:val="00963570"/>
    <w:rsid w:val="00963B21"/>
    <w:rsid w:val="00963B3A"/>
    <w:rsid w:val="009643F1"/>
    <w:rsid w:val="009648F7"/>
    <w:rsid w:val="0096554F"/>
    <w:rsid w:val="0096561B"/>
    <w:rsid w:val="00965B25"/>
    <w:rsid w:val="00966E22"/>
    <w:rsid w:val="00967161"/>
    <w:rsid w:val="00971460"/>
    <w:rsid w:val="0097220A"/>
    <w:rsid w:val="00975A88"/>
    <w:rsid w:val="00976342"/>
    <w:rsid w:val="009766EB"/>
    <w:rsid w:val="00976CF5"/>
    <w:rsid w:val="00977635"/>
    <w:rsid w:val="00977AD5"/>
    <w:rsid w:val="009813A9"/>
    <w:rsid w:val="00981B38"/>
    <w:rsid w:val="00982944"/>
    <w:rsid w:val="00985FF9"/>
    <w:rsid w:val="00987389"/>
    <w:rsid w:val="00987769"/>
    <w:rsid w:val="009902C5"/>
    <w:rsid w:val="00990A33"/>
    <w:rsid w:val="00990CE9"/>
    <w:rsid w:val="00991F30"/>
    <w:rsid w:val="00992BDB"/>
    <w:rsid w:val="0099350D"/>
    <w:rsid w:val="00994461"/>
    <w:rsid w:val="00994C9E"/>
    <w:rsid w:val="00996168"/>
    <w:rsid w:val="009961B3"/>
    <w:rsid w:val="00996452"/>
    <w:rsid w:val="009967B2"/>
    <w:rsid w:val="00996DF1"/>
    <w:rsid w:val="009A02DE"/>
    <w:rsid w:val="009A0D4B"/>
    <w:rsid w:val="009A0D85"/>
    <w:rsid w:val="009A2037"/>
    <w:rsid w:val="009A236B"/>
    <w:rsid w:val="009A275C"/>
    <w:rsid w:val="009A292E"/>
    <w:rsid w:val="009A3175"/>
    <w:rsid w:val="009A3A0B"/>
    <w:rsid w:val="009A4428"/>
    <w:rsid w:val="009A4884"/>
    <w:rsid w:val="009A4AF4"/>
    <w:rsid w:val="009A53FF"/>
    <w:rsid w:val="009A660D"/>
    <w:rsid w:val="009A6B80"/>
    <w:rsid w:val="009A741E"/>
    <w:rsid w:val="009B020D"/>
    <w:rsid w:val="009B04CD"/>
    <w:rsid w:val="009B05FE"/>
    <w:rsid w:val="009B0643"/>
    <w:rsid w:val="009B0D39"/>
    <w:rsid w:val="009B15CD"/>
    <w:rsid w:val="009B2900"/>
    <w:rsid w:val="009B30E8"/>
    <w:rsid w:val="009B36EE"/>
    <w:rsid w:val="009B375D"/>
    <w:rsid w:val="009B48D1"/>
    <w:rsid w:val="009B5106"/>
    <w:rsid w:val="009B53B0"/>
    <w:rsid w:val="009B5693"/>
    <w:rsid w:val="009B5CE5"/>
    <w:rsid w:val="009B60D1"/>
    <w:rsid w:val="009B7048"/>
    <w:rsid w:val="009B7E1D"/>
    <w:rsid w:val="009C0D94"/>
    <w:rsid w:val="009C0FAE"/>
    <w:rsid w:val="009C108A"/>
    <w:rsid w:val="009C163B"/>
    <w:rsid w:val="009C1A83"/>
    <w:rsid w:val="009C1DE0"/>
    <w:rsid w:val="009C21F3"/>
    <w:rsid w:val="009C2493"/>
    <w:rsid w:val="009C2DC4"/>
    <w:rsid w:val="009C3C43"/>
    <w:rsid w:val="009C5BB7"/>
    <w:rsid w:val="009C5C96"/>
    <w:rsid w:val="009C654B"/>
    <w:rsid w:val="009C691B"/>
    <w:rsid w:val="009C6A37"/>
    <w:rsid w:val="009C6FDB"/>
    <w:rsid w:val="009D0026"/>
    <w:rsid w:val="009D03D4"/>
    <w:rsid w:val="009D0C69"/>
    <w:rsid w:val="009D10C7"/>
    <w:rsid w:val="009D31ED"/>
    <w:rsid w:val="009D49B9"/>
    <w:rsid w:val="009D50B9"/>
    <w:rsid w:val="009D50C6"/>
    <w:rsid w:val="009D5424"/>
    <w:rsid w:val="009D569F"/>
    <w:rsid w:val="009D5750"/>
    <w:rsid w:val="009D5AFD"/>
    <w:rsid w:val="009D6551"/>
    <w:rsid w:val="009D7264"/>
    <w:rsid w:val="009D7729"/>
    <w:rsid w:val="009D7B24"/>
    <w:rsid w:val="009D7EC4"/>
    <w:rsid w:val="009D7F66"/>
    <w:rsid w:val="009E020E"/>
    <w:rsid w:val="009E02B2"/>
    <w:rsid w:val="009E14A4"/>
    <w:rsid w:val="009E25EF"/>
    <w:rsid w:val="009E2627"/>
    <w:rsid w:val="009E32A9"/>
    <w:rsid w:val="009E3494"/>
    <w:rsid w:val="009E4296"/>
    <w:rsid w:val="009E5036"/>
    <w:rsid w:val="009E5674"/>
    <w:rsid w:val="009E5E20"/>
    <w:rsid w:val="009E6878"/>
    <w:rsid w:val="009E68DB"/>
    <w:rsid w:val="009E6E37"/>
    <w:rsid w:val="009E703F"/>
    <w:rsid w:val="009E7669"/>
    <w:rsid w:val="009F0C85"/>
    <w:rsid w:val="009F0F86"/>
    <w:rsid w:val="009F216C"/>
    <w:rsid w:val="009F27FF"/>
    <w:rsid w:val="009F28EC"/>
    <w:rsid w:val="009F3229"/>
    <w:rsid w:val="009F4A4A"/>
    <w:rsid w:val="009F4B3C"/>
    <w:rsid w:val="009F4EAD"/>
    <w:rsid w:val="009F51C2"/>
    <w:rsid w:val="009F5980"/>
    <w:rsid w:val="009F60AE"/>
    <w:rsid w:val="00A000F9"/>
    <w:rsid w:val="00A01F1E"/>
    <w:rsid w:val="00A01F23"/>
    <w:rsid w:val="00A0222D"/>
    <w:rsid w:val="00A033A3"/>
    <w:rsid w:val="00A0414A"/>
    <w:rsid w:val="00A06431"/>
    <w:rsid w:val="00A06679"/>
    <w:rsid w:val="00A06972"/>
    <w:rsid w:val="00A06EA4"/>
    <w:rsid w:val="00A072EC"/>
    <w:rsid w:val="00A07CF6"/>
    <w:rsid w:val="00A07D33"/>
    <w:rsid w:val="00A07D46"/>
    <w:rsid w:val="00A10613"/>
    <w:rsid w:val="00A10955"/>
    <w:rsid w:val="00A10B9A"/>
    <w:rsid w:val="00A110A8"/>
    <w:rsid w:val="00A1133D"/>
    <w:rsid w:val="00A11643"/>
    <w:rsid w:val="00A1232C"/>
    <w:rsid w:val="00A1333E"/>
    <w:rsid w:val="00A13FE7"/>
    <w:rsid w:val="00A1409A"/>
    <w:rsid w:val="00A141E6"/>
    <w:rsid w:val="00A141F9"/>
    <w:rsid w:val="00A14EC7"/>
    <w:rsid w:val="00A14EE1"/>
    <w:rsid w:val="00A156C8"/>
    <w:rsid w:val="00A160CC"/>
    <w:rsid w:val="00A167CB"/>
    <w:rsid w:val="00A16919"/>
    <w:rsid w:val="00A1715F"/>
    <w:rsid w:val="00A17181"/>
    <w:rsid w:val="00A20989"/>
    <w:rsid w:val="00A214EB"/>
    <w:rsid w:val="00A21A16"/>
    <w:rsid w:val="00A2233E"/>
    <w:rsid w:val="00A24926"/>
    <w:rsid w:val="00A24B98"/>
    <w:rsid w:val="00A252A0"/>
    <w:rsid w:val="00A25420"/>
    <w:rsid w:val="00A26794"/>
    <w:rsid w:val="00A267B1"/>
    <w:rsid w:val="00A26AA0"/>
    <w:rsid w:val="00A26BA7"/>
    <w:rsid w:val="00A26C85"/>
    <w:rsid w:val="00A26F39"/>
    <w:rsid w:val="00A27394"/>
    <w:rsid w:val="00A27A48"/>
    <w:rsid w:val="00A300A4"/>
    <w:rsid w:val="00A31E2E"/>
    <w:rsid w:val="00A31EC2"/>
    <w:rsid w:val="00A328AC"/>
    <w:rsid w:val="00A3386D"/>
    <w:rsid w:val="00A35D66"/>
    <w:rsid w:val="00A364CD"/>
    <w:rsid w:val="00A364E2"/>
    <w:rsid w:val="00A3678B"/>
    <w:rsid w:val="00A367C4"/>
    <w:rsid w:val="00A372B2"/>
    <w:rsid w:val="00A375FD"/>
    <w:rsid w:val="00A37CAC"/>
    <w:rsid w:val="00A404F1"/>
    <w:rsid w:val="00A409C0"/>
    <w:rsid w:val="00A40A57"/>
    <w:rsid w:val="00A41D6C"/>
    <w:rsid w:val="00A42272"/>
    <w:rsid w:val="00A42425"/>
    <w:rsid w:val="00A434F4"/>
    <w:rsid w:val="00A438C4"/>
    <w:rsid w:val="00A43CE7"/>
    <w:rsid w:val="00A443B0"/>
    <w:rsid w:val="00A44C72"/>
    <w:rsid w:val="00A44E5A"/>
    <w:rsid w:val="00A44FEA"/>
    <w:rsid w:val="00A45250"/>
    <w:rsid w:val="00A45900"/>
    <w:rsid w:val="00A4593B"/>
    <w:rsid w:val="00A4676E"/>
    <w:rsid w:val="00A50B50"/>
    <w:rsid w:val="00A50E3F"/>
    <w:rsid w:val="00A50E5F"/>
    <w:rsid w:val="00A519CA"/>
    <w:rsid w:val="00A51BC6"/>
    <w:rsid w:val="00A51FAF"/>
    <w:rsid w:val="00A52528"/>
    <w:rsid w:val="00A5258F"/>
    <w:rsid w:val="00A53749"/>
    <w:rsid w:val="00A537A2"/>
    <w:rsid w:val="00A53888"/>
    <w:rsid w:val="00A53F8A"/>
    <w:rsid w:val="00A5479A"/>
    <w:rsid w:val="00A547F4"/>
    <w:rsid w:val="00A54E57"/>
    <w:rsid w:val="00A55E97"/>
    <w:rsid w:val="00A560A3"/>
    <w:rsid w:val="00A56145"/>
    <w:rsid w:val="00A5751B"/>
    <w:rsid w:val="00A576C5"/>
    <w:rsid w:val="00A61CEE"/>
    <w:rsid w:val="00A61EE6"/>
    <w:rsid w:val="00A620B6"/>
    <w:rsid w:val="00A63021"/>
    <w:rsid w:val="00A634BA"/>
    <w:rsid w:val="00A638E1"/>
    <w:rsid w:val="00A6392E"/>
    <w:rsid w:val="00A639A3"/>
    <w:rsid w:val="00A63EDA"/>
    <w:rsid w:val="00A6415C"/>
    <w:rsid w:val="00A648FB"/>
    <w:rsid w:val="00A65129"/>
    <w:rsid w:val="00A65433"/>
    <w:rsid w:val="00A65A5C"/>
    <w:rsid w:val="00A65AE9"/>
    <w:rsid w:val="00A65B4E"/>
    <w:rsid w:val="00A65BA1"/>
    <w:rsid w:val="00A666D3"/>
    <w:rsid w:val="00A66987"/>
    <w:rsid w:val="00A669B8"/>
    <w:rsid w:val="00A66D10"/>
    <w:rsid w:val="00A67C3D"/>
    <w:rsid w:val="00A67D74"/>
    <w:rsid w:val="00A722CA"/>
    <w:rsid w:val="00A72645"/>
    <w:rsid w:val="00A72AEE"/>
    <w:rsid w:val="00A72C74"/>
    <w:rsid w:val="00A72F24"/>
    <w:rsid w:val="00A73231"/>
    <w:rsid w:val="00A7408A"/>
    <w:rsid w:val="00A7436B"/>
    <w:rsid w:val="00A74909"/>
    <w:rsid w:val="00A76023"/>
    <w:rsid w:val="00A766B7"/>
    <w:rsid w:val="00A76E75"/>
    <w:rsid w:val="00A7701B"/>
    <w:rsid w:val="00A77211"/>
    <w:rsid w:val="00A77549"/>
    <w:rsid w:val="00A777F2"/>
    <w:rsid w:val="00A77B36"/>
    <w:rsid w:val="00A77C34"/>
    <w:rsid w:val="00A77C37"/>
    <w:rsid w:val="00A77F44"/>
    <w:rsid w:val="00A81292"/>
    <w:rsid w:val="00A8154D"/>
    <w:rsid w:val="00A81F2F"/>
    <w:rsid w:val="00A823E4"/>
    <w:rsid w:val="00A828BE"/>
    <w:rsid w:val="00A82DFE"/>
    <w:rsid w:val="00A83F5D"/>
    <w:rsid w:val="00A84095"/>
    <w:rsid w:val="00A84542"/>
    <w:rsid w:val="00A8475A"/>
    <w:rsid w:val="00A84A92"/>
    <w:rsid w:val="00A85259"/>
    <w:rsid w:val="00A86559"/>
    <w:rsid w:val="00A86984"/>
    <w:rsid w:val="00A86B58"/>
    <w:rsid w:val="00A86B7E"/>
    <w:rsid w:val="00A87157"/>
    <w:rsid w:val="00A8751B"/>
    <w:rsid w:val="00A9064E"/>
    <w:rsid w:val="00A90E66"/>
    <w:rsid w:val="00A91431"/>
    <w:rsid w:val="00A91C7A"/>
    <w:rsid w:val="00A921BE"/>
    <w:rsid w:val="00A93606"/>
    <w:rsid w:val="00A93F99"/>
    <w:rsid w:val="00A95A77"/>
    <w:rsid w:val="00A95DA0"/>
    <w:rsid w:val="00A973D0"/>
    <w:rsid w:val="00A97A37"/>
    <w:rsid w:val="00A97AC0"/>
    <w:rsid w:val="00AA1241"/>
    <w:rsid w:val="00AA17D8"/>
    <w:rsid w:val="00AA2D17"/>
    <w:rsid w:val="00AA3286"/>
    <w:rsid w:val="00AA3941"/>
    <w:rsid w:val="00AA51C8"/>
    <w:rsid w:val="00AA541E"/>
    <w:rsid w:val="00AA5628"/>
    <w:rsid w:val="00AA5BCA"/>
    <w:rsid w:val="00AA5EE0"/>
    <w:rsid w:val="00AA699A"/>
    <w:rsid w:val="00AA72F7"/>
    <w:rsid w:val="00AA73B7"/>
    <w:rsid w:val="00AB04B5"/>
    <w:rsid w:val="00AB0C2F"/>
    <w:rsid w:val="00AB0D97"/>
    <w:rsid w:val="00AB0DFC"/>
    <w:rsid w:val="00AB1FBA"/>
    <w:rsid w:val="00AB26E0"/>
    <w:rsid w:val="00AB2EF7"/>
    <w:rsid w:val="00AB3108"/>
    <w:rsid w:val="00AB3906"/>
    <w:rsid w:val="00AB3E71"/>
    <w:rsid w:val="00AB5233"/>
    <w:rsid w:val="00AB682F"/>
    <w:rsid w:val="00AB7BD6"/>
    <w:rsid w:val="00AC0110"/>
    <w:rsid w:val="00AC0FDF"/>
    <w:rsid w:val="00AC1643"/>
    <w:rsid w:val="00AC3666"/>
    <w:rsid w:val="00AC4092"/>
    <w:rsid w:val="00AC41B8"/>
    <w:rsid w:val="00AC54E4"/>
    <w:rsid w:val="00AC5E7D"/>
    <w:rsid w:val="00AC5EDB"/>
    <w:rsid w:val="00AC729C"/>
    <w:rsid w:val="00AD161F"/>
    <w:rsid w:val="00AD33FF"/>
    <w:rsid w:val="00AD3863"/>
    <w:rsid w:val="00AD516F"/>
    <w:rsid w:val="00AD54F2"/>
    <w:rsid w:val="00AD61DC"/>
    <w:rsid w:val="00AD75DC"/>
    <w:rsid w:val="00AD768B"/>
    <w:rsid w:val="00AE03E7"/>
    <w:rsid w:val="00AE069F"/>
    <w:rsid w:val="00AE1106"/>
    <w:rsid w:val="00AE11DC"/>
    <w:rsid w:val="00AE1949"/>
    <w:rsid w:val="00AE1BA7"/>
    <w:rsid w:val="00AE1CE4"/>
    <w:rsid w:val="00AE1DF5"/>
    <w:rsid w:val="00AE1F02"/>
    <w:rsid w:val="00AE2595"/>
    <w:rsid w:val="00AE4F7D"/>
    <w:rsid w:val="00AE555F"/>
    <w:rsid w:val="00AE5FAF"/>
    <w:rsid w:val="00AE6661"/>
    <w:rsid w:val="00AF01B7"/>
    <w:rsid w:val="00AF0B12"/>
    <w:rsid w:val="00AF1919"/>
    <w:rsid w:val="00AF1E61"/>
    <w:rsid w:val="00AF4256"/>
    <w:rsid w:val="00AF4E39"/>
    <w:rsid w:val="00AF6F5F"/>
    <w:rsid w:val="00AF72D5"/>
    <w:rsid w:val="00AF7CE8"/>
    <w:rsid w:val="00AF7CF3"/>
    <w:rsid w:val="00AF7F9C"/>
    <w:rsid w:val="00B011C7"/>
    <w:rsid w:val="00B016C8"/>
    <w:rsid w:val="00B0199D"/>
    <w:rsid w:val="00B01A5A"/>
    <w:rsid w:val="00B02BBB"/>
    <w:rsid w:val="00B03083"/>
    <w:rsid w:val="00B04BFE"/>
    <w:rsid w:val="00B05EF2"/>
    <w:rsid w:val="00B064D2"/>
    <w:rsid w:val="00B06DC1"/>
    <w:rsid w:val="00B07EB4"/>
    <w:rsid w:val="00B104F6"/>
    <w:rsid w:val="00B11164"/>
    <w:rsid w:val="00B1183E"/>
    <w:rsid w:val="00B1284E"/>
    <w:rsid w:val="00B12DCB"/>
    <w:rsid w:val="00B12FF4"/>
    <w:rsid w:val="00B13F0A"/>
    <w:rsid w:val="00B14A4A"/>
    <w:rsid w:val="00B1510D"/>
    <w:rsid w:val="00B17700"/>
    <w:rsid w:val="00B211D0"/>
    <w:rsid w:val="00B21289"/>
    <w:rsid w:val="00B2177B"/>
    <w:rsid w:val="00B2274B"/>
    <w:rsid w:val="00B22BA3"/>
    <w:rsid w:val="00B235E0"/>
    <w:rsid w:val="00B23DC9"/>
    <w:rsid w:val="00B242D6"/>
    <w:rsid w:val="00B2438F"/>
    <w:rsid w:val="00B244DF"/>
    <w:rsid w:val="00B2461A"/>
    <w:rsid w:val="00B2518A"/>
    <w:rsid w:val="00B25228"/>
    <w:rsid w:val="00B25721"/>
    <w:rsid w:val="00B25BEE"/>
    <w:rsid w:val="00B2766B"/>
    <w:rsid w:val="00B30CF4"/>
    <w:rsid w:val="00B30F34"/>
    <w:rsid w:val="00B31A4C"/>
    <w:rsid w:val="00B31F50"/>
    <w:rsid w:val="00B3236D"/>
    <w:rsid w:val="00B324B3"/>
    <w:rsid w:val="00B32EBB"/>
    <w:rsid w:val="00B32F6E"/>
    <w:rsid w:val="00B3323A"/>
    <w:rsid w:val="00B334E6"/>
    <w:rsid w:val="00B3581E"/>
    <w:rsid w:val="00B3665E"/>
    <w:rsid w:val="00B3731C"/>
    <w:rsid w:val="00B40691"/>
    <w:rsid w:val="00B418A0"/>
    <w:rsid w:val="00B439D8"/>
    <w:rsid w:val="00B440B0"/>
    <w:rsid w:val="00B45480"/>
    <w:rsid w:val="00B456FF"/>
    <w:rsid w:val="00B478C9"/>
    <w:rsid w:val="00B5050A"/>
    <w:rsid w:val="00B51725"/>
    <w:rsid w:val="00B51D42"/>
    <w:rsid w:val="00B52101"/>
    <w:rsid w:val="00B540DC"/>
    <w:rsid w:val="00B544C8"/>
    <w:rsid w:val="00B54BD3"/>
    <w:rsid w:val="00B54C77"/>
    <w:rsid w:val="00B55DB8"/>
    <w:rsid w:val="00B563EF"/>
    <w:rsid w:val="00B572CC"/>
    <w:rsid w:val="00B579DF"/>
    <w:rsid w:val="00B57C6C"/>
    <w:rsid w:val="00B57F80"/>
    <w:rsid w:val="00B602F0"/>
    <w:rsid w:val="00B60C85"/>
    <w:rsid w:val="00B612EB"/>
    <w:rsid w:val="00B626DA"/>
    <w:rsid w:val="00B631E9"/>
    <w:rsid w:val="00B63329"/>
    <w:rsid w:val="00B63396"/>
    <w:rsid w:val="00B6351B"/>
    <w:rsid w:val="00B636E4"/>
    <w:rsid w:val="00B63933"/>
    <w:rsid w:val="00B64065"/>
    <w:rsid w:val="00B64867"/>
    <w:rsid w:val="00B65ADB"/>
    <w:rsid w:val="00B67C80"/>
    <w:rsid w:val="00B67D27"/>
    <w:rsid w:val="00B70585"/>
    <w:rsid w:val="00B712B8"/>
    <w:rsid w:val="00B72BF4"/>
    <w:rsid w:val="00B73435"/>
    <w:rsid w:val="00B73B74"/>
    <w:rsid w:val="00B757CE"/>
    <w:rsid w:val="00B76573"/>
    <w:rsid w:val="00B76CE7"/>
    <w:rsid w:val="00B779C5"/>
    <w:rsid w:val="00B8032C"/>
    <w:rsid w:val="00B8207B"/>
    <w:rsid w:val="00B82B6F"/>
    <w:rsid w:val="00B83D7B"/>
    <w:rsid w:val="00B84371"/>
    <w:rsid w:val="00B84382"/>
    <w:rsid w:val="00B85453"/>
    <w:rsid w:val="00B865C2"/>
    <w:rsid w:val="00B87695"/>
    <w:rsid w:val="00B87BB9"/>
    <w:rsid w:val="00B87E59"/>
    <w:rsid w:val="00B90207"/>
    <w:rsid w:val="00B91B3B"/>
    <w:rsid w:val="00B91D47"/>
    <w:rsid w:val="00B92528"/>
    <w:rsid w:val="00B92E60"/>
    <w:rsid w:val="00B92F60"/>
    <w:rsid w:val="00B931CE"/>
    <w:rsid w:val="00B954C3"/>
    <w:rsid w:val="00B96188"/>
    <w:rsid w:val="00B9621B"/>
    <w:rsid w:val="00B974AB"/>
    <w:rsid w:val="00B9761D"/>
    <w:rsid w:val="00BA05C1"/>
    <w:rsid w:val="00BA0A39"/>
    <w:rsid w:val="00BA0C41"/>
    <w:rsid w:val="00BA1489"/>
    <w:rsid w:val="00BA1AB1"/>
    <w:rsid w:val="00BA2278"/>
    <w:rsid w:val="00BA2285"/>
    <w:rsid w:val="00BA2D08"/>
    <w:rsid w:val="00BA2E1E"/>
    <w:rsid w:val="00BA3726"/>
    <w:rsid w:val="00BA40B8"/>
    <w:rsid w:val="00BA5794"/>
    <w:rsid w:val="00BA5A07"/>
    <w:rsid w:val="00BA5A0E"/>
    <w:rsid w:val="00BA5E59"/>
    <w:rsid w:val="00BA5FE3"/>
    <w:rsid w:val="00BA697B"/>
    <w:rsid w:val="00BA6F6A"/>
    <w:rsid w:val="00BA75ED"/>
    <w:rsid w:val="00BB0925"/>
    <w:rsid w:val="00BB0D4B"/>
    <w:rsid w:val="00BB1035"/>
    <w:rsid w:val="00BB1056"/>
    <w:rsid w:val="00BB1231"/>
    <w:rsid w:val="00BB243F"/>
    <w:rsid w:val="00BB2C6B"/>
    <w:rsid w:val="00BB3279"/>
    <w:rsid w:val="00BB4072"/>
    <w:rsid w:val="00BB4A34"/>
    <w:rsid w:val="00BB4CBF"/>
    <w:rsid w:val="00BB61BF"/>
    <w:rsid w:val="00BB621B"/>
    <w:rsid w:val="00BB7034"/>
    <w:rsid w:val="00BB721A"/>
    <w:rsid w:val="00BB7C40"/>
    <w:rsid w:val="00BC050D"/>
    <w:rsid w:val="00BC18A4"/>
    <w:rsid w:val="00BC1C62"/>
    <w:rsid w:val="00BC2D95"/>
    <w:rsid w:val="00BC3193"/>
    <w:rsid w:val="00BC3CE9"/>
    <w:rsid w:val="00BC4184"/>
    <w:rsid w:val="00BC4503"/>
    <w:rsid w:val="00BC4809"/>
    <w:rsid w:val="00BC49DD"/>
    <w:rsid w:val="00BC500A"/>
    <w:rsid w:val="00BC5C7C"/>
    <w:rsid w:val="00BC60C8"/>
    <w:rsid w:val="00BC6A33"/>
    <w:rsid w:val="00BC73A6"/>
    <w:rsid w:val="00BD07A3"/>
    <w:rsid w:val="00BD1D2E"/>
    <w:rsid w:val="00BD22C1"/>
    <w:rsid w:val="00BD25CD"/>
    <w:rsid w:val="00BD26AE"/>
    <w:rsid w:val="00BD2868"/>
    <w:rsid w:val="00BD2F7C"/>
    <w:rsid w:val="00BD2F81"/>
    <w:rsid w:val="00BD319B"/>
    <w:rsid w:val="00BD35AC"/>
    <w:rsid w:val="00BD3A47"/>
    <w:rsid w:val="00BD3ACA"/>
    <w:rsid w:val="00BD4579"/>
    <w:rsid w:val="00BD4589"/>
    <w:rsid w:val="00BD4C43"/>
    <w:rsid w:val="00BD7461"/>
    <w:rsid w:val="00BD7828"/>
    <w:rsid w:val="00BD7917"/>
    <w:rsid w:val="00BD79B5"/>
    <w:rsid w:val="00BD79E5"/>
    <w:rsid w:val="00BE0570"/>
    <w:rsid w:val="00BE1492"/>
    <w:rsid w:val="00BE15AB"/>
    <w:rsid w:val="00BE168E"/>
    <w:rsid w:val="00BE24CD"/>
    <w:rsid w:val="00BE269D"/>
    <w:rsid w:val="00BE2876"/>
    <w:rsid w:val="00BE3140"/>
    <w:rsid w:val="00BE4B54"/>
    <w:rsid w:val="00BE5574"/>
    <w:rsid w:val="00BE74CD"/>
    <w:rsid w:val="00BF1380"/>
    <w:rsid w:val="00BF22FC"/>
    <w:rsid w:val="00BF2E0E"/>
    <w:rsid w:val="00BF3250"/>
    <w:rsid w:val="00BF3E35"/>
    <w:rsid w:val="00BF5044"/>
    <w:rsid w:val="00BF55F8"/>
    <w:rsid w:val="00BF5641"/>
    <w:rsid w:val="00BF56E2"/>
    <w:rsid w:val="00C00135"/>
    <w:rsid w:val="00C00F89"/>
    <w:rsid w:val="00C01ABF"/>
    <w:rsid w:val="00C01CA8"/>
    <w:rsid w:val="00C038E2"/>
    <w:rsid w:val="00C04A0C"/>
    <w:rsid w:val="00C0539A"/>
    <w:rsid w:val="00C06C82"/>
    <w:rsid w:val="00C07E15"/>
    <w:rsid w:val="00C07E8A"/>
    <w:rsid w:val="00C10629"/>
    <w:rsid w:val="00C11E05"/>
    <w:rsid w:val="00C12AE1"/>
    <w:rsid w:val="00C132B3"/>
    <w:rsid w:val="00C137DC"/>
    <w:rsid w:val="00C15E1F"/>
    <w:rsid w:val="00C16038"/>
    <w:rsid w:val="00C16F17"/>
    <w:rsid w:val="00C20113"/>
    <w:rsid w:val="00C2119D"/>
    <w:rsid w:val="00C21819"/>
    <w:rsid w:val="00C21E25"/>
    <w:rsid w:val="00C223D3"/>
    <w:rsid w:val="00C229EB"/>
    <w:rsid w:val="00C23462"/>
    <w:rsid w:val="00C23E61"/>
    <w:rsid w:val="00C24276"/>
    <w:rsid w:val="00C248AD"/>
    <w:rsid w:val="00C24C0E"/>
    <w:rsid w:val="00C25CE9"/>
    <w:rsid w:val="00C2647C"/>
    <w:rsid w:val="00C26B15"/>
    <w:rsid w:val="00C26FAE"/>
    <w:rsid w:val="00C27279"/>
    <w:rsid w:val="00C279D5"/>
    <w:rsid w:val="00C27E75"/>
    <w:rsid w:val="00C27F68"/>
    <w:rsid w:val="00C31AD7"/>
    <w:rsid w:val="00C320DD"/>
    <w:rsid w:val="00C32447"/>
    <w:rsid w:val="00C324BD"/>
    <w:rsid w:val="00C3280C"/>
    <w:rsid w:val="00C32CDD"/>
    <w:rsid w:val="00C32D6D"/>
    <w:rsid w:val="00C3365E"/>
    <w:rsid w:val="00C33D0A"/>
    <w:rsid w:val="00C34A1B"/>
    <w:rsid w:val="00C34B4B"/>
    <w:rsid w:val="00C34CE9"/>
    <w:rsid w:val="00C34E29"/>
    <w:rsid w:val="00C353C9"/>
    <w:rsid w:val="00C3555D"/>
    <w:rsid w:val="00C362E9"/>
    <w:rsid w:val="00C36C3E"/>
    <w:rsid w:val="00C36E28"/>
    <w:rsid w:val="00C37724"/>
    <w:rsid w:val="00C4109E"/>
    <w:rsid w:val="00C41883"/>
    <w:rsid w:val="00C41C45"/>
    <w:rsid w:val="00C41FDF"/>
    <w:rsid w:val="00C43782"/>
    <w:rsid w:val="00C4383A"/>
    <w:rsid w:val="00C439CE"/>
    <w:rsid w:val="00C43B9C"/>
    <w:rsid w:val="00C45742"/>
    <w:rsid w:val="00C45754"/>
    <w:rsid w:val="00C46E1F"/>
    <w:rsid w:val="00C46F4F"/>
    <w:rsid w:val="00C46FAC"/>
    <w:rsid w:val="00C4765D"/>
    <w:rsid w:val="00C50150"/>
    <w:rsid w:val="00C508CA"/>
    <w:rsid w:val="00C5149A"/>
    <w:rsid w:val="00C51641"/>
    <w:rsid w:val="00C51EF3"/>
    <w:rsid w:val="00C52201"/>
    <w:rsid w:val="00C52977"/>
    <w:rsid w:val="00C5396E"/>
    <w:rsid w:val="00C53E5E"/>
    <w:rsid w:val="00C5457C"/>
    <w:rsid w:val="00C55231"/>
    <w:rsid w:val="00C552B7"/>
    <w:rsid w:val="00C55320"/>
    <w:rsid w:val="00C55661"/>
    <w:rsid w:val="00C55982"/>
    <w:rsid w:val="00C55FFC"/>
    <w:rsid w:val="00C56577"/>
    <w:rsid w:val="00C5712D"/>
    <w:rsid w:val="00C57C55"/>
    <w:rsid w:val="00C57DDE"/>
    <w:rsid w:val="00C6095B"/>
    <w:rsid w:val="00C60C81"/>
    <w:rsid w:val="00C616AA"/>
    <w:rsid w:val="00C6181C"/>
    <w:rsid w:val="00C62284"/>
    <w:rsid w:val="00C62581"/>
    <w:rsid w:val="00C626BB"/>
    <w:rsid w:val="00C6347D"/>
    <w:rsid w:val="00C65BB5"/>
    <w:rsid w:val="00C65FCA"/>
    <w:rsid w:val="00C660E6"/>
    <w:rsid w:val="00C66C66"/>
    <w:rsid w:val="00C67097"/>
    <w:rsid w:val="00C679EB"/>
    <w:rsid w:val="00C71AEE"/>
    <w:rsid w:val="00C724B4"/>
    <w:rsid w:val="00C72856"/>
    <w:rsid w:val="00C7377D"/>
    <w:rsid w:val="00C73C57"/>
    <w:rsid w:val="00C749B6"/>
    <w:rsid w:val="00C767C6"/>
    <w:rsid w:val="00C77832"/>
    <w:rsid w:val="00C80355"/>
    <w:rsid w:val="00C8047F"/>
    <w:rsid w:val="00C81154"/>
    <w:rsid w:val="00C81478"/>
    <w:rsid w:val="00C8192A"/>
    <w:rsid w:val="00C824F3"/>
    <w:rsid w:val="00C83EB2"/>
    <w:rsid w:val="00C84046"/>
    <w:rsid w:val="00C84951"/>
    <w:rsid w:val="00C84C8C"/>
    <w:rsid w:val="00C851CC"/>
    <w:rsid w:val="00C86D5A"/>
    <w:rsid w:val="00C8706A"/>
    <w:rsid w:val="00C87103"/>
    <w:rsid w:val="00C87E07"/>
    <w:rsid w:val="00C907DB"/>
    <w:rsid w:val="00C90A32"/>
    <w:rsid w:val="00C91881"/>
    <w:rsid w:val="00C919D4"/>
    <w:rsid w:val="00C9229D"/>
    <w:rsid w:val="00C93971"/>
    <w:rsid w:val="00C94823"/>
    <w:rsid w:val="00C956FF"/>
    <w:rsid w:val="00C966F0"/>
    <w:rsid w:val="00C96FC9"/>
    <w:rsid w:val="00C97011"/>
    <w:rsid w:val="00C973F8"/>
    <w:rsid w:val="00C979CC"/>
    <w:rsid w:val="00C97C6F"/>
    <w:rsid w:val="00C97DDA"/>
    <w:rsid w:val="00CA0E88"/>
    <w:rsid w:val="00CA158A"/>
    <w:rsid w:val="00CA1B3D"/>
    <w:rsid w:val="00CA2195"/>
    <w:rsid w:val="00CA2F4B"/>
    <w:rsid w:val="00CA4264"/>
    <w:rsid w:val="00CA54AA"/>
    <w:rsid w:val="00CA56A8"/>
    <w:rsid w:val="00CA5720"/>
    <w:rsid w:val="00CA6A79"/>
    <w:rsid w:val="00CB1342"/>
    <w:rsid w:val="00CB1A3C"/>
    <w:rsid w:val="00CB1E3F"/>
    <w:rsid w:val="00CB24B4"/>
    <w:rsid w:val="00CB40ED"/>
    <w:rsid w:val="00CB5305"/>
    <w:rsid w:val="00CB581F"/>
    <w:rsid w:val="00CB5FF5"/>
    <w:rsid w:val="00CB67D0"/>
    <w:rsid w:val="00CB7F54"/>
    <w:rsid w:val="00CC001D"/>
    <w:rsid w:val="00CC0343"/>
    <w:rsid w:val="00CC097D"/>
    <w:rsid w:val="00CC0E75"/>
    <w:rsid w:val="00CC10FB"/>
    <w:rsid w:val="00CC14E5"/>
    <w:rsid w:val="00CC165A"/>
    <w:rsid w:val="00CC2019"/>
    <w:rsid w:val="00CC2515"/>
    <w:rsid w:val="00CC2998"/>
    <w:rsid w:val="00CC29DE"/>
    <w:rsid w:val="00CC31F6"/>
    <w:rsid w:val="00CC3D8D"/>
    <w:rsid w:val="00CC46D0"/>
    <w:rsid w:val="00CC4AE8"/>
    <w:rsid w:val="00CC4D2F"/>
    <w:rsid w:val="00CC4E64"/>
    <w:rsid w:val="00CC5334"/>
    <w:rsid w:val="00CC5DCB"/>
    <w:rsid w:val="00CC6402"/>
    <w:rsid w:val="00CC64AC"/>
    <w:rsid w:val="00CC6750"/>
    <w:rsid w:val="00CC758D"/>
    <w:rsid w:val="00CC76AA"/>
    <w:rsid w:val="00CC7745"/>
    <w:rsid w:val="00CD0D0A"/>
    <w:rsid w:val="00CD0D84"/>
    <w:rsid w:val="00CD1515"/>
    <w:rsid w:val="00CD1780"/>
    <w:rsid w:val="00CD2422"/>
    <w:rsid w:val="00CD24AD"/>
    <w:rsid w:val="00CD25EC"/>
    <w:rsid w:val="00CD3BF6"/>
    <w:rsid w:val="00CD53D4"/>
    <w:rsid w:val="00CD6421"/>
    <w:rsid w:val="00CD78AC"/>
    <w:rsid w:val="00CE0DA1"/>
    <w:rsid w:val="00CE10C6"/>
    <w:rsid w:val="00CE1463"/>
    <w:rsid w:val="00CE15FC"/>
    <w:rsid w:val="00CE172A"/>
    <w:rsid w:val="00CE1DF7"/>
    <w:rsid w:val="00CE240C"/>
    <w:rsid w:val="00CE2B29"/>
    <w:rsid w:val="00CE32D3"/>
    <w:rsid w:val="00CE342E"/>
    <w:rsid w:val="00CE3F2C"/>
    <w:rsid w:val="00CE4E03"/>
    <w:rsid w:val="00CE4EBD"/>
    <w:rsid w:val="00CE5E1A"/>
    <w:rsid w:val="00CF03F9"/>
    <w:rsid w:val="00CF0EAF"/>
    <w:rsid w:val="00CF1BBB"/>
    <w:rsid w:val="00CF1BC5"/>
    <w:rsid w:val="00CF3EB1"/>
    <w:rsid w:val="00CF476A"/>
    <w:rsid w:val="00CF6017"/>
    <w:rsid w:val="00CF6C86"/>
    <w:rsid w:val="00CF75B6"/>
    <w:rsid w:val="00CF76E8"/>
    <w:rsid w:val="00D001F8"/>
    <w:rsid w:val="00D00B82"/>
    <w:rsid w:val="00D00BF3"/>
    <w:rsid w:val="00D01929"/>
    <w:rsid w:val="00D01C6E"/>
    <w:rsid w:val="00D01F78"/>
    <w:rsid w:val="00D01FE0"/>
    <w:rsid w:val="00D020E8"/>
    <w:rsid w:val="00D02804"/>
    <w:rsid w:val="00D02F01"/>
    <w:rsid w:val="00D03593"/>
    <w:rsid w:val="00D0363F"/>
    <w:rsid w:val="00D03719"/>
    <w:rsid w:val="00D03FF0"/>
    <w:rsid w:val="00D043C7"/>
    <w:rsid w:val="00D04533"/>
    <w:rsid w:val="00D047EF"/>
    <w:rsid w:val="00D04922"/>
    <w:rsid w:val="00D04A9B"/>
    <w:rsid w:val="00D0577E"/>
    <w:rsid w:val="00D06E82"/>
    <w:rsid w:val="00D0759E"/>
    <w:rsid w:val="00D1145B"/>
    <w:rsid w:val="00D125A5"/>
    <w:rsid w:val="00D126B3"/>
    <w:rsid w:val="00D126F1"/>
    <w:rsid w:val="00D12D84"/>
    <w:rsid w:val="00D133F2"/>
    <w:rsid w:val="00D134D8"/>
    <w:rsid w:val="00D1459C"/>
    <w:rsid w:val="00D157E0"/>
    <w:rsid w:val="00D159C5"/>
    <w:rsid w:val="00D15E7C"/>
    <w:rsid w:val="00D166F2"/>
    <w:rsid w:val="00D16A94"/>
    <w:rsid w:val="00D179CC"/>
    <w:rsid w:val="00D17B8A"/>
    <w:rsid w:val="00D17E8F"/>
    <w:rsid w:val="00D201D3"/>
    <w:rsid w:val="00D202BF"/>
    <w:rsid w:val="00D222CE"/>
    <w:rsid w:val="00D22851"/>
    <w:rsid w:val="00D22AD5"/>
    <w:rsid w:val="00D230A8"/>
    <w:rsid w:val="00D2389D"/>
    <w:rsid w:val="00D23AE0"/>
    <w:rsid w:val="00D24001"/>
    <w:rsid w:val="00D250AA"/>
    <w:rsid w:val="00D268AE"/>
    <w:rsid w:val="00D269F0"/>
    <w:rsid w:val="00D26B37"/>
    <w:rsid w:val="00D26F26"/>
    <w:rsid w:val="00D27DFF"/>
    <w:rsid w:val="00D30E57"/>
    <w:rsid w:val="00D30EE1"/>
    <w:rsid w:val="00D32645"/>
    <w:rsid w:val="00D32B15"/>
    <w:rsid w:val="00D32D36"/>
    <w:rsid w:val="00D33582"/>
    <w:rsid w:val="00D34A3F"/>
    <w:rsid w:val="00D35026"/>
    <w:rsid w:val="00D353D1"/>
    <w:rsid w:val="00D3604E"/>
    <w:rsid w:val="00D368E7"/>
    <w:rsid w:val="00D36916"/>
    <w:rsid w:val="00D36A21"/>
    <w:rsid w:val="00D37849"/>
    <w:rsid w:val="00D40523"/>
    <w:rsid w:val="00D40B3A"/>
    <w:rsid w:val="00D40E79"/>
    <w:rsid w:val="00D41306"/>
    <w:rsid w:val="00D4139B"/>
    <w:rsid w:val="00D41F6F"/>
    <w:rsid w:val="00D42F60"/>
    <w:rsid w:val="00D4403E"/>
    <w:rsid w:val="00D446A1"/>
    <w:rsid w:val="00D44EF7"/>
    <w:rsid w:val="00D450B2"/>
    <w:rsid w:val="00D45A1C"/>
    <w:rsid w:val="00D45BE5"/>
    <w:rsid w:val="00D46D3A"/>
    <w:rsid w:val="00D46EFF"/>
    <w:rsid w:val="00D47D05"/>
    <w:rsid w:val="00D50918"/>
    <w:rsid w:val="00D528CC"/>
    <w:rsid w:val="00D53CEA"/>
    <w:rsid w:val="00D54E72"/>
    <w:rsid w:val="00D5510B"/>
    <w:rsid w:val="00D55E32"/>
    <w:rsid w:val="00D560AD"/>
    <w:rsid w:val="00D56A87"/>
    <w:rsid w:val="00D56C4F"/>
    <w:rsid w:val="00D574A1"/>
    <w:rsid w:val="00D5778E"/>
    <w:rsid w:val="00D5796D"/>
    <w:rsid w:val="00D60C55"/>
    <w:rsid w:val="00D60E80"/>
    <w:rsid w:val="00D60EF8"/>
    <w:rsid w:val="00D61579"/>
    <w:rsid w:val="00D61D3B"/>
    <w:rsid w:val="00D62005"/>
    <w:rsid w:val="00D62167"/>
    <w:rsid w:val="00D6289B"/>
    <w:rsid w:val="00D62994"/>
    <w:rsid w:val="00D63DEC"/>
    <w:rsid w:val="00D63EAC"/>
    <w:rsid w:val="00D649CB"/>
    <w:rsid w:val="00D65389"/>
    <w:rsid w:val="00D67730"/>
    <w:rsid w:val="00D71150"/>
    <w:rsid w:val="00D7146B"/>
    <w:rsid w:val="00D72585"/>
    <w:rsid w:val="00D72A84"/>
    <w:rsid w:val="00D72D8A"/>
    <w:rsid w:val="00D73178"/>
    <w:rsid w:val="00D736C7"/>
    <w:rsid w:val="00D745F3"/>
    <w:rsid w:val="00D74F5C"/>
    <w:rsid w:val="00D75DD8"/>
    <w:rsid w:val="00D75E02"/>
    <w:rsid w:val="00D765AF"/>
    <w:rsid w:val="00D766E5"/>
    <w:rsid w:val="00D76732"/>
    <w:rsid w:val="00D7673E"/>
    <w:rsid w:val="00D76BD9"/>
    <w:rsid w:val="00D76C6F"/>
    <w:rsid w:val="00D770CF"/>
    <w:rsid w:val="00D80F19"/>
    <w:rsid w:val="00D81F84"/>
    <w:rsid w:val="00D82182"/>
    <w:rsid w:val="00D82555"/>
    <w:rsid w:val="00D8276F"/>
    <w:rsid w:val="00D83980"/>
    <w:rsid w:val="00D847E6"/>
    <w:rsid w:val="00D8498F"/>
    <w:rsid w:val="00D85622"/>
    <w:rsid w:val="00D8767A"/>
    <w:rsid w:val="00D90C85"/>
    <w:rsid w:val="00D9131D"/>
    <w:rsid w:val="00D91A4A"/>
    <w:rsid w:val="00D91B6C"/>
    <w:rsid w:val="00D91D42"/>
    <w:rsid w:val="00D91F25"/>
    <w:rsid w:val="00D91FA0"/>
    <w:rsid w:val="00D920A2"/>
    <w:rsid w:val="00D9265E"/>
    <w:rsid w:val="00D92CD2"/>
    <w:rsid w:val="00D93122"/>
    <w:rsid w:val="00D93350"/>
    <w:rsid w:val="00D94C6F"/>
    <w:rsid w:val="00D9502C"/>
    <w:rsid w:val="00D9512B"/>
    <w:rsid w:val="00D95540"/>
    <w:rsid w:val="00D964A5"/>
    <w:rsid w:val="00D97C71"/>
    <w:rsid w:val="00DA065C"/>
    <w:rsid w:val="00DA0B7E"/>
    <w:rsid w:val="00DA12F1"/>
    <w:rsid w:val="00DA1860"/>
    <w:rsid w:val="00DA1C3C"/>
    <w:rsid w:val="00DA1CCE"/>
    <w:rsid w:val="00DA1DBD"/>
    <w:rsid w:val="00DA20F5"/>
    <w:rsid w:val="00DA2246"/>
    <w:rsid w:val="00DA2D93"/>
    <w:rsid w:val="00DA3633"/>
    <w:rsid w:val="00DA3A0A"/>
    <w:rsid w:val="00DA3B85"/>
    <w:rsid w:val="00DA44D5"/>
    <w:rsid w:val="00DA46DB"/>
    <w:rsid w:val="00DA5493"/>
    <w:rsid w:val="00DB0BF0"/>
    <w:rsid w:val="00DB0F3F"/>
    <w:rsid w:val="00DB1063"/>
    <w:rsid w:val="00DB2797"/>
    <w:rsid w:val="00DB2A34"/>
    <w:rsid w:val="00DB3079"/>
    <w:rsid w:val="00DB4A7F"/>
    <w:rsid w:val="00DB6338"/>
    <w:rsid w:val="00DB63CB"/>
    <w:rsid w:val="00DB73E5"/>
    <w:rsid w:val="00DC0041"/>
    <w:rsid w:val="00DC0181"/>
    <w:rsid w:val="00DC0E34"/>
    <w:rsid w:val="00DC143E"/>
    <w:rsid w:val="00DC1F65"/>
    <w:rsid w:val="00DC260A"/>
    <w:rsid w:val="00DC2FC8"/>
    <w:rsid w:val="00DC31ED"/>
    <w:rsid w:val="00DC58AF"/>
    <w:rsid w:val="00DC6761"/>
    <w:rsid w:val="00DC6C9D"/>
    <w:rsid w:val="00DC7154"/>
    <w:rsid w:val="00DC721C"/>
    <w:rsid w:val="00DC7C6B"/>
    <w:rsid w:val="00DD0896"/>
    <w:rsid w:val="00DD0C54"/>
    <w:rsid w:val="00DD12CB"/>
    <w:rsid w:val="00DD219B"/>
    <w:rsid w:val="00DD59B9"/>
    <w:rsid w:val="00DD5C9C"/>
    <w:rsid w:val="00DD63BB"/>
    <w:rsid w:val="00DD64D1"/>
    <w:rsid w:val="00DD68B6"/>
    <w:rsid w:val="00DD7636"/>
    <w:rsid w:val="00DE00C1"/>
    <w:rsid w:val="00DE02F5"/>
    <w:rsid w:val="00DE0459"/>
    <w:rsid w:val="00DE0788"/>
    <w:rsid w:val="00DE0C57"/>
    <w:rsid w:val="00DE1FCC"/>
    <w:rsid w:val="00DE2029"/>
    <w:rsid w:val="00DE23CE"/>
    <w:rsid w:val="00DE3A25"/>
    <w:rsid w:val="00DE4EDB"/>
    <w:rsid w:val="00DE5229"/>
    <w:rsid w:val="00DE6E1C"/>
    <w:rsid w:val="00DE777B"/>
    <w:rsid w:val="00DE7A66"/>
    <w:rsid w:val="00DF0BD6"/>
    <w:rsid w:val="00DF120C"/>
    <w:rsid w:val="00DF1A83"/>
    <w:rsid w:val="00DF1ACD"/>
    <w:rsid w:val="00DF1B8D"/>
    <w:rsid w:val="00DF22D5"/>
    <w:rsid w:val="00DF2504"/>
    <w:rsid w:val="00DF2A2D"/>
    <w:rsid w:val="00DF2B62"/>
    <w:rsid w:val="00DF2D74"/>
    <w:rsid w:val="00DF308B"/>
    <w:rsid w:val="00DF3F54"/>
    <w:rsid w:val="00DF45F9"/>
    <w:rsid w:val="00DF5265"/>
    <w:rsid w:val="00DF60E9"/>
    <w:rsid w:val="00DF62B2"/>
    <w:rsid w:val="00DF6D95"/>
    <w:rsid w:val="00DF777B"/>
    <w:rsid w:val="00DF783B"/>
    <w:rsid w:val="00E003EF"/>
    <w:rsid w:val="00E00EF8"/>
    <w:rsid w:val="00E020E8"/>
    <w:rsid w:val="00E040A3"/>
    <w:rsid w:val="00E042E9"/>
    <w:rsid w:val="00E049AF"/>
    <w:rsid w:val="00E04C9E"/>
    <w:rsid w:val="00E05573"/>
    <w:rsid w:val="00E05805"/>
    <w:rsid w:val="00E05942"/>
    <w:rsid w:val="00E05A3C"/>
    <w:rsid w:val="00E06AC6"/>
    <w:rsid w:val="00E06B95"/>
    <w:rsid w:val="00E06C4A"/>
    <w:rsid w:val="00E07155"/>
    <w:rsid w:val="00E10217"/>
    <w:rsid w:val="00E1041C"/>
    <w:rsid w:val="00E10866"/>
    <w:rsid w:val="00E10F0A"/>
    <w:rsid w:val="00E11202"/>
    <w:rsid w:val="00E11245"/>
    <w:rsid w:val="00E122F1"/>
    <w:rsid w:val="00E14191"/>
    <w:rsid w:val="00E14299"/>
    <w:rsid w:val="00E14398"/>
    <w:rsid w:val="00E143C0"/>
    <w:rsid w:val="00E14531"/>
    <w:rsid w:val="00E14763"/>
    <w:rsid w:val="00E150BE"/>
    <w:rsid w:val="00E15257"/>
    <w:rsid w:val="00E15E9C"/>
    <w:rsid w:val="00E1631E"/>
    <w:rsid w:val="00E202B4"/>
    <w:rsid w:val="00E202C0"/>
    <w:rsid w:val="00E209F0"/>
    <w:rsid w:val="00E21246"/>
    <w:rsid w:val="00E219F0"/>
    <w:rsid w:val="00E21E3A"/>
    <w:rsid w:val="00E23A1F"/>
    <w:rsid w:val="00E23A9C"/>
    <w:rsid w:val="00E23F1F"/>
    <w:rsid w:val="00E24260"/>
    <w:rsid w:val="00E242D9"/>
    <w:rsid w:val="00E247AC"/>
    <w:rsid w:val="00E24863"/>
    <w:rsid w:val="00E25324"/>
    <w:rsid w:val="00E2573A"/>
    <w:rsid w:val="00E25CE7"/>
    <w:rsid w:val="00E25D58"/>
    <w:rsid w:val="00E26D1E"/>
    <w:rsid w:val="00E2730A"/>
    <w:rsid w:val="00E27508"/>
    <w:rsid w:val="00E275C0"/>
    <w:rsid w:val="00E30175"/>
    <w:rsid w:val="00E3067E"/>
    <w:rsid w:val="00E317CA"/>
    <w:rsid w:val="00E31C1A"/>
    <w:rsid w:val="00E31E54"/>
    <w:rsid w:val="00E326F7"/>
    <w:rsid w:val="00E34C9D"/>
    <w:rsid w:val="00E36334"/>
    <w:rsid w:val="00E364DB"/>
    <w:rsid w:val="00E3745C"/>
    <w:rsid w:val="00E37C16"/>
    <w:rsid w:val="00E41114"/>
    <w:rsid w:val="00E421AF"/>
    <w:rsid w:val="00E425BE"/>
    <w:rsid w:val="00E42729"/>
    <w:rsid w:val="00E4304D"/>
    <w:rsid w:val="00E4364E"/>
    <w:rsid w:val="00E43E5F"/>
    <w:rsid w:val="00E44203"/>
    <w:rsid w:val="00E4497B"/>
    <w:rsid w:val="00E44FD8"/>
    <w:rsid w:val="00E45AF4"/>
    <w:rsid w:val="00E45EDD"/>
    <w:rsid w:val="00E464E3"/>
    <w:rsid w:val="00E46D18"/>
    <w:rsid w:val="00E51EA9"/>
    <w:rsid w:val="00E52D07"/>
    <w:rsid w:val="00E52F7A"/>
    <w:rsid w:val="00E53D34"/>
    <w:rsid w:val="00E53FE2"/>
    <w:rsid w:val="00E549E0"/>
    <w:rsid w:val="00E57755"/>
    <w:rsid w:val="00E5779F"/>
    <w:rsid w:val="00E608D7"/>
    <w:rsid w:val="00E609BA"/>
    <w:rsid w:val="00E60B7D"/>
    <w:rsid w:val="00E60C19"/>
    <w:rsid w:val="00E61008"/>
    <w:rsid w:val="00E61862"/>
    <w:rsid w:val="00E61DE8"/>
    <w:rsid w:val="00E627E3"/>
    <w:rsid w:val="00E630AC"/>
    <w:rsid w:val="00E633C2"/>
    <w:rsid w:val="00E637C1"/>
    <w:rsid w:val="00E639D0"/>
    <w:rsid w:val="00E63AE2"/>
    <w:rsid w:val="00E642D7"/>
    <w:rsid w:val="00E64A2D"/>
    <w:rsid w:val="00E651B0"/>
    <w:rsid w:val="00E6748F"/>
    <w:rsid w:val="00E701E7"/>
    <w:rsid w:val="00E706D9"/>
    <w:rsid w:val="00E70FAE"/>
    <w:rsid w:val="00E72176"/>
    <w:rsid w:val="00E72E20"/>
    <w:rsid w:val="00E72E3F"/>
    <w:rsid w:val="00E73DB4"/>
    <w:rsid w:val="00E73E34"/>
    <w:rsid w:val="00E74320"/>
    <w:rsid w:val="00E74DCE"/>
    <w:rsid w:val="00E75111"/>
    <w:rsid w:val="00E752D4"/>
    <w:rsid w:val="00E75B45"/>
    <w:rsid w:val="00E75D9C"/>
    <w:rsid w:val="00E7607D"/>
    <w:rsid w:val="00E7696E"/>
    <w:rsid w:val="00E77F28"/>
    <w:rsid w:val="00E8006C"/>
    <w:rsid w:val="00E81CE4"/>
    <w:rsid w:val="00E82B47"/>
    <w:rsid w:val="00E83904"/>
    <w:rsid w:val="00E845D0"/>
    <w:rsid w:val="00E84BB8"/>
    <w:rsid w:val="00E86267"/>
    <w:rsid w:val="00E86389"/>
    <w:rsid w:val="00E870FA"/>
    <w:rsid w:val="00E87436"/>
    <w:rsid w:val="00E87E84"/>
    <w:rsid w:val="00E87F78"/>
    <w:rsid w:val="00E903AF"/>
    <w:rsid w:val="00E914CC"/>
    <w:rsid w:val="00E92BE4"/>
    <w:rsid w:val="00E93137"/>
    <w:rsid w:val="00E93D68"/>
    <w:rsid w:val="00E94C43"/>
    <w:rsid w:val="00E95034"/>
    <w:rsid w:val="00E965E1"/>
    <w:rsid w:val="00E9684C"/>
    <w:rsid w:val="00E96CF0"/>
    <w:rsid w:val="00EA0CAA"/>
    <w:rsid w:val="00EA1DA4"/>
    <w:rsid w:val="00EA1DD2"/>
    <w:rsid w:val="00EA224E"/>
    <w:rsid w:val="00EA247B"/>
    <w:rsid w:val="00EA2870"/>
    <w:rsid w:val="00EA2BDD"/>
    <w:rsid w:val="00EA3167"/>
    <w:rsid w:val="00EA3467"/>
    <w:rsid w:val="00EA349E"/>
    <w:rsid w:val="00EA3E71"/>
    <w:rsid w:val="00EA4449"/>
    <w:rsid w:val="00EA474A"/>
    <w:rsid w:val="00EA5617"/>
    <w:rsid w:val="00EA6497"/>
    <w:rsid w:val="00EA7B5B"/>
    <w:rsid w:val="00EA7B90"/>
    <w:rsid w:val="00EB0219"/>
    <w:rsid w:val="00EB075F"/>
    <w:rsid w:val="00EB08E3"/>
    <w:rsid w:val="00EB0BC9"/>
    <w:rsid w:val="00EB0FB0"/>
    <w:rsid w:val="00EB1016"/>
    <w:rsid w:val="00EB1C21"/>
    <w:rsid w:val="00EB2223"/>
    <w:rsid w:val="00EB2242"/>
    <w:rsid w:val="00EB27D9"/>
    <w:rsid w:val="00EB2959"/>
    <w:rsid w:val="00EB2AB3"/>
    <w:rsid w:val="00EB30B7"/>
    <w:rsid w:val="00EB3E3A"/>
    <w:rsid w:val="00EB6175"/>
    <w:rsid w:val="00EB66C1"/>
    <w:rsid w:val="00EB6B6A"/>
    <w:rsid w:val="00EC2097"/>
    <w:rsid w:val="00EC266D"/>
    <w:rsid w:val="00EC34E1"/>
    <w:rsid w:val="00EC3C64"/>
    <w:rsid w:val="00EC4A43"/>
    <w:rsid w:val="00EC5E1B"/>
    <w:rsid w:val="00EC5F0B"/>
    <w:rsid w:val="00EC7BE1"/>
    <w:rsid w:val="00EC7F1D"/>
    <w:rsid w:val="00ED10AA"/>
    <w:rsid w:val="00ED152B"/>
    <w:rsid w:val="00ED258B"/>
    <w:rsid w:val="00ED2642"/>
    <w:rsid w:val="00ED271F"/>
    <w:rsid w:val="00ED30AB"/>
    <w:rsid w:val="00ED30B4"/>
    <w:rsid w:val="00ED320F"/>
    <w:rsid w:val="00ED339D"/>
    <w:rsid w:val="00ED46D7"/>
    <w:rsid w:val="00ED4C11"/>
    <w:rsid w:val="00ED4D5A"/>
    <w:rsid w:val="00ED5A97"/>
    <w:rsid w:val="00ED6116"/>
    <w:rsid w:val="00ED6130"/>
    <w:rsid w:val="00ED61CE"/>
    <w:rsid w:val="00ED68B7"/>
    <w:rsid w:val="00ED7B1F"/>
    <w:rsid w:val="00EE3DD8"/>
    <w:rsid w:val="00EE4AB5"/>
    <w:rsid w:val="00EE5044"/>
    <w:rsid w:val="00EE541C"/>
    <w:rsid w:val="00EE5989"/>
    <w:rsid w:val="00EE5EEA"/>
    <w:rsid w:val="00EE64EA"/>
    <w:rsid w:val="00EE77D1"/>
    <w:rsid w:val="00EE7EA2"/>
    <w:rsid w:val="00EF0087"/>
    <w:rsid w:val="00EF0CB4"/>
    <w:rsid w:val="00EF0D0D"/>
    <w:rsid w:val="00EF18C8"/>
    <w:rsid w:val="00EF3F8F"/>
    <w:rsid w:val="00EF5E4B"/>
    <w:rsid w:val="00EF68D2"/>
    <w:rsid w:val="00EF6D54"/>
    <w:rsid w:val="00EF705D"/>
    <w:rsid w:val="00F0004E"/>
    <w:rsid w:val="00F00A4E"/>
    <w:rsid w:val="00F00FDD"/>
    <w:rsid w:val="00F01B8C"/>
    <w:rsid w:val="00F02255"/>
    <w:rsid w:val="00F030E3"/>
    <w:rsid w:val="00F0320E"/>
    <w:rsid w:val="00F0382A"/>
    <w:rsid w:val="00F0491C"/>
    <w:rsid w:val="00F05192"/>
    <w:rsid w:val="00F0551A"/>
    <w:rsid w:val="00F07484"/>
    <w:rsid w:val="00F07BD4"/>
    <w:rsid w:val="00F112C4"/>
    <w:rsid w:val="00F11372"/>
    <w:rsid w:val="00F11EE9"/>
    <w:rsid w:val="00F1262E"/>
    <w:rsid w:val="00F13EEC"/>
    <w:rsid w:val="00F140F4"/>
    <w:rsid w:val="00F15A4C"/>
    <w:rsid w:val="00F15D3E"/>
    <w:rsid w:val="00F16509"/>
    <w:rsid w:val="00F17D4B"/>
    <w:rsid w:val="00F17F1C"/>
    <w:rsid w:val="00F20299"/>
    <w:rsid w:val="00F20C16"/>
    <w:rsid w:val="00F21D0D"/>
    <w:rsid w:val="00F220D0"/>
    <w:rsid w:val="00F221D4"/>
    <w:rsid w:val="00F22330"/>
    <w:rsid w:val="00F2245A"/>
    <w:rsid w:val="00F225D8"/>
    <w:rsid w:val="00F22F36"/>
    <w:rsid w:val="00F22F8F"/>
    <w:rsid w:val="00F2383E"/>
    <w:rsid w:val="00F2385E"/>
    <w:rsid w:val="00F23EAC"/>
    <w:rsid w:val="00F244BF"/>
    <w:rsid w:val="00F24D39"/>
    <w:rsid w:val="00F25175"/>
    <w:rsid w:val="00F25692"/>
    <w:rsid w:val="00F26893"/>
    <w:rsid w:val="00F26E0B"/>
    <w:rsid w:val="00F27A8B"/>
    <w:rsid w:val="00F27D14"/>
    <w:rsid w:val="00F306FB"/>
    <w:rsid w:val="00F31FD9"/>
    <w:rsid w:val="00F32043"/>
    <w:rsid w:val="00F3240D"/>
    <w:rsid w:val="00F34023"/>
    <w:rsid w:val="00F3599F"/>
    <w:rsid w:val="00F35CC3"/>
    <w:rsid w:val="00F36154"/>
    <w:rsid w:val="00F37B16"/>
    <w:rsid w:val="00F37B90"/>
    <w:rsid w:val="00F409A1"/>
    <w:rsid w:val="00F41523"/>
    <w:rsid w:val="00F417EB"/>
    <w:rsid w:val="00F42C68"/>
    <w:rsid w:val="00F437F4"/>
    <w:rsid w:val="00F443BA"/>
    <w:rsid w:val="00F4448D"/>
    <w:rsid w:val="00F444AC"/>
    <w:rsid w:val="00F46500"/>
    <w:rsid w:val="00F4673C"/>
    <w:rsid w:val="00F4688B"/>
    <w:rsid w:val="00F471A1"/>
    <w:rsid w:val="00F47712"/>
    <w:rsid w:val="00F47D3F"/>
    <w:rsid w:val="00F47F2E"/>
    <w:rsid w:val="00F501D2"/>
    <w:rsid w:val="00F50B43"/>
    <w:rsid w:val="00F50F72"/>
    <w:rsid w:val="00F51BA4"/>
    <w:rsid w:val="00F51ECD"/>
    <w:rsid w:val="00F5216D"/>
    <w:rsid w:val="00F52324"/>
    <w:rsid w:val="00F53CFE"/>
    <w:rsid w:val="00F54E78"/>
    <w:rsid w:val="00F557CC"/>
    <w:rsid w:val="00F557E1"/>
    <w:rsid w:val="00F565C2"/>
    <w:rsid w:val="00F567BD"/>
    <w:rsid w:val="00F56B62"/>
    <w:rsid w:val="00F5741A"/>
    <w:rsid w:val="00F61370"/>
    <w:rsid w:val="00F61641"/>
    <w:rsid w:val="00F61A9D"/>
    <w:rsid w:val="00F61CE6"/>
    <w:rsid w:val="00F61D7C"/>
    <w:rsid w:val="00F61F89"/>
    <w:rsid w:val="00F62B81"/>
    <w:rsid w:val="00F63237"/>
    <w:rsid w:val="00F63B4B"/>
    <w:rsid w:val="00F645B4"/>
    <w:rsid w:val="00F64FD8"/>
    <w:rsid w:val="00F65436"/>
    <w:rsid w:val="00F6677D"/>
    <w:rsid w:val="00F66DE4"/>
    <w:rsid w:val="00F673E7"/>
    <w:rsid w:val="00F708AC"/>
    <w:rsid w:val="00F71734"/>
    <w:rsid w:val="00F725AA"/>
    <w:rsid w:val="00F72E02"/>
    <w:rsid w:val="00F73E3B"/>
    <w:rsid w:val="00F751E0"/>
    <w:rsid w:val="00F75418"/>
    <w:rsid w:val="00F75700"/>
    <w:rsid w:val="00F7614B"/>
    <w:rsid w:val="00F76F2B"/>
    <w:rsid w:val="00F81409"/>
    <w:rsid w:val="00F81747"/>
    <w:rsid w:val="00F81B4C"/>
    <w:rsid w:val="00F820F5"/>
    <w:rsid w:val="00F8232D"/>
    <w:rsid w:val="00F8322E"/>
    <w:rsid w:val="00F837E8"/>
    <w:rsid w:val="00F83C70"/>
    <w:rsid w:val="00F83E00"/>
    <w:rsid w:val="00F841F9"/>
    <w:rsid w:val="00F842EB"/>
    <w:rsid w:val="00F84313"/>
    <w:rsid w:val="00F8505D"/>
    <w:rsid w:val="00F85F4B"/>
    <w:rsid w:val="00F86C5F"/>
    <w:rsid w:val="00F86C76"/>
    <w:rsid w:val="00F870A6"/>
    <w:rsid w:val="00F87790"/>
    <w:rsid w:val="00F87862"/>
    <w:rsid w:val="00F87ED8"/>
    <w:rsid w:val="00F9005A"/>
    <w:rsid w:val="00F915F7"/>
    <w:rsid w:val="00F92868"/>
    <w:rsid w:val="00F936D3"/>
    <w:rsid w:val="00F93956"/>
    <w:rsid w:val="00F94E2E"/>
    <w:rsid w:val="00F950A6"/>
    <w:rsid w:val="00F957CA"/>
    <w:rsid w:val="00FA047F"/>
    <w:rsid w:val="00FA09F3"/>
    <w:rsid w:val="00FA0AB6"/>
    <w:rsid w:val="00FA10DE"/>
    <w:rsid w:val="00FA2508"/>
    <w:rsid w:val="00FA3261"/>
    <w:rsid w:val="00FA57FE"/>
    <w:rsid w:val="00FA5B22"/>
    <w:rsid w:val="00FA645C"/>
    <w:rsid w:val="00FA7F07"/>
    <w:rsid w:val="00FB076F"/>
    <w:rsid w:val="00FB0B06"/>
    <w:rsid w:val="00FB1A71"/>
    <w:rsid w:val="00FB1EC7"/>
    <w:rsid w:val="00FB26A5"/>
    <w:rsid w:val="00FB3B73"/>
    <w:rsid w:val="00FB53A6"/>
    <w:rsid w:val="00FB5840"/>
    <w:rsid w:val="00FB602E"/>
    <w:rsid w:val="00FC03CD"/>
    <w:rsid w:val="00FC0B4B"/>
    <w:rsid w:val="00FC1BE9"/>
    <w:rsid w:val="00FC26ED"/>
    <w:rsid w:val="00FC2C14"/>
    <w:rsid w:val="00FC316D"/>
    <w:rsid w:val="00FC365F"/>
    <w:rsid w:val="00FC4112"/>
    <w:rsid w:val="00FC41E8"/>
    <w:rsid w:val="00FC468F"/>
    <w:rsid w:val="00FC5513"/>
    <w:rsid w:val="00FC6305"/>
    <w:rsid w:val="00FC63E0"/>
    <w:rsid w:val="00FC6467"/>
    <w:rsid w:val="00FC64AC"/>
    <w:rsid w:val="00FC7032"/>
    <w:rsid w:val="00FC7116"/>
    <w:rsid w:val="00FD0328"/>
    <w:rsid w:val="00FD085E"/>
    <w:rsid w:val="00FD0A4C"/>
    <w:rsid w:val="00FD1EBC"/>
    <w:rsid w:val="00FD1FF1"/>
    <w:rsid w:val="00FD2051"/>
    <w:rsid w:val="00FD232C"/>
    <w:rsid w:val="00FD2A91"/>
    <w:rsid w:val="00FD2F61"/>
    <w:rsid w:val="00FD32E3"/>
    <w:rsid w:val="00FD3D22"/>
    <w:rsid w:val="00FD3F9A"/>
    <w:rsid w:val="00FD55D1"/>
    <w:rsid w:val="00FE106E"/>
    <w:rsid w:val="00FE1290"/>
    <w:rsid w:val="00FE1A20"/>
    <w:rsid w:val="00FE28F9"/>
    <w:rsid w:val="00FE3907"/>
    <w:rsid w:val="00FE3B92"/>
    <w:rsid w:val="00FE3BB4"/>
    <w:rsid w:val="00FE3DFE"/>
    <w:rsid w:val="00FE46AC"/>
    <w:rsid w:val="00FE5506"/>
    <w:rsid w:val="00FE6960"/>
    <w:rsid w:val="00FE6D16"/>
    <w:rsid w:val="00FF096B"/>
    <w:rsid w:val="00FF14C8"/>
    <w:rsid w:val="00FF1A88"/>
    <w:rsid w:val="00FF2E03"/>
    <w:rsid w:val="00FF2F82"/>
    <w:rsid w:val="00FF30F4"/>
    <w:rsid w:val="00FF3794"/>
    <w:rsid w:val="00FF4E0A"/>
    <w:rsid w:val="00FF50A3"/>
    <w:rsid w:val="00FF5C43"/>
    <w:rsid w:val="00FF614B"/>
    <w:rsid w:val="00FF6347"/>
    <w:rsid w:val="00FF6A3F"/>
    <w:rsid w:val="00FF6B96"/>
    <w:rsid w:val="00FF6C65"/>
    <w:rsid w:val="00FF7C8A"/>
    <w:rsid w:val="0A89FF61"/>
    <w:rsid w:val="0D8BB066"/>
    <w:rsid w:val="2E7C3E82"/>
    <w:rsid w:val="52DAD57B"/>
    <w:rsid w:val="5D04FD99"/>
    <w:rsid w:val="7F059C3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56625"/>
  <w15:docId w15:val="{B6318AD6-B57D-4439-9D99-8BC1878FF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2"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uiPriority="64"/>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8" w:qFormat="1"/>
    <w:lsdException w:name="Quote" w:uiPriority="0"/>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semiHidden="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E61"/>
    <w:pPr>
      <w:spacing w:after="120"/>
      <w:jc w:val="both"/>
    </w:pPr>
    <w:rPr>
      <w:sz w:val="20"/>
    </w:rPr>
  </w:style>
  <w:style w:type="paragraph" w:styleId="Titre1">
    <w:name w:val="heading 1"/>
    <w:basedOn w:val="Titre"/>
    <w:next w:val="TITRE1Separateur"/>
    <w:link w:val="Titre1Car"/>
    <w:qFormat/>
    <w:rsid w:val="007C0A4E"/>
    <w:pPr>
      <w:keepNext/>
      <w:keepLines/>
      <w:pageBreakBefore/>
      <w:numPr>
        <w:numId w:val="8"/>
      </w:numPr>
      <w:spacing w:before="1440" w:after="240"/>
      <w:ind w:right="142"/>
      <w:outlineLvl w:val="0"/>
    </w:pPr>
    <w:rPr>
      <w:rFonts w:asciiTheme="majorHAnsi" w:eastAsiaTheme="majorEastAsia" w:hAnsiTheme="majorHAnsi" w:cstheme="majorBidi"/>
      <w:sz w:val="72"/>
      <w:szCs w:val="36"/>
    </w:rPr>
  </w:style>
  <w:style w:type="paragraph" w:styleId="Titre2">
    <w:name w:val="heading 2"/>
    <w:basedOn w:val="Normal"/>
    <w:next w:val="TITRE2Sparateur"/>
    <w:link w:val="Titre2Car"/>
    <w:uiPriority w:val="11"/>
    <w:qFormat/>
    <w:rsid w:val="007E4A43"/>
    <w:pPr>
      <w:keepNext/>
      <w:keepLines/>
      <w:pageBreakBefore/>
      <w:numPr>
        <w:ilvl w:val="1"/>
        <w:numId w:val="8"/>
      </w:numPr>
      <w:contextualSpacing/>
      <w:jc w:val="left"/>
      <w:outlineLvl w:val="1"/>
    </w:pPr>
    <w:rPr>
      <w:rFonts w:asciiTheme="majorHAnsi" w:eastAsiaTheme="majorEastAsia" w:hAnsiTheme="majorHAnsi" w:cstheme="majorBidi"/>
      <w:color w:val="009FE3" w:themeColor="text2"/>
      <w:sz w:val="52"/>
      <w:szCs w:val="24"/>
    </w:rPr>
  </w:style>
  <w:style w:type="paragraph" w:styleId="Titre3">
    <w:name w:val="heading 3"/>
    <w:basedOn w:val="Normal"/>
    <w:next w:val="Normal"/>
    <w:link w:val="Titre3Car"/>
    <w:uiPriority w:val="12"/>
    <w:qFormat/>
    <w:rsid w:val="004659D0"/>
    <w:pPr>
      <w:keepNext/>
      <w:keepLines/>
      <w:numPr>
        <w:ilvl w:val="2"/>
        <w:numId w:val="8"/>
      </w:numPr>
      <w:spacing w:before="360"/>
      <w:jc w:val="left"/>
      <w:outlineLvl w:val="2"/>
    </w:pPr>
    <w:rPr>
      <w:rFonts w:asciiTheme="majorHAnsi" w:eastAsiaTheme="majorEastAsia" w:hAnsiTheme="majorHAnsi" w:cstheme="majorBidi"/>
      <w:b/>
      <w:color w:val="009FE3" w:themeColor="text2"/>
      <w:sz w:val="24"/>
      <w:szCs w:val="24"/>
    </w:rPr>
  </w:style>
  <w:style w:type="paragraph" w:styleId="Titre4">
    <w:name w:val="heading 4"/>
    <w:basedOn w:val="Normal"/>
    <w:next w:val="Normal"/>
    <w:link w:val="Titre4Car"/>
    <w:uiPriority w:val="13"/>
    <w:qFormat/>
    <w:rsid w:val="004659D0"/>
    <w:pPr>
      <w:keepNext/>
      <w:keepLines/>
      <w:numPr>
        <w:ilvl w:val="3"/>
        <w:numId w:val="8"/>
      </w:numPr>
      <w:spacing w:before="360"/>
      <w:jc w:val="left"/>
      <w:outlineLvl w:val="3"/>
    </w:pPr>
    <w:rPr>
      <w:rFonts w:asciiTheme="majorHAnsi" w:eastAsiaTheme="majorEastAsia" w:hAnsiTheme="majorHAnsi" w:cstheme="majorBidi"/>
      <w:b/>
      <w:iCs/>
    </w:rPr>
  </w:style>
  <w:style w:type="paragraph" w:styleId="Titre5">
    <w:name w:val="heading 5"/>
    <w:basedOn w:val="Normal"/>
    <w:next w:val="Normal"/>
    <w:link w:val="Titre5Car"/>
    <w:uiPriority w:val="13"/>
    <w:unhideWhenUsed/>
    <w:qFormat/>
    <w:rsid w:val="00950A7C"/>
    <w:pPr>
      <w:keepNext/>
      <w:keepLines/>
      <w:numPr>
        <w:ilvl w:val="4"/>
        <w:numId w:val="9"/>
      </w:numPr>
      <w:spacing w:before="360"/>
      <w:outlineLvl w:val="4"/>
    </w:pPr>
    <w:rPr>
      <w:rFonts w:asciiTheme="majorHAnsi" w:eastAsiaTheme="majorEastAsia" w:hAnsiTheme="majorHAnsi" w:cstheme="majorBid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SparateurTITRE"/>
    <w:link w:val="TitreCar"/>
    <w:uiPriority w:val="83"/>
    <w:qFormat/>
    <w:rsid w:val="007C5A77"/>
    <w:pPr>
      <w:spacing w:after="0"/>
      <w:ind w:left="-284" w:right="851"/>
      <w:contextualSpacing/>
      <w:jc w:val="left"/>
    </w:pPr>
    <w:rPr>
      <w:color w:val="009FE3" w:themeColor="text2"/>
      <w:sz w:val="96"/>
      <w:szCs w:val="84"/>
    </w:rPr>
  </w:style>
  <w:style w:type="character" w:customStyle="1" w:styleId="TitreCar">
    <w:name w:val="Titre Car"/>
    <w:basedOn w:val="Policepardfaut"/>
    <w:link w:val="Titre"/>
    <w:uiPriority w:val="83"/>
    <w:rsid w:val="00C23E61"/>
    <w:rPr>
      <w:color w:val="009FE3" w:themeColor="text2"/>
      <w:sz w:val="96"/>
      <w:szCs w:val="84"/>
    </w:rPr>
  </w:style>
  <w:style w:type="paragraph" w:customStyle="1" w:styleId="TITRE1Separateur">
    <w:name w:val="TITRE 1 Separateur"/>
    <w:basedOn w:val="SparateurTITRE"/>
    <w:next w:val="Chap"/>
    <w:link w:val="TITRE1SeparateurCar"/>
    <w:uiPriority w:val="8"/>
    <w:qFormat/>
    <w:rsid w:val="007C5A77"/>
    <w:pPr>
      <w:spacing w:after="900"/>
      <w:ind w:left="0" w:right="7541"/>
    </w:pPr>
    <w:rPr>
      <w:b w:val="0"/>
      <w:sz w:val="60"/>
      <w:szCs w:val="60"/>
    </w:rPr>
  </w:style>
  <w:style w:type="paragraph" w:customStyle="1" w:styleId="SparateurTITRE">
    <w:name w:val="Séparateur TITRE"/>
    <w:basedOn w:val="Normal"/>
    <w:next w:val="Sous-titre"/>
    <w:link w:val="SparateurTITRECar"/>
    <w:uiPriority w:val="84"/>
    <w:qFormat/>
    <w:rsid w:val="007C5A77"/>
    <w:pPr>
      <w:pBdr>
        <w:bottom w:val="single" w:sz="24" w:space="1" w:color="009FE3" w:themeColor="text2"/>
      </w:pBdr>
      <w:spacing w:after="840" w:line="240" w:lineRule="auto"/>
      <w:ind w:left="-198" w:right="7825"/>
    </w:pPr>
    <w:rPr>
      <w:b/>
      <w:color w:val="009FE3" w:themeColor="text2"/>
      <w:sz w:val="56"/>
      <w:szCs w:val="116"/>
    </w:rPr>
  </w:style>
  <w:style w:type="character" w:customStyle="1" w:styleId="SparateurTITRECar">
    <w:name w:val="Séparateur TITRE Car"/>
    <w:basedOn w:val="Policepardfaut"/>
    <w:link w:val="SparateurTITRE"/>
    <w:uiPriority w:val="84"/>
    <w:rsid w:val="00C23E61"/>
    <w:rPr>
      <w:b/>
      <w:color w:val="009FE3" w:themeColor="text2"/>
      <w:sz w:val="56"/>
      <w:szCs w:val="116"/>
    </w:rPr>
  </w:style>
  <w:style w:type="paragraph" w:customStyle="1" w:styleId="Sous-titredeChapitre">
    <w:name w:val="Sous-titre de Chapitre"/>
    <w:basedOn w:val="Sous-titre"/>
    <w:next w:val="Normal"/>
    <w:link w:val="Sous-titredeChapitreCar"/>
    <w:uiPriority w:val="9"/>
    <w:semiHidden/>
    <w:qFormat/>
    <w:rsid w:val="007C0A4E"/>
    <w:pPr>
      <w:ind w:left="0"/>
    </w:pPr>
  </w:style>
  <w:style w:type="paragraph" w:styleId="Sous-titre">
    <w:name w:val="Subtitle"/>
    <w:basedOn w:val="Normal"/>
    <w:next w:val="Normal"/>
    <w:link w:val="Sous-titreCar"/>
    <w:uiPriority w:val="85"/>
    <w:qFormat/>
    <w:rsid w:val="007C5A77"/>
    <w:pPr>
      <w:spacing w:before="480"/>
      <w:ind w:left="-284" w:right="2126"/>
      <w:contextualSpacing/>
      <w:jc w:val="left"/>
    </w:pPr>
    <w:rPr>
      <w:color w:val="009FE3" w:themeColor="text2"/>
      <w:sz w:val="48"/>
      <w:szCs w:val="48"/>
    </w:rPr>
  </w:style>
  <w:style w:type="character" w:customStyle="1" w:styleId="Sous-titreCar">
    <w:name w:val="Sous-titre Car"/>
    <w:basedOn w:val="Policepardfaut"/>
    <w:link w:val="Sous-titre"/>
    <w:uiPriority w:val="85"/>
    <w:rsid w:val="00C23E61"/>
    <w:rPr>
      <w:color w:val="009FE3" w:themeColor="text2"/>
      <w:sz w:val="48"/>
      <w:szCs w:val="48"/>
    </w:rPr>
  </w:style>
  <w:style w:type="character" w:customStyle="1" w:styleId="Sous-titredeChapitreCar">
    <w:name w:val="Sous-titre de Chapitre Car"/>
    <w:basedOn w:val="Policepardfaut"/>
    <w:link w:val="Sous-titredeChapitre"/>
    <w:uiPriority w:val="9"/>
    <w:semiHidden/>
    <w:rsid w:val="002B01CC"/>
    <w:rPr>
      <w:color w:val="009FE3" w:themeColor="text2"/>
      <w:sz w:val="48"/>
      <w:szCs w:val="48"/>
    </w:rPr>
  </w:style>
  <w:style w:type="character" w:customStyle="1" w:styleId="TITRE1SeparateurCar">
    <w:name w:val="TITRE 1 Separateur Car"/>
    <w:basedOn w:val="SparateurTITRECar"/>
    <w:link w:val="TITRE1Separateur"/>
    <w:uiPriority w:val="8"/>
    <w:rsid w:val="007C5A77"/>
    <w:rPr>
      <w:b w:val="0"/>
      <w:color w:val="009FE3" w:themeColor="text2"/>
      <w:sz w:val="60"/>
      <w:szCs w:val="60"/>
    </w:rPr>
  </w:style>
  <w:style w:type="character" w:customStyle="1" w:styleId="Titre1Car">
    <w:name w:val="Titre 1 Car"/>
    <w:basedOn w:val="Policepardfaut"/>
    <w:link w:val="Titre1"/>
    <w:rsid w:val="007C0A4E"/>
    <w:rPr>
      <w:rFonts w:asciiTheme="majorHAnsi" w:eastAsiaTheme="majorEastAsia" w:hAnsiTheme="majorHAnsi" w:cstheme="majorBidi"/>
      <w:color w:val="009FE3" w:themeColor="text2"/>
      <w:sz w:val="72"/>
      <w:szCs w:val="36"/>
    </w:rPr>
  </w:style>
  <w:style w:type="paragraph" w:customStyle="1" w:styleId="TITRE2Sparateur">
    <w:name w:val="TITRE 2 Séparateur"/>
    <w:basedOn w:val="Normal"/>
    <w:next w:val="Normal"/>
    <w:link w:val="TITRE2SparateurCar"/>
    <w:uiPriority w:val="11"/>
    <w:qFormat/>
    <w:rsid w:val="007E4A43"/>
    <w:pPr>
      <w:pBdr>
        <w:bottom w:val="single" w:sz="18" w:space="1" w:color="009FE3" w:themeColor="text2"/>
      </w:pBdr>
      <w:spacing w:after="440" w:line="240" w:lineRule="auto"/>
    </w:pPr>
    <w:rPr>
      <w:rFonts w:asciiTheme="majorHAnsi" w:hAnsiTheme="majorHAnsi"/>
      <w:color w:val="009FE3" w:themeColor="text2"/>
      <w:szCs w:val="60"/>
    </w:rPr>
  </w:style>
  <w:style w:type="character" w:customStyle="1" w:styleId="TITRE2SparateurCar">
    <w:name w:val="TITRE 2 Séparateur Car"/>
    <w:basedOn w:val="Policepardfaut"/>
    <w:link w:val="TITRE2Sparateur"/>
    <w:uiPriority w:val="11"/>
    <w:rsid w:val="007E4A43"/>
    <w:rPr>
      <w:rFonts w:asciiTheme="majorHAnsi" w:hAnsiTheme="majorHAnsi"/>
      <w:color w:val="009FE3" w:themeColor="text2"/>
      <w:sz w:val="20"/>
      <w:szCs w:val="60"/>
    </w:rPr>
  </w:style>
  <w:style w:type="character" w:customStyle="1" w:styleId="Titre2Car">
    <w:name w:val="Titre 2 Car"/>
    <w:basedOn w:val="Policepardfaut"/>
    <w:link w:val="Titre2"/>
    <w:uiPriority w:val="11"/>
    <w:rsid w:val="007E4A43"/>
    <w:rPr>
      <w:rFonts w:asciiTheme="majorHAnsi" w:eastAsiaTheme="majorEastAsia" w:hAnsiTheme="majorHAnsi" w:cstheme="majorBidi"/>
      <w:color w:val="009FE3" w:themeColor="text2"/>
      <w:sz w:val="52"/>
      <w:szCs w:val="24"/>
    </w:rPr>
  </w:style>
  <w:style w:type="character" w:customStyle="1" w:styleId="Titre3Car">
    <w:name w:val="Titre 3 Car"/>
    <w:basedOn w:val="Policepardfaut"/>
    <w:link w:val="Titre3"/>
    <w:uiPriority w:val="12"/>
    <w:rsid w:val="00F837E8"/>
    <w:rPr>
      <w:rFonts w:asciiTheme="majorHAnsi" w:eastAsiaTheme="majorEastAsia" w:hAnsiTheme="majorHAnsi" w:cstheme="majorBidi"/>
      <w:b/>
      <w:color w:val="009FE3" w:themeColor="text2"/>
      <w:sz w:val="24"/>
      <w:szCs w:val="24"/>
    </w:rPr>
  </w:style>
  <w:style w:type="character" w:customStyle="1" w:styleId="Titre4Car">
    <w:name w:val="Titre 4 Car"/>
    <w:basedOn w:val="Policepardfaut"/>
    <w:link w:val="Titre4"/>
    <w:uiPriority w:val="13"/>
    <w:rsid w:val="00F837E8"/>
    <w:rPr>
      <w:rFonts w:asciiTheme="majorHAnsi" w:eastAsiaTheme="majorEastAsia" w:hAnsiTheme="majorHAnsi" w:cstheme="majorBidi"/>
      <w:b/>
      <w:iCs/>
      <w:sz w:val="20"/>
    </w:rPr>
  </w:style>
  <w:style w:type="character" w:customStyle="1" w:styleId="Titre5Car">
    <w:name w:val="Titre 5 Car"/>
    <w:basedOn w:val="Policepardfaut"/>
    <w:link w:val="Titre5"/>
    <w:uiPriority w:val="13"/>
    <w:rsid w:val="00F837E8"/>
    <w:rPr>
      <w:rFonts w:asciiTheme="majorHAnsi" w:eastAsiaTheme="majorEastAsia" w:hAnsiTheme="majorHAnsi" w:cstheme="majorBidi"/>
    </w:rPr>
  </w:style>
  <w:style w:type="paragraph" w:styleId="Adressedestinataire">
    <w:name w:val="envelope address"/>
    <w:basedOn w:val="Normal"/>
    <w:uiPriority w:val="99"/>
    <w:semiHidden/>
    <w:rsid w:val="00420DC2"/>
    <w:pPr>
      <w:framePr w:w="4912" w:h="1701" w:hRule="exact" w:hSpace="284" w:vSpace="284" w:wrap="around" w:vAnchor="page" w:hAnchor="page" w:x="5955" w:y="2836" w:anchorLock="1"/>
      <w:spacing w:after="0" w:line="240" w:lineRule="auto"/>
    </w:pPr>
    <w:rPr>
      <w:rFonts w:eastAsiaTheme="majorEastAsia" w:cstheme="majorBidi"/>
      <w:szCs w:val="24"/>
    </w:rPr>
  </w:style>
  <w:style w:type="paragraph" w:styleId="En-tte">
    <w:name w:val="header"/>
    <w:basedOn w:val="Normal"/>
    <w:link w:val="En-tteCar"/>
    <w:rsid w:val="00644739"/>
    <w:pPr>
      <w:tabs>
        <w:tab w:val="center" w:pos="4536"/>
        <w:tab w:val="right" w:pos="9072"/>
      </w:tabs>
      <w:spacing w:after="0" w:line="240" w:lineRule="auto"/>
      <w:ind w:left="425"/>
      <w:contextualSpacing/>
      <w:jc w:val="right"/>
    </w:pPr>
    <w:rPr>
      <w:color w:val="009FE3" w:themeColor="text2"/>
      <w:sz w:val="18"/>
    </w:rPr>
  </w:style>
  <w:style w:type="character" w:customStyle="1" w:styleId="En-tteCar">
    <w:name w:val="En-tête Car"/>
    <w:basedOn w:val="Policepardfaut"/>
    <w:link w:val="En-tte"/>
    <w:rsid w:val="00644739"/>
    <w:rPr>
      <w:color w:val="009FE3" w:themeColor="text2"/>
      <w:sz w:val="18"/>
    </w:rPr>
  </w:style>
  <w:style w:type="paragraph" w:styleId="Pieddepage">
    <w:name w:val="footer"/>
    <w:basedOn w:val="Normal"/>
    <w:link w:val="PieddepageCar"/>
    <w:uiPriority w:val="99"/>
    <w:rsid w:val="00893177"/>
    <w:pPr>
      <w:tabs>
        <w:tab w:val="right" w:pos="8505"/>
      </w:tabs>
      <w:spacing w:after="0" w:line="240" w:lineRule="auto"/>
      <w:jc w:val="center"/>
    </w:pPr>
    <w:rPr>
      <w:color w:val="000000" w:themeColor="text1"/>
      <w:sz w:val="16"/>
    </w:rPr>
  </w:style>
  <w:style w:type="character" w:customStyle="1" w:styleId="PieddepageCar">
    <w:name w:val="Pied de page Car"/>
    <w:basedOn w:val="Policepardfaut"/>
    <w:link w:val="Pieddepage"/>
    <w:uiPriority w:val="99"/>
    <w:rsid w:val="00893177"/>
    <w:rPr>
      <w:color w:val="000000" w:themeColor="text1"/>
      <w:sz w:val="16"/>
    </w:rPr>
  </w:style>
  <w:style w:type="character" w:styleId="lev">
    <w:name w:val="Strong"/>
    <w:basedOn w:val="Policepardfaut"/>
    <w:uiPriority w:val="1"/>
    <w:qFormat/>
    <w:rsid w:val="00892491"/>
    <w:rPr>
      <w:b/>
      <w:bCs/>
    </w:rPr>
  </w:style>
  <w:style w:type="paragraph" w:styleId="Textedebulles">
    <w:name w:val="Balloon Text"/>
    <w:basedOn w:val="Normal"/>
    <w:link w:val="TextedebullesCar"/>
    <w:uiPriority w:val="99"/>
    <w:semiHidden/>
    <w:unhideWhenUsed/>
    <w:rsid w:val="0089249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491"/>
    <w:rPr>
      <w:rFonts w:ascii="Segoe UI" w:hAnsi="Segoe UI" w:cs="Segoe UI"/>
      <w:sz w:val="18"/>
      <w:szCs w:val="18"/>
    </w:rPr>
  </w:style>
  <w:style w:type="character" w:styleId="Textedelespacerserv">
    <w:name w:val="Placeholder Text"/>
    <w:basedOn w:val="Policepardfaut"/>
    <w:uiPriority w:val="99"/>
    <w:semiHidden/>
    <w:rsid w:val="00770571"/>
    <w:rPr>
      <w:color w:val="808080"/>
    </w:rPr>
  </w:style>
  <w:style w:type="paragraph" w:styleId="Date">
    <w:name w:val="Date"/>
    <w:basedOn w:val="Normal"/>
    <w:next w:val="Normal"/>
    <w:link w:val="DateCar"/>
    <w:uiPriority w:val="99"/>
    <w:semiHidden/>
    <w:rsid w:val="00750FF6"/>
    <w:pPr>
      <w:spacing w:after="740"/>
    </w:pPr>
    <w:rPr>
      <w:color w:val="009FE3" w:themeColor="text2"/>
    </w:rPr>
  </w:style>
  <w:style w:type="character" w:customStyle="1" w:styleId="DateCar">
    <w:name w:val="Date Car"/>
    <w:basedOn w:val="Policepardfaut"/>
    <w:link w:val="Date"/>
    <w:uiPriority w:val="99"/>
    <w:semiHidden/>
    <w:rsid w:val="00372AEA"/>
    <w:rPr>
      <w:color w:val="009FE3" w:themeColor="text2"/>
      <w:sz w:val="20"/>
    </w:rPr>
  </w:style>
  <w:style w:type="paragraph" w:styleId="Listenumros">
    <w:name w:val="List Number"/>
    <w:basedOn w:val="Normal"/>
    <w:uiPriority w:val="69"/>
    <w:unhideWhenUsed/>
    <w:qFormat/>
    <w:rsid w:val="00EF0087"/>
    <w:pPr>
      <w:numPr>
        <w:numId w:val="1"/>
      </w:numPr>
    </w:pPr>
  </w:style>
  <w:style w:type="paragraph" w:styleId="Listenumros2">
    <w:name w:val="List Number 2"/>
    <w:basedOn w:val="Normal"/>
    <w:uiPriority w:val="69"/>
    <w:unhideWhenUsed/>
    <w:rsid w:val="00EF0087"/>
    <w:pPr>
      <w:numPr>
        <w:ilvl w:val="1"/>
        <w:numId w:val="1"/>
      </w:numPr>
      <w:ind w:left="568" w:hanging="284"/>
    </w:pPr>
  </w:style>
  <w:style w:type="paragraph" w:styleId="Listenumros3">
    <w:name w:val="List Number 3"/>
    <w:basedOn w:val="Normal"/>
    <w:uiPriority w:val="69"/>
    <w:unhideWhenUsed/>
    <w:rsid w:val="00DC721C"/>
    <w:pPr>
      <w:numPr>
        <w:ilvl w:val="2"/>
        <w:numId w:val="1"/>
      </w:numPr>
      <w:contextualSpacing/>
    </w:pPr>
  </w:style>
  <w:style w:type="paragraph" w:styleId="Listenumros4">
    <w:name w:val="List Number 4"/>
    <w:basedOn w:val="Normal"/>
    <w:uiPriority w:val="69"/>
    <w:semiHidden/>
    <w:rsid w:val="00DC721C"/>
    <w:pPr>
      <w:numPr>
        <w:ilvl w:val="3"/>
        <w:numId w:val="1"/>
      </w:numPr>
      <w:contextualSpacing/>
    </w:pPr>
  </w:style>
  <w:style w:type="paragraph" w:styleId="Listenumros5">
    <w:name w:val="List Number 5"/>
    <w:basedOn w:val="Normal"/>
    <w:uiPriority w:val="69"/>
    <w:semiHidden/>
    <w:rsid w:val="00DC721C"/>
    <w:pPr>
      <w:numPr>
        <w:ilvl w:val="4"/>
        <w:numId w:val="1"/>
      </w:numPr>
      <w:contextualSpacing/>
    </w:pPr>
  </w:style>
  <w:style w:type="paragraph" w:styleId="Listepuces">
    <w:name w:val="List Bullet"/>
    <w:basedOn w:val="Normal"/>
    <w:link w:val="ListepucesCar"/>
    <w:uiPriority w:val="62"/>
    <w:rsid w:val="00847778"/>
    <w:pPr>
      <w:numPr>
        <w:numId w:val="2"/>
      </w:numPr>
    </w:pPr>
  </w:style>
  <w:style w:type="character" w:customStyle="1" w:styleId="ListepucesCar">
    <w:name w:val="Liste à puces Car"/>
    <w:basedOn w:val="Policepardfaut"/>
    <w:link w:val="Listepuces"/>
    <w:uiPriority w:val="62"/>
    <w:rsid w:val="003538EF"/>
    <w:rPr>
      <w:sz w:val="20"/>
    </w:rPr>
  </w:style>
  <w:style w:type="paragraph" w:styleId="Listepuces2">
    <w:name w:val="List Bullet 2"/>
    <w:basedOn w:val="Normal"/>
    <w:link w:val="Listepuces2Car"/>
    <w:uiPriority w:val="63"/>
    <w:unhideWhenUsed/>
    <w:rsid w:val="00BA5A07"/>
    <w:pPr>
      <w:numPr>
        <w:ilvl w:val="1"/>
        <w:numId w:val="2"/>
      </w:numPr>
    </w:pPr>
  </w:style>
  <w:style w:type="character" w:customStyle="1" w:styleId="Listepuces2Car">
    <w:name w:val="Liste à puces 2 Car"/>
    <w:basedOn w:val="Policepardfaut"/>
    <w:link w:val="Listepuces2"/>
    <w:uiPriority w:val="63"/>
    <w:rsid w:val="000E15B1"/>
    <w:rPr>
      <w:sz w:val="20"/>
    </w:rPr>
  </w:style>
  <w:style w:type="paragraph" w:styleId="Listepuces3">
    <w:name w:val="List Bullet 3"/>
    <w:basedOn w:val="Normal"/>
    <w:uiPriority w:val="64"/>
    <w:unhideWhenUsed/>
    <w:rsid w:val="00BA5A07"/>
    <w:pPr>
      <w:numPr>
        <w:ilvl w:val="2"/>
        <w:numId w:val="2"/>
      </w:numPr>
    </w:pPr>
  </w:style>
  <w:style w:type="paragraph" w:styleId="Listepuces4">
    <w:name w:val="List Bullet 4"/>
    <w:basedOn w:val="Normal"/>
    <w:uiPriority w:val="65"/>
    <w:unhideWhenUsed/>
    <w:rsid w:val="009214EB"/>
    <w:pPr>
      <w:numPr>
        <w:ilvl w:val="3"/>
        <w:numId w:val="2"/>
      </w:numPr>
      <w:contextualSpacing/>
    </w:pPr>
  </w:style>
  <w:style w:type="paragraph" w:styleId="Listepuces5">
    <w:name w:val="List Bullet 5"/>
    <w:basedOn w:val="Normal"/>
    <w:uiPriority w:val="65"/>
    <w:semiHidden/>
    <w:rsid w:val="009214EB"/>
    <w:pPr>
      <w:numPr>
        <w:ilvl w:val="4"/>
        <w:numId w:val="2"/>
      </w:numPr>
      <w:contextualSpacing/>
    </w:pPr>
  </w:style>
  <w:style w:type="paragraph" w:styleId="Liste">
    <w:name w:val="List"/>
    <w:basedOn w:val="Normal"/>
    <w:uiPriority w:val="99"/>
    <w:semiHidden/>
    <w:rsid w:val="009214EB"/>
    <w:pPr>
      <w:ind w:left="283" w:hanging="283"/>
      <w:contextualSpacing/>
    </w:pPr>
  </w:style>
  <w:style w:type="paragraph" w:styleId="TM1">
    <w:name w:val="toc 1"/>
    <w:basedOn w:val="Normal"/>
    <w:next w:val="Normal"/>
    <w:autoRedefine/>
    <w:uiPriority w:val="39"/>
    <w:rsid w:val="003B1953"/>
    <w:pPr>
      <w:tabs>
        <w:tab w:val="right" w:pos="8505"/>
      </w:tabs>
      <w:spacing w:before="360" w:after="0" w:line="240" w:lineRule="auto"/>
      <w:ind w:left="425" w:right="680" w:hanging="425"/>
      <w:jc w:val="left"/>
    </w:pPr>
    <w:rPr>
      <w:rFonts w:eastAsiaTheme="minorEastAsia"/>
      <w:b/>
      <w:bCs/>
      <w:iCs/>
      <w:noProof/>
      <w:color w:val="009FE3" w:themeColor="text2"/>
      <w:sz w:val="28"/>
      <w:lang w:eastAsia="fr-FR"/>
    </w:rPr>
  </w:style>
  <w:style w:type="paragraph" w:styleId="TM2">
    <w:name w:val="toc 2"/>
    <w:basedOn w:val="Normal"/>
    <w:next w:val="Normal"/>
    <w:autoRedefine/>
    <w:uiPriority w:val="39"/>
    <w:rsid w:val="008B1B45"/>
    <w:pPr>
      <w:tabs>
        <w:tab w:val="left" w:pos="1560"/>
        <w:tab w:val="right" w:leader="dot" w:pos="8505"/>
      </w:tabs>
      <w:spacing w:before="80" w:after="0" w:line="240" w:lineRule="auto"/>
      <w:ind w:left="850" w:right="680" w:hanging="425"/>
      <w:jc w:val="left"/>
    </w:pPr>
    <w:rPr>
      <w:rFonts w:eastAsiaTheme="minorEastAsia"/>
      <w:b/>
      <w:bCs/>
      <w:noProof/>
      <w:lang w:eastAsia="fr-FR"/>
    </w:rPr>
  </w:style>
  <w:style w:type="paragraph" w:styleId="TM3">
    <w:name w:val="toc 3"/>
    <w:basedOn w:val="Normal"/>
    <w:next w:val="Normal"/>
    <w:autoRedefine/>
    <w:uiPriority w:val="39"/>
    <w:rsid w:val="004B1FF1"/>
    <w:pPr>
      <w:tabs>
        <w:tab w:val="left" w:pos="1134"/>
        <w:tab w:val="right" w:pos="8505"/>
      </w:tabs>
      <w:spacing w:after="0"/>
      <w:ind w:left="1134" w:right="1701" w:hanging="283"/>
      <w:contextualSpacing/>
      <w:jc w:val="left"/>
    </w:pPr>
    <w:rPr>
      <w:rFonts w:cstheme="minorHAnsi"/>
      <w:noProof/>
      <w:szCs w:val="20"/>
    </w:rPr>
  </w:style>
  <w:style w:type="character" w:styleId="Lienhypertexte">
    <w:name w:val="Hyperlink"/>
    <w:basedOn w:val="Policepardfaut"/>
    <w:rsid w:val="00F92868"/>
    <w:rPr>
      <w:color w:val="009FE3" w:themeColor="text2"/>
      <w:u w:val="single"/>
    </w:rPr>
  </w:style>
  <w:style w:type="paragraph" w:styleId="TM4">
    <w:name w:val="toc 4"/>
    <w:basedOn w:val="Normal"/>
    <w:next w:val="Normal"/>
    <w:autoRedefine/>
    <w:uiPriority w:val="39"/>
    <w:rsid w:val="004B1FF1"/>
    <w:pPr>
      <w:tabs>
        <w:tab w:val="left" w:pos="1418"/>
        <w:tab w:val="right" w:pos="8505"/>
      </w:tabs>
      <w:spacing w:after="0"/>
      <w:ind w:left="1418" w:hanging="284"/>
    </w:pPr>
    <w:rPr>
      <w:rFonts w:cstheme="minorHAnsi"/>
      <w:noProof/>
      <w:sz w:val="18"/>
      <w:szCs w:val="20"/>
    </w:rPr>
  </w:style>
  <w:style w:type="paragraph" w:styleId="TM5">
    <w:name w:val="toc 5"/>
    <w:basedOn w:val="Normal"/>
    <w:next w:val="Normal"/>
    <w:autoRedefine/>
    <w:uiPriority w:val="39"/>
    <w:semiHidden/>
    <w:rsid w:val="007B3C06"/>
    <w:pPr>
      <w:spacing w:after="0"/>
      <w:ind w:left="800"/>
    </w:pPr>
    <w:rPr>
      <w:rFonts w:cstheme="minorHAnsi"/>
      <w:szCs w:val="20"/>
    </w:rPr>
  </w:style>
  <w:style w:type="paragraph" w:styleId="TM6">
    <w:name w:val="toc 6"/>
    <w:basedOn w:val="TM2"/>
    <w:next w:val="Normal"/>
    <w:autoRedefine/>
    <w:uiPriority w:val="39"/>
    <w:rsid w:val="009F0C85"/>
    <w:pPr>
      <w:ind w:left="1843" w:hanging="1417"/>
    </w:pPr>
  </w:style>
  <w:style w:type="paragraph" w:styleId="TM7">
    <w:name w:val="toc 7"/>
    <w:basedOn w:val="Normal"/>
    <w:next w:val="Normal"/>
    <w:autoRedefine/>
    <w:uiPriority w:val="39"/>
    <w:semiHidden/>
    <w:rsid w:val="007B3C06"/>
    <w:pPr>
      <w:spacing w:after="0"/>
      <w:ind w:left="1200"/>
    </w:pPr>
    <w:rPr>
      <w:rFonts w:cstheme="minorHAnsi"/>
      <w:szCs w:val="20"/>
    </w:rPr>
  </w:style>
  <w:style w:type="paragraph" w:styleId="TM8">
    <w:name w:val="toc 8"/>
    <w:basedOn w:val="Normal"/>
    <w:next w:val="Normal"/>
    <w:autoRedefine/>
    <w:uiPriority w:val="39"/>
    <w:semiHidden/>
    <w:rsid w:val="007B3C06"/>
    <w:pPr>
      <w:spacing w:after="0"/>
      <w:ind w:left="1400"/>
    </w:pPr>
    <w:rPr>
      <w:rFonts w:cstheme="minorHAnsi"/>
      <w:szCs w:val="20"/>
    </w:rPr>
  </w:style>
  <w:style w:type="paragraph" w:styleId="TM9">
    <w:name w:val="toc 9"/>
    <w:basedOn w:val="Normal"/>
    <w:next w:val="Normal"/>
    <w:autoRedefine/>
    <w:uiPriority w:val="39"/>
    <w:semiHidden/>
    <w:rsid w:val="007B3C06"/>
    <w:pPr>
      <w:spacing w:after="0"/>
      <w:ind w:left="1600"/>
    </w:pPr>
    <w:rPr>
      <w:rFonts w:cstheme="minorHAnsi"/>
      <w:szCs w:val="20"/>
    </w:rPr>
  </w:style>
  <w:style w:type="paragraph" w:customStyle="1" w:styleId="Titre2nonindx">
    <w:name w:val="Titre 2 (non indéxé)"/>
    <w:basedOn w:val="Normal"/>
    <w:next w:val="TITRE2Sparateur"/>
    <w:link w:val="Titre2nonindxCar"/>
    <w:uiPriority w:val="10"/>
    <w:qFormat/>
    <w:rsid w:val="007E4A43"/>
    <w:pPr>
      <w:keepNext/>
      <w:keepLines/>
      <w:pageBreakBefore/>
      <w:ind w:left="-851"/>
      <w:contextualSpacing/>
      <w:jc w:val="left"/>
    </w:pPr>
    <w:rPr>
      <w:rFonts w:asciiTheme="majorHAnsi" w:hAnsiTheme="majorHAnsi"/>
      <w:b/>
      <w:color w:val="009FE3" w:themeColor="text2"/>
      <w:sz w:val="56"/>
      <w:szCs w:val="60"/>
    </w:rPr>
  </w:style>
  <w:style w:type="character" w:customStyle="1" w:styleId="Titre2nonindxCar">
    <w:name w:val="Titre 2 (non indéxé) Car"/>
    <w:basedOn w:val="Policepardfaut"/>
    <w:link w:val="Titre2nonindx"/>
    <w:uiPriority w:val="10"/>
    <w:rsid w:val="007E4A43"/>
    <w:rPr>
      <w:rFonts w:asciiTheme="majorHAnsi" w:hAnsiTheme="majorHAnsi"/>
      <w:b/>
      <w:color w:val="009FE3" w:themeColor="text2"/>
      <w:sz w:val="56"/>
      <w:szCs w:val="60"/>
    </w:rPr>
  </w:style>
  <w:style w:type="paragraph" w:customStyle="1" w:styleId="Intertitre">
    <w:name w:val="Intertitre"/>
    <w:basedOn w:val="Normal"/>
    <w:link w:val="IntertitreCar"/>
    <w:uiPriority w:val="13"/>
    <w:qFormat/>
    <w:rsid w:val="00946A94"/>
    <w:pPr>
      <w:jc w:val="left"/>
    </w:pPr>
    <w:rPr>
      <w:b/>
      <w:color w:val="009FE3" w:themeColor="text2"/>
      <w:sz w:val="24"/>
    </w:rPr>
  </w:style>
  <w:style w:type="character" w:customStyle="1" w:styleId="IntertitreCar">
    <w:name w:val="Intertitre Car"/>
    <w:basedOn w:val="Policepardfaut"/>
    <w:link w:val="Intertitre"/>
    <w:uiPriority w:val="13"/>
    <w:rsid w:val="00D125A5"/>
    <w:rPr>
      <w:b/>
      <w:color w:val="009FE3" w:themeColor="text2"/>
      <w:sz w:val="24"/>
    </w:rPr>
  </w:style>
  <w:style w:type="character" w:customStyle="1" w:styleId="Emphase">
    <w:name w:val="Emphase"/>
    <w:basedOn w:val="Policepardfaut"/>
    <w:uiPriority w:val="1"/>
    <w:rsid w:val="004A49A9"/>
    <w:rPr>
      <w:color w:val="009FE3" w:themeColor="text2"/>
    </w:rPr>
  </w:style>
  <w:style w:type="character" w:styleId="Rfrenceintense">
    <w:name w:val="Intense Reference"/>
    <w:basedOn w:val="Policepardfaut"/>
    <w:uiPriority w:val="99"/>
    <w:semiHidden/>
    <w:qFormat/>
    <w:rsid w:val="00F92868"/>
    <w:rPr>
      <w:b/>
      <w:bCs/>
      <w:smallCaps/>
      <w:color w:val="009FE3" w:themeColor="text2"/>
      <w:spacing w:val="5"/>
    </w:rPr>
  </w:style>
  <w:style w:type="character" w:styleId="Numrodepage">
    <w:name w:val="page number"/>
    <w:basedOn w:val="Policepardfaut"/>
    <w:rsid w:val="00893177"/>
    <w:rPr>
      <w:noProof/>
      <w:color w:val="009FE3" w:themeColor="text2"/>
      <w:sz w:val="18"/>
    </w:rPr>
  </w:style>
  <w:style w:type="paragraph" w:customStyle="1" w:styleId="Normallignedesuite">
    <w:name w:val="Normal + ligne de suite"/>
    <w:basedOn w:val="Normal"/>
    <w:link w:val="NormallignedesuiteCar"/>
    <w:uiPriority w:val="99"/>
    <w:semiHidden/>
    <w:qFormat/>
    <w:rsid w:val="00C97C6F"/>
    <w:pPr>
      <w:tabs>
        <w:tab w:val="right" w:leader="dot" w:pos="8505"/>
      </w:tabs>
    </w:pPr>
  </w:style>
  <w:style w:type="character" w:customStyle="1" w:styleId="NormallignedesuiteCar">
    <w:name w:val="Normal + ligne de suite Car"/>
    <w:basedOn w:val="Policepardfaut"/>
    <w:link w:val="Normallignedesuite"/>
    <w:uiPriority w:val="99"/>
    <w:semiHidden/>
    <w:rsid w:val="00D125A5"/>
    <w:rPr>
      <w:sz w:val="20"/>
    </w:rPr>
  </w:style>
  <w:style w:type="paragraph" w:customStyle="1" w:styleId="Article1">
    <w:name w:val="Article 1"/>
    <w:basedOn w:val="Normal"/>
    <w:link w:val="Article1Car"/>
    <w:uiPriority w:val="2"/>
    <w:semiHidden/>
    <w:qFormat/>
    <w:rsid w:val="0096554F"/>
    <w:pPr>
      <w:keepNext/>
      <w:numPr>
        <w:numId w:val="4"/>
      </w:numPr>
      <w:spacing w:before="600"/>
      <w:jc w:val="left"/>
    </w:pPr>
    <w:rPr>
      <w:color w:val="009FE3" w:themeColor="text2"/>
      <w:sz w:val="36"/>
    </w:rPr>
  </w:style>
  <w:style w:type="character" w:customStyle="1" w:styleId="Article1Car">
    <w:name w:val="Article 1 Car"/>
    <w:basedOn w:val="Policepardfaut"/>
    <w:link w:val="Article1"/>
    <w:uiPriority w:val="2"/>
    <w:semiHidden/>
    <w:rsid w:val="00372AEA"/>
    <w:rPr>
      <w:color w:val="009FE3" w:themeColor="text2"/>
      <w:sz w:val="36"/>
    </w:rPr>
  </w:style>
  <w:style w:type="paragraph" w:customStyle="1" w:styleId="Article2">
    <w:name w:val="Article 2"/>
    <w:basedOn w:val="Article2long"/>
    <w:next w:val="Retraitcorpsdetexte"/>
    <w:link w:val="Article2Car"/>
    <w:uiPriority w:val="2"/>
    <w:semiHidden/>
    <w:qFormat/>
    <w:rsid w:val="00B72BF4"/>
    <w:pPr>
      <w:spacing w:before="240" w:after="120"/>
    </w:pPr>
    <w:rPr>
      <w:b/>
      <w:sz w:val="24"/>
    </w:rPr>
  </w:style>
  <w:style w:type="paragraph" w:customStyle="1" w:styleId="Article2long">
    <w:name w:val="Article 2 long"/>
    <w:next w:val="Normal"/>
    <w:link w:val="Article2longCar"/>
    <w:uiPriority w:val="2"/>
    <w:semiHidden/>
    <w:qFormat/>
    <w:rsid w:val="002522FE"/>
    <w:pPr>
      <w:tabs>
        <w:tab w:val="num" w:pos="1871"/>
      </w:tabs>
      <w:ind w:left="1871" w:hanging="397"/>
      <w:jc w:val="both"/>
    </w:pPr>
    <w:rPr>
      <w:sz w:val="20"/>
    </w:rPr>
  </w:style>
  <w:style w:type="character" w:customStyle="1" w:styleId="Article2longCar">
    <w:name w:val="Article 2 long Car"/>
    <w:basedOn w:val="Article2Car"/>
    <w:link w:val="Article2long"/>
    <w:uiPriority w:val="2"/>
    <w:semiHidden/>
    <w:rsid w:val="00372AEA"/>
    <w:rPr>
      <w:b w:val="0"/>
      <w:sz w:val="20"/>
    </w:rPr>
  </w:style>
  <w:style w:type="character" w:customStyle="1" w:styleId="Article2Car">
    <w:name w:val="Article 2 Car"/>
    <w:basedOn w:val="Policepardfaut"/>
    <w:link w:val="Article2"/>
    <w:uiPriority w:val="2"/>
    <w:semiHidden/>
    <w:rsid w:val="00372AEA"/>
    <w:rPr>
      <w:b/>
      <w:sz w:val="24"/>
    </w:rPr>
  </w:style>
  <w:style w:type="paragraph" w:styleId="Retraitcorpsdetexte">
    <w:name w:val="Body Text Indent"/>
    <w:basedOn w:val="Normal"/>
    <w:link w:val="RetraitcorpsdetexteCar"/>
    <w:uiPriority w:val="62"/>
    <w:rsid w:val="00BA5A07"/>
    <w:pPr>
      <w:ind w:left="284"/>
    </w:pPr>
  </w:style>
  <w:style w:type="character" w:customStyle="1" w:styleId="RetraitcorpsdetexteCar">
    <w:name w:val="Retrait corps de texte Car"/>
    <w:basedOn w:val="Policepardfaut"/>
    <w:link w:val="Retraitcorpsdetexte"/>
    <w:uiPriority w:val="62"/>
    <w:rsid w:val="00BA5A07"/>
    <w:rPr>
      <w:sz w:val="20"/>
    </w:rPr>
  </w:style>
  <w:style w:type="paragraph" w:customStyle="1" w:styleId="Article3">
    <w:name w:val="Article 3"/>
    <w:basedOn w:val="Normal"/>
    <w:link w:val="Article3Car"/>
    <w:uiPriority w:val="2"/>
    <w:semiHidden/>
    <w:qFormat/>
    <w:rsid w:val="00B85453"/>
    <w:pPr>
      <w:keepNext/>
      <w:numPr>
        <w:ilvl w:val="2"/>
        <w:numId w:val="4"/>
      </w:numPr>
      <w:spacing w:before="360"/>
    </w:pPr>
    <w:rPr>
      <w:b/>
      <w:color w:val="009FE3" w:themeColor="text2"/>
      <w:sz w:val="22"/>
    </w:rPr>
  </w:style>
  <w:style w:type="character" w:customStyle="1" w:styleId="Article3Car">
    <w:name w:val="Article 3 Car"/>
    <w:basedOn w:val="Policepardfaut"/>
    <w:link w:val="Article3"/>
    <w:uiPriority w:val="2"/>
    <w:semiHidden/>
    <w:rsid w:val="00372AEA"/>
    <w:rPr>
      <w:b/>
      <w:color w:val="009FE3" w:themeColor="text2"/>
    </w:rPr>
  </w:style>
  <w:style w:type="paragraph" w:customStyle="1" w:styleId="Article4">
    <w:name w:val="Article 4"/>
    <w:basedOn w:val="Normal"/>
    <w:link w:val="Article4Car"/>
    <w:uiPriority w:val="2"/>
    <w:semiHidden/>
    <w:qFormat/>
    <w:rsid w:val="00B85453"/>
    <w:pPr>
      <w:keepNext/>
      <w:numPr>
        <w:ilvl w:val="3"/>
        <w:numId w:val="4"/>
      </w:numPr>
      <w:spacing w:after="40"/>
    </w:pPr>
    <w:rPr>
      <w:color w:val="009FE3" w:themeColor="text2"/>
    </w:rPr>
  </w:style>
  <w:style w:type="character" w:customStyle="1" w:styleId="Article4Car">
    <w:name w:val="Article 4 Car"/>
    <w:basedOn w:val="Policepardfaut"/>
    <w:link w:val="Article4"/>
    <w:uiPriority w:val="2"/>
    <w:semiHidden/>
    <w:rsid w:val="00372AEA"/>
    <w:rPr>
      <w:color w:val="009FE3" w:themeColor="text2"/>
      <w:sz w:val="20"/>
    </w:rPr>
  </w:style>
  <w:style w:type="paragraph" w:customStyle="1" w:styleId="Article-Liste1">
    <w:name w:val="Article - Liste 1"/>
    <w:basedOn w:val="Normal"/>
    <w:link w:val="Article-Liste1Car"/>
    <w:uiPriority w:val="3"/>
    <w:semiHidden/>
    <w:qFormat/>
    <w:rsid w:val="00482FAA"/>
    <w:pPr>
      <w:keepNext/>
      <w:numPr>
        <w:numId w:val="3"/>
      </w:numPr>
      <w:spacing w:before="120" w:after="40"/>
    </w:pPr>
    <w:rPr>
      <w:color w:val="009FE3" w:themeColor="text2"/>
    </w:rPr>
  </w:style>
  <w:style w:type="character" w:customStyle="1" w:styleId="Article-Liste1Car">
    <w:name w:val="Article - Liste 1 Car"/>
    <w:basedOn w:val="Policepardfaut"/>
    <w:link w:val="Article-Liste1"/>
    <w:uiPriority w:val="3"/>
    <w:semiHidden/>
    <w:rsid w:val="00372AEA"/>
    <w:rPr>
      <w:color w:val="009FE3" w:themeColor="text2"/>
      <w:sz w:val="20"/>
    </w:rPr>
  </w:style>
  <w:style w:type="paragraph" w:customStyle="1" w:styleId="Article-Liste2">
    <w:name w:val="Article - Liste 2"/>
    <w:basedOn w:val="Normal"/>
    <w:link w:val="Article-Liste2Car"/>
    <w:uiPriority w:val="3"/>
    <w:semiHidden/>
    <w:qFormat/>
    <w:rsid w:val="004A7534"/>
    <w:pPr>
      <w:numPr>
        <w:ilvl w:val="1"/>
        <w:numId w:val="3"/>
      </w:numPr>
      <w:spacing w:before="40" w:after="0"/>
    </w:pPr>
  </w:style>
  <w:style w:type="character" w:customStyle="1" w:styleId="Article-Liste2Car">
    <w:name w:val="Article - Liste 2 Car"/>
    <w:basedOn w:val="Policepardfaut"/>
    <w:link w:val="Article-Liste2"/>
    <w:uiPriority w:val="3"/>
    <w:semiHidden/>
    <w:rsid w:val="00372AEA"/>
    <w:rPr>
      <w:sz w:val="20"/>
    </w:rPr>
  </w:style>
  <w:style w:type="table" w:styleId="Grilledutableau">
    <w:name w:val="Table Grid"/>
    <w:basedOn w:val="TableauNormal"/>
    <w:uiPriority w:val="59"/>
    <w:rsid w:val="003118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sSeparateur">
    <w:name w:val="Annexes Separateur"/>
    <w:basedOn w:val="TITRE1Separateur"/>
    <w:next w:val="Normal"/>
    <w:link w:val="AnnexesSeparateurCar"/>
    <w:uiPriority w:val="76"/>
    <w:qFormat/>
    <w:rsid w:val="00A3678B"/>
    <w:pPr>
      <w:pBdr>
        <w:bottom w:val="single" w:sz="24" w:space="1" w:color="8DC799" w:themeColor="accent5"/>
      </w:pBdr>
    </w:pPr>
    <w:rPr>
      <w:color w:val="8DC799" w:themeColor="accent5"/>
    </w:rPr>
  </w:style>
  <w:style w:type="table" w:customStyle="1" w:styleId="TableauCITEO">
    <w:name w:val="Tableau CITEO"/>
    <w:basedOn w:val="TableauNormal"/>
    <w:uiPriority w:val="99"/>
    <w:rsid w:val="00BF55F8"/>
    <w:pPr>
      <w:spacing w:after="0" w:line="240" w:lineRule="auto"/>
    </w:pPr>
    <w:rPr>
      <w:sz w:val="20"/>
    </w:rPr>
    <w:tblPr>
      <w:tblStyleRowBandSize w:val="1"/>
      <w:tblStyleColBandSize w:val="1"/>
      <w:tblInd w:w="113" w:type="dxa"/>
      <w:tblBorders>
        <w:top w:val="single" w:sz="4" w:space="0" w:color="009FE3" w:themeColor="text2"/>
        <w:left w:val="single" w:sz="4" w:space="0" w:color="009FE3" w:themeColor="text2"/>
        <w:bottom w:val="single" w:sz="4" w:space="0" w:color="009FE3" w:themeColor="text2"/>
        <w:right w:val="single" w:sz="4" w:space="0" w:color="009FE3" w:themeColor="text2"/>
        <w:insideH w:val="single" w:sz="4" w:space="0" w:color="009FE3" w:themeColor="text2"/>
        <w:insideV w:val="single" w:sz="4" w:space="0" w:color="009FE3" w:themeColor="text2"/>
      </w:tblBorders>
      <w:tblCellMar>
        <w:top w:w="85" w:type="dxa"/>
      </w:tblCellMar>
    </w:tblPr>
    <w:tblStylePr w:type="firstRow">
      <w:rPr>
        <w:b/>
        <w:color w:val="FFFFFF" w:themeColor="background1"/>
      </w:rPr>
      <w:tblPr/>
      <w:tcPr>
        <w:shd w:val="clear" w:color="auto" w:fill="009FE3" w:themeFill="text2"/>
      </w:tcPr>
    </w:tblStylePr>
    <w:tblStylePr w:type="lastRow">
      <w:rPr>
        <w:b/>
        <w:color w:val="009FE3" w:themeColor="text2"/>
      </w:rPr>
      <w:tblPr/>
      <w:tcPr>
        <w:shd w:val="clear" w:color="auto" w:fill="C6EDFF" w:themeFill="text2" w:themeFillTint="33"/>
      </w:tcPr>
    </w:tblStylePr>
    <w:tblStylePr w:type="firstCol">
      <w:rPr>
        <w:b/>
        <w:color w:val="009FE3" w:themeColor="text2"/>
      </w:rPr>
    </w:tblStylePr>
    <w:tblStylePr w:type="lastCol">
      <w:rPr>
        <w:b/>
        <w:color w:val="009FE3" w:themeColor="text2"/>
      </w:rPr>
      <w:tblPr/>
      <w:tcPr>
        <w:shd w:val="clear" w:color="auto" w:fill="C6EDFF" w:themeFill="text2" w:themeFillTint="33"/>
      </w:tcPr>
    </w:tblStylePr>
    <w:tblStylePr w:type="band1Vert">
      <w:tblPr/>
      <w:tcPr>
        <w:shd w:val="clear" w:color="auto" w:fill="C6EDFF" w:themeFill="text2" w:themeFillTint="33"/>
      </w:tcPr>
    </w:tblStylePr>
    <w:tblStylePr w:type="band2Horz">
      <w:tblPr/>
      <w:tcPr>
        <w:shd w:val="clear" w:color="auto" w:fill="C6EDFF" w:themeFill="text2" w:themeFillTint="33"/>
      </w:tcPr>
    </w:tblStylePr>
  </w:style>
  <w:style w:type="table" w:customStyle="1" w:styleId="Grilledetableauclaire1">
    <w:name w:val="Grille de tableau claire1"/>
    <w:basedOn w:val="TableauNormal"/>
    <w:uiPriority w:val="40"/>
    <w:rsid w:val="00850CA5"/>
    <w:pPr>
      <w:spacing w:after="0" w:line="240" w:lineRule="auto"/>
    </w:pPr>
    <w:rPr>
      <w:rFonts w:ascii="Times New Roman" w:eastAsia="Times New Roman" w:hAnsi="Times New Roman" w:cs="Times New Roman"/>
      <w:sz w:val="20"/>
      <w:szCs w:val="20"/>
      <w:lang w:eastAsia="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146D44"/>
    <w:rPr>
      <w:color w:val="808080"/>
      <w:shd w:val="clear" w:color="auto" w:fill="E6E6E6"/>
    </w:rPr>
  </w:style>
  <w:style w:type="paragraph" w:customStyle="1" w:styleId="TitreSommaireetnomindx">
    <w:name w:val="Titre Sommaire et nom indéxé"/>
    <w:basedOn w:val="Titre2nonindx"/>
    <w:link w:val="TitreSommaireetnomindxCar"/>
    <w:uiPriority w:val="80"/>
    <w:semiHidden/>
    <w:qFormat/>
    <w:rsid w:val="00146D44"/>
  </w:style>
  <w:style w:type="character" w:customStyle="1" w:styleId="TitreSommaireetnomindxCar">
    <w:name w:val="Titre Sommaire et nom indéxé Car"/>
    <w:basedOn w:val="Titre2nonindxCar"/>
    <w:link w:val="TitreSommaireetnomindx"/>
    <w:uiPriority w:val="80"/>
    <w:semiHidden/>
    <w:rsid w:val="002F6618"/>
    <w:rPr>
      <w:rFonts w:asciiTheme="majorHAnsi" w:hAnsiTheme="majorHAnsi"/>
      <w:b/>
      <w:color w:val="009FE3" w:themeColor="text2"/>
      <w:sz w:val="60"/>
      <w:szCs w:val="60"/>
    </w:rPr>
  </w:style>
  <w:style w:type="paragraph" w:customStyle="1" w:styleId="Articleliste3">
    <w:name w:val="Article liste 3"/>
    <w:basedOn w:val="Retraitcorpsdetexte"/>
    <w:link w:val="Articleliste3Car"/>
    <w:uiPriority w:val="3"/>
    <w:semiHidden/>
    <w:qFormat/>
    <w:rsid w:val="004A7534"/>
    <w:pPr>
      <w:numPr>
        <w:ilvl w:val="2"/>
        <w:numId w:val="3"/>
      </w:numPr>
      <w:spacing w:after="0"/>
    </w:pPr>
  </w:style>
  <w:style w:type="character" w:customStyle="1" w:styleId="Articleliste3Car">
    <w:name w:val="Article liste 3 Car"/>
    <w:basedOn w:val="RetraitcorpsdetexteCar"/>
    <w:link w:val="Articleliste3"/>
    <w:uiPriority w:val="3"/>
    <w:semiHidden/>
    <w:rsid w:val="00372AEA"/>
    <w:rPr>
      <w:sz w:val="20"/>
    </w:rPr>
  </w:style>
  <w:style w:type="paragraph" w:styleId="Sansinterligne">
    <w:name w:val="No Spacing"/>
    <w:next w:val="Normal"/>
    <w:link w:val="SansinterligneCar"/>
    <w:uiPriority w:val="1"/>
    <w:semiHidden/>
    <w:qFormat/>
    <w:rsid w:val="002A2C56"/>
    <w:pPr>
      <w:spacing w:after="0" w:line="240" w:lineRule="auto"/>
      <w:contextualSpacing/>
      <w:jc w:val="both"/>
    </w:pPr>
    <w:rPr>
      <w:sz w:val="20"/>
    </w:rPr>
  </w:style>
  <w:style w:type="character" w:customStyle="1" w:styleId="SansinterligneCar">
    <w:name w:val="Sans interligne Car"/>
    <w:basedOn w:val="Policepardfaut"/>
    <w:link w:val="Sansinterligne"/>
    <w:uiPriority w:val="1"/>
    <w:semiHidden/>
    <w:rsid w:val="0072206F"/>
    <w:rPr>
      <w:sz w:val="20"/>
    </w:rPr>
  </w:style>
  <w:style w:type="paragraph" w:customStyle="1" w:styleId="urlCiteo">
    <w:name w:val="url Citeo"/>
    <w:basedOn w:val="Normal"/>
    <w:link w:val="urlCiteoCar"/>
    <w:semiHidden/>
    <w:qFormat/>
    <w:rsid w:val="00584305"/>
    <w:pPr>
      <w:spacing w:before="120" w:after="160"/>
      <w:jc w:val="left"/>
    </w:pPr>
    <w:rPr>
      <w:sz w:val="28"/>
    </w:rPr>
  </w:style>
  <w:style w:type="character" w:customStyle="1" w:styleId="urlCiteoCar">
    <w:name w:val="url Citeo Car"/>
    <w:basedOn w:val="Policepardfaut"/>
    <w:link w:val="urlCiteo"/>
    <w:semiHidden/>
    <w:rsid w:val="00372AEA"/>
    <w:rPr>
      <w:sz w:val="28"/>
    </w:rPr>
  </w:style>
  <w:style w:type="paragraph" w:customStyle="1" w:styleId="EEPieddepage">
    <w:name w:val="EE Pied de page"/>
    <w:basedOn w:val="Pieddepage"/>
    <w:link w:val="EEPieddepageCar"/>
    <w:uiPriority w:val="15"/>
    <w:semiHidden/>
    <w:qFormat/>
    <w:rsid w:val="006B25F7"/>
    <w:pPr>
      <w:tabs>
        <w:tab w:val="clear" w:pos="8505"/>
        <w:tab w:val="center" w:pos="4536"/>
        <w:tab w:val="right" w:pos="9072"/>
      </w:tabs>
      <w:suppressAutoHyphens/>
      <w:jc w:val="left"/>
    </w:pPr>
    <w:rPr>
      <w:rFonts w:ascii="Century Gothic" w:hAnsi="Century Gothic" w:cs="Mangal"/>
      <w:color w:val="FFFFFF" w:themeColor="background1"/>
      <w:kern w:val="24"/>
      <w:sz w:val="20"/>
      <w:szCs w:val="16"/>
    </w:rPr>
  </w:style>
  <w:style w:type="character" w:customStyle="1" w:styleId="EEPieddepageCar">
    <w:name w:val="EE Pied de page Car"/>
    <w:basedOn w:val="PieddepageCar"/>
    <w:link w:val="EEPieddepage"/>
    <w:uiPriority w:val="15"/>
    <w:semiHidden/>
    <w:rsid w:val="006B25F7"/>
    <w:rPr>
      <w:rFonts w:ascii="Century Gothic" w:hAnsi="Century Gothic" w:cs="Mangal"/>
      <w:color w:val="FFFFFF" w:themeColor="background1"/>
      <w:kern w:val="24"/>
      <w:sz w:val="20"/>
      <w:szCs w:val="16"/>
    </w:rPr>
  </w:style>
  <w:style w:type="paragraph" w:customStyle="1" w:styleId="BlocAdresseCITEO">
    <w:name w:val="Bloc Adresse CITEO"/>
    <w:basedOn w:val="Normal"/>
    <w:link w:val="BlocAdresseCITEOCar"/>
    <w:uiPriority w:val="99"/>
    <w:semiHidden/>
    <w:qFormat/>
    <w:rsid w:val="00CD0D84"/>
    <w:pPr>
      <w:framePr w:w="3686" w:wrap="around" w:vAnchor="text" w:hAnchor="margin" w:x="1" w:y="-1174"/>
      <w:pBdr>
        <w:top w:val="single" w:sz="48" w:space="0" w:color="FFFFFF" w:themeColor="background1"/>
        <w:left w:val="single" w:sz="48" w:space="0" w:color="FFFFFF" w:themeColor="background1"/>
        <w:bottom w:val="single" w:sz="48" w:space="0" w:color="FFFFFF" w:themeColor="background1"/>
        <w:right w:val="single" w:sz="48" w:space="0" w:color="FFFFFF" w:themeColor="background1"/>
      </w:pBdr>
      <w:shd w:val="clear" w:color="auto" w:fill="FFFFFF" w:themeFill="background1"/>
      <w:spacing w:after="0"/>
      <w:contextualSpacing/>
      <w:jc w:val="left"/>
    </w:pPr>
  </w:style>
  <w:style w:type="character" w:customStyle="1" w:styleId="BlocAdresseCITEOCar">
    <w:name w:val="Bloc Adresse CITEO Car"/>
    <w:basedOn w:val="Policepardfaut"/>
    <w:link w:val="BlocAdresseCITEO"/>
    <w:uiPriority w:val="99"/>
    <w:semiHidden/>
    <w:rsid w:val="00D125A5"/>
    <w:rPr>
      <w:sz w:val="20"/>
      <w:shd w:val="clear" w:color="auto" w:fill="FFFFFF" w:themeFill="background1"/>
    </w:rPr>
  </w:style>
  <w:style w:type="paragraph" w:styleId="Retraitcorpsdetexte2">
    <w:name w:val="Body Text Indent 2"/>
    <w:basedOn w:val="Retraitcorpsdetexte"/>
    <w:link w:val="Retraitcorpsdetexte2Car"/>
    <w:uiPriority w:val="63"/>
    <w:rsid w:val="00BA5A07"/>
    <w:pPr>
      <w:ind w:left="567"/>
    </w:pPr>
  </w:style>
  <w:style w:type="character" w:customStyle="1" w:styleId="Retraitcorpsdetexte2Car">
    <w:name w:val="Retrait corps de texte 2 Car"/>
    <w:basedOn w:val="Policepardfaut"/>
    <w:link w:val="Retraitcorpsdetexte2"/>
    <w:uiPriority w:val="63"/>
    <w:rsid w:val="00BA5A07"/>
    <w:rPr>
      <w:sz w:val="20"/>
    </w:rPr>
  </w:style>
  <w:style w:type="character" w:styleId="Accentuationintense">
    <w:name w:val="Intense Emphasis"/>
    <w:basedOn w:val="Policepardfaut"/>
    <w:uiPriority w:val="2"/>
    <w:qFormat/>
    <w:rsid w:val="00A666D3"/>
    <w:rPr>
      <w:b/>
      <w:i w:val="0"/>
      <w:iCs/>
      <w:color w:val="009FE3" w:themeColor="text2"/>
    </w:rPr>
  </w:style>
  <w:style w:type="paragraph" w:styleId="Citationintense">
    <w:name w:val="Intense Quote"/>
    <w:basedOn w:val="Normal"/>
    <w:next w:val="Normal"/>
    <w:link w:val="CitationintenseCar"/>
    <w:uiPriority w:val="99"/>
    <w:semiHidden/>
    <w:qFormat/>
    <w:rsid w:val="00F92868"/>
    <w:pPr>
      <w:pBdr>
        <w:top w:val="single" w:sz="4" w:space="10" w:color="009FE3" w:themeColor="text2"/>
        <w:bottom w:val="single" w:sz="4" w:space="10" w:color="009FE3" w:themeColor="text2"/>
      </w:pBdr>
      <w:spacing w:before="360" w:after="360"/>
      <w:ind w:left="864" w:right="864"/>
      <w:jc w:val="center"/>
    </w:pPr>
    <w:rPr>
      <w:i/>
      <w:iCs/>
      <w:color w:val="009FE3" w:themeColor="text2"/>
    </w:rPr>
  </w:style>
  <w:style w:type="character" w:customStyle="1" w:styleId="CitationintenseCar">
    <w:name w:val="Citation intense Car"/>
    <w:basedOn w:val="Policepardfaut"/>
    <w:link w:val="Citationintense"/>
    <w:uiPriority w:val="99"/>
    <w:semiHidden/>
    <w:rsid w:val="00D125A5"/>
    <w:rPr>
      <w:i/>
      <w:iCs/>
      <w:color w:val="009FE3" w:themeColor="text2"/>
      <w:sz w:val="20"/>
    </w:rPr>
  </w:style>
  <w:style w:type="paragraph" w:customStyle="1" w:styleId="Datedocument">
    <w:name w:val="Date document"/>
    <w:link w:val="DatedocumentCar"/>
    <w:uiPriority w:val="83"/>
    <w:qFormat/>
    <w:rsid w:val="00A42272"/>
    <w:pPr>
      <w:spacing w:after="360"/>
      <w:ind w:left="-284"/>
    </w:pPr>
    <w:rPr>
      <w:color w:val="009FE3" w:themeColor="text2"/>
      <w:sz w:val="24"/>
      <w:szCs w:val="48"/>
    </w:rPr>
  </w:style>
  <w:style w:type="character" w:customStyle="1" w:styleId="DatedocumentCar">
    <w:name w:val="Date document Car"/>
    <w:basedOn w:val="Sous-titreCar"/>
    <w:link w:val="Datedocument"/>
    <w:uiPriority w:val="83"/>
    <w:rsid w:val="00C23E61"/>
    <w:rPr>
      <w:color w:val="009FE3" w:themeColor="text2"/>
      <w:sz w:val="24"/>
      <w:szCs w:val="48"/>
    </w:rPr>
  </w:style>
  <w:style w:type="paragraph" w:customStyle="1" w:styleId="Encart">
    <w:name w:val="Encart"/>
    <w:basedOn w:val="Normal"/>
    <w:link w:val="EncartCar"/>
    <w:uiPriority w:val="16"/>
    <w:qFormat/>
    <w:rsid w:val="00223AC4"/>
    <w:pPr>
      <w:keepNext/>
      <w:keepLines/>
      <w:pBdr>
        <w:top w:val="dashed" w:sz="12" w:space="8" w:color="009FE3" w:themeColor="text2"/>
        <w:left w:val="dashed" w:sz="12" w:space="9" w:color="009FE3" w:themeColor="text2"/>
        <w:bottom w:val="dashed" w:sz="12" w:space="8" w:color="009FE3" w:themeColor="text2"/>
        <w:right w:val="dashed" w:sz="12" w:space="9" w:color="009FE3" w:themeColor="text2"/>
      </w:pBdr>
      <w:shd w:val="clear" w:color="009FE3" w:themeColor="text2" w:fill="FFFFFF" w:themeFill="background1"/>
      <w:spacing w:after="200" w:line="276" w:lineRule="auto"/>
      <w:ind w:left="198" w:right="198"/>
    </w:pPr>
    <w:rPr>
      <w:rFonts w:cs="Mangal"/>
      <w:color w:val="009FE3" w:themeColor="text2"/>
      <w:kern w:val="24"/>
      <w:szCs w:val="16"/>
    </w:rPr>
  </w:style>
  <w:style w:type="character" w:customStyle="1" w:styleId="EncartCar">
    <w:name w:val="Encart Car"/>
    <w:basedOn w:val="Policepardfaut"/>
    <w:link w:val="Encart"/>
    <w:uiPriority w:val="16"/>
    <w:rsid w:val="00820B3F"/>
    <w:rPr>
      <w:rFonts w:cs="Mangal"/>
      <w:color w:val="009FE3" w:themeColor="text2"/>
      <w:kern w:val="24"/>
      <w:sz w:val="20"/>
      <w:szCs w:val="16"/>
      <w:shd w:val="clear" w:color="009FE3" w:themeColor="text2" w:fill="FFFFFF" w:themeFill="background1"/>
    </w:rPr>
  </w:style>
  <w:style w:type="paragraph" w:customStyle="1" w:styleId="EncartListe">
    <w:name w:val="Encart Liste"/>
    <w:basedOn w:val="Encart"/>
    <w:link w:val="EncartListeCar"/>
    <w:uiPriority w:val="16"/>
    <w:qFormat/>
    <w:rsid w:val="00223AC4"/>
    <w:pPr>
      <w:numPr>
        <w:numId w:val="5"/>
      </w:numPr>
      <w:ind w:left="567" w:hanging="369"/>
    </w:pPr>
  </w:style>
  <w:style w:type="character" w:customStyle="1" w:styleId="EncartListeCar">
    <w:name w:val="Encart Liste Car"/>
    <w:basedOn w:val="EncartCar"/>
    <w:link w:val="EncartListe"/>
    <w:uiPriority w:val="16"/>
    <w:rsid w:val="0072206F"/>
    <w:rPr>
      <w:rFonts w:cs="Mangal"/>
      <w:color w:val="009FE3" w:themeColor="text2"/>
      <w:kern w:val="24"/>
      <w:sz w:val="20"/>
      <w:szCs w:val="16"/>
      <w:shd w:val="clear" w:color="009FE3" w:themeColor="text2" w:fill="FFFFFF" w:themeFill="background1"/>
    </w:rPr>
  </w:style>
  <w:style w:type="paragraph" w:customStyle="1" w:styleId="EncartTitre">
    <w:name w:val="Encart Titre"/>
    <w:basedOn w:val="Encart"/>
    <w:link w:val="EncartTitreCar"/>
    <w:uiPriority w:val="15"/>
    <w:qFormat/>
    <w:rsid w:val="00223AC4"/>
    <w:pPr>
      <w:jc w:val="left"/>
    </w:pPr>
    <w:rPr>
      <w:b/>
      <w:caps/>
    </w:rPr>
  </w:style>
  <w:style w:type="character" w:customStyle="1" w:styleId="EncartTitreCar">
    <w:name w:val="Encart Titre Car"/>
    <w:basedOn w:val="EncartCar"/>
    <w:link w:val="EncartTitre"/>
    <w:uiPriority w:val="15"/>
    <w:rsid w:val="0072206F"/>
    <w:rPr>
      <w:rFonts w:cs="Mangal"/>
      <w:b/>
      <w:caps/>
      <w:color w:val="009FE3" w:themeColor="text2"/>
      <w:kern w:val="24"/>
      <w:sz w:val="20"/>
      <w:szCs w:val="16"/>
      <w:shd w:val="clear" w:color="009FE3" w:themeColor="text2" w:fill="FFFFFF" w:themeFill="background1"/>
    </w:rPr>
  </w:style>
  <w:style w:type="paragraph" w:customStyle="1" w:styleId="EncartListenumro">
    <w:name w:val="Encart Liste à numéro"/>
    <w:basedOn w:val="Encart"/>
    <w:link w:val="EncartListenumroCar"/>
    <w:uiPriority w:val="16"/>
    <w:qFormat/>
    <w:rsid w:val="00223AC4"/>
    <w:pPr>
      <w:numPr>
        <w:numId w:val="6"/>
      </w:numPr>
      <w:ind w:left="558"/>
    </w:pPr>
  </w:style>
  <w:style w:type="character" w:customStyle="1" w:styleId="EncartListenumroCar">
    <w:name w:val="Encart Liste à numéro Car"/>
    <w:basedOn w:val="EncartCar"/>
    <w:link w:val="EncartListenumro"/>
    <w:uiPriority w:val="16"/>
    <w:rsid w:val="0072206F"/>
    <w:rPr>
      <w:rFonts w:cs="Mangal"/>
      <w:color w:val="009FE3" w:themeColor="text2"/>
      <w:kern w:val="24"/>
      <w:sz w:val="20"/>
      <w:szCs w:val="16"/>
      <w:shd w:val="clear" w:color="009FE3" w:themeColor="text2" w:fill="FFFFFF" w:themeFill="background1"/>
    </w:rPr>
  </w:style>
  <w:style w:type="paragraph" w:styleId="Lgende">
    <w:name w:val="caption"/>
    <w:basedOn w:val="Normal"/>
    <w:next w:val="Normal"/>
    <w:uiPriority w:val="2"/>
    <w:qFormat/>
    <w:rsid w:val="00C10629"/>
    <w:pPr>
      <w:spacing w:after="200" w:line="240" w:lineRule="auto"/>
    </w:pPr>
    <w:rPr>
      <w:i/>
      <w:iCs/>
      <w:color w:val="009FE3" w:themeColor="text2"/>
      <w:sz w:val="18"/>
      <w:szCs w:val="18"/>
    </w:rPr>
  </w:style>
  <w:style w:type="paragraph" w:styleId="Retraitcorpsdetexte3">
    <w:name w:val="Body Text Indent 3"/>
    <w:basedOn w:val="Normal"/>
    <w:link w:val="Retraitcorpsdetexte3Car"/>
    <w:uiPriority w:val="64"/>
    <w:rsid w:val="00BA5A07"/>
    <w:pPr>
      <w:ind w:left="851"/>
    </w:pPr>
    <w:rPr>
      <w:szCs w:val="16"/>
    </w:rPr>
  </w:style>
  <w:style w:type="character" w:customStyle="1" w:styleId="Retraitcorpsdetexte3Car">
    <w:name w:val="Retrait corps de texte 3 Car"/>
    <w:basedOn w:val="Policepardfaut"/>
    <w:link w:val="Retraitcorpsdetexte3"/>
    <w:uiPriority w:val="64"/>
    <w:rsid w:val="00BA5A07"/>
    <w:rPr>
      <w:sz w:val="20"/>
      <w:szCs w:val="16"/>
    </w:rPr>
  </w:style>
  <w:style w:type="table" w:customStyle="1" w:styleId="TableauCITEOLIGHT">
    <w:name w:val="Tableau CITEO LIGHT"/>
    <w:basedOn w:val="TableauNormal"/>
    <w:uiPriority w:val="99"/>
    <w:rsid w:val="00E1631E"/>
    <w:pPr>
      <w:spacing w:after="0" w:line="240" w:lineRule="auto"/>
    </w:pPr>
    <w:tblPr>
      <w:tblStyleRowBandSize w:val="1"/>
      <w:tblStyleColBandSize w:val="1"/>
      <w:tblInd w:w="113" w:type="dxa"/>
      <w:tblBorders>
        <w:top w:val="single" w:sz="4" w:space="0" w:color="009FE3" w:themeColor="text2"/>
        <w:left w:val="single" w:sz="4" w:space="0" w:color="009FE3" w:themeColor="text2"/>
        <w:bottom w:val="single" w:sz="4" w:space="0" w:color="009FE3" w:themeColor="text2"/>
        <w:right w:val="single" w:sz="4" w:space="0" w:color="009FE3" w:themeColor="text2"/>
        <w:insideH w:val="single" w:sz="4" w:space="0" w:color="009FE3" w:themeColor="text2"/>
        <w:insideV w:val="single" w:sz="4" w:space="0" w:color="009FE3" w:themeColor="text2"/>
      </w:tblBorders>
      <w:tblCellMar>
        <w:top w:w="85" w:type="dxa"/>
      </w:tblCellMar>
    </w:tblPr>
    <w:tblStylePr w:type="firstRow">
      <w:rPr>
        <w:b/>
        <w:color w:val="009FE3" w:themeColor="text2"/>
      </w:rPr>
    </w:tblStylePr>
    <w:tblStylePr w:type="lastRow">
      <w:tblPr/>
      <w:tcPr>
        <w:shd w:val="clear" w:color="auto" w:fill="C6EDFF" w:themeFill="text2" w:themeFillTint="33"/>
      </w:tcPr>
    </w:tblStylePr>
    <w:tblStylePr w:type="firstCol">
      <w:rPr>
        <w:b/>
        <w:color w:val="009FE3" w:themeColor="text2"/>
      </w:rPr>
    </w:tblStylePr>
    <w:tblStylePr w:type="lastCol">
      <w:rPr>
        <w:b/>
        <w:color w:val="009FE3" w:themeColor="text2"/>
      </w:rPr>
    </w:tblStylePr>
    <w:tblStylePr w:type="band1Vert">
      <w:tblPr/>
      <w:tcPr>
        <w:shd w:val="clear" w:color="auto" w:fill="C6EDFF" w:themeFill="text2" w:themeFillTint="33"/>
      </w:tcPr>
    </w:tblStylePr>
    <w:tblStylePr w:type="band2Horz">
      <w:tblPr/>
      <w:tcPr>
        <w:shd w:val="clear" w:color="auto" w:fill="C6EDFF" w:themeFill="text2" w:themeFillTint="33"/>
      </w:tcPr>
    </w:tblStylePr>
  </w:style>
  <w:style w:type="paragraph" w:customStyle="1" w:styleId="TitreSectionANNEXES">
    <w:name w:val="Titre Section ANNEXES"/>
    <w:basedOn w:val="Titre"/>
    <w:next w:val="AnnexesSeparateur"/>
    <w:link w:val="TitreSectionANNEXESCar"/>
    <w:uiPriority w:val="74"/>
    <w:qFormat/>
    <w:rsid w:val="0013704B"/>
    <w:pPr>
      <w:ind w:left="0"/>
    </w:pPr>
    <w:rPr>
      <w:color w:val="8DC799" w:themeColor="accent5"/>
    </w:rPr>
  </w:style>
  <w:style w:type="paragraph" w:customStyle="1" w:styleId="-Titre1">
    <w:name w:val="- Titre 1"/>
    <w:basedOn w:val="Normal"/>
    <w:next w:val="AnnexesSeparateur"/>
    <w:link w:val="-Titre1Car"/>
    <w:uiPriority w:val="75"/>
    <w:qFormat/>
    <w:rsid w:val="00A91C7A"/>
    <w:pPr>
      <w:pageBreakBefore/>
      <w:numPr>
        <w:numId w:val="9"/>
      </w:numPr>
      <w:jc w:val="left"/>
    </w:pPr>
    <w:rPr>
      <w:b/>
      <w:color w:val="8DC799" w:themeColor="accent5"/>
      <w:sz w:val="56"/>
      <w:szCs w:val="36"/>
    </w:rPr>
  </w:style>
  <w:style w:type="character" w:customStyle="1" w:styleId="-Titre1Car">
    <w:name w:val="- Titre 1 Car"/>
    <w:basedOn w:val="Policepardfaut"/>
    <w:link w:val="-Titre1"/>
    <w:uiPriority w:val="75"/>
    <w:rsid w:val="00A91C7A"/>
    <w:rPr>
      <w:b/>
      <w:color w:val="8DC799" w:themeColor="accent5"/>
      <w:sz w:val="56"/>
      <w:szCs w:val="36"/>
    </w:rPr>
  </w:style>
  <w:style w:type="character" w:customStyle="1" w:styleId="TitreSectionANNEXESCar">
    <w:name w:val="Titre Section ANNEXES Car"/>
    <w:basedOn w:val="TitreCar"/>
    <w:link w:val="TitreSectionANNEXES"/>
    <w:uiPriority w:val="74"/>
    <w:rsid w:val="00BE269D"/>
    <w:rPr>
      <w:color w:val="8DC799" w:themeColor="accent5"/>
      <w:sz w:val="96"/>
      <w:szCs w:val="84"/>
    </w:rPr>
  </w:style>
  <w:style w:type="paragraph" w:customStyle="1" w:styleId="ListeCOCHE">
    <w:name w:val="Liste COCHE"/>
    <w:basedOn w:val="Normal"/>
    <w:link w:val="ListeCOCHECar"/>
    <w:uiPriority w:val="66"/>
    <w:qFormat/>
    <w:rsid w:val="007D4669"/>
    <w:pPr>
      <w:keepNext/>
      <w:keepLines/>
      <w:numPr>
        <w:numId w:val="7"/>
      </w:numPr>
    </w:pPr>
    <w:rPr>
      <w:color w:val="009FE3" w:themeColor="text2"/>
    </w:rPr>
  </w:style>
  <w:style w:type="character" w:customStyle="1" w:styleId="ListeCOCHECar">
    <w:name w:val="Liste COCHE Car"/>
    <w:basedOn w:val="Policepardfaut"/>
    <w:link w:val="ListeCOCHE"/>
    <w:uiPriority w:val="66"/>
    <w:rsid w:val="006F5BD0"/>
    <w:rPr>
      <w:color w:val="009FE3" w:themeColor="text2"/>
      <w:sz w:val="20"/>
    </w:rPr>
  </w:style>
  <w:style w:type="paragraph" w:customStyle="1" w:styleId="ExempleListe">
    <w:name w:val="Exemple Liste"/>
    <w:basedOn w:val="Listepuces"/>
    <w:link w:val="ExempleListeCar"/>
    <w:uiPriority w:val="13"/>
    <w:semiHidden/>
    <w:qFormat/>
    <w:rsid w:val="003538EF"/>
    <w:pPr>
      <w:tabs>
        <w:tab w:val="clear" w:pos="284"/>
        <w:tab w:val="num" w:pos="2410"/>
      </w:tabs>
      <w:ind w:left="2410" w:hanging="283"/>
    </w:pPr>
  </w:style>
  <w:style w:type="character" w:customStyle="1" w:styleId="ExempleListeCar">
    <w:name w:val="Exemple Liste Car"/>
    <w:basedOn w:val="ListepucesCar"/>
    <w:link w:val="ExempleListe"/>
    <w:uiPriority w:val="13"/>
    <w:semiHidden/>
    <w:rsid w:val="00F837E8"/>
    <w:rPr>
      <w:sz w:val="20"/>
    </w:rPr>
  </w:style>
  <w:style w:type="paragraph" w:customStyle="1" w:styleId="Exempleparagraphe">
    <w:name w:val="Exemple paragraphe"/>
    <w:basedOn w:val="Normal"/>
    <w:link w:val="ExempleparagrapheCar"/>
    <w:uiPriority w:val="13"/>
    <w:semiHidden/>
    <w:qFormat/>
    <w:rsid w:val="00CA0E88"/>
    <w:pPr>
      <w:ind w:left="1985"/>
    </w:pPr>
  </w:style>
  <w:style w:type="character" w:customStyle="1" w:styleId="ExempleparagrapheCar">
    <w:name w:val="Exemple paragraphe Car"/>
    <w:basedOn w:val="Policepardfaut"/>
    <w:link w:val="Exempleparagraphe"/>
    <w:uiPriority w:val="13"/>
    <w:semiHidden/>
    <w:rsid w:val="00F837E8"/>
    <w:rPr>
      <w:sz w:val="20"/>
    </w:rPr>
  </w:style>
  <w:style w:type="paragraph" w:styleId="NormalWeb">
    <w:name w:val="Normal (Web)"/>
    <w:basedOn w:val="Normal"/>
    <w:link w:val="NormalWebCar"/>
    <w:uiPriority w:val="99"/>
    <w:semiHidden/>
    <w:rsid w:val="006B0F5D"/>
    <w:pPr>
      <w:spacing w:before="100" w:beforeAutospacing="1" w:after="100" w:afterAutospacing="1" w:line="300" w:lineRule="atLeast"/>
      <w:jc w:val="left"/>
    </w:pPr>
    <w:rPr>
      <w:rFonts w:ascii="Times New Roman" w:eastAsia="Times New Roman" w:hAnsi="Times New Roman" w:cs="Times New Roman"/>
      <w:sz w:val="24"/>
      <w:szCs w:val="24"/>
      <w:lang w:eastAsia="fr-FR"/>
    </w:rPr>
  </w:style>
  <w:style w:type="character" w:customStyle="1" w:styleId="NormalWebCar">
    <w:name w:val="Normal (Web) Car"/>
    <w:basedOn w:val="Policepardfaut"/>
    <w:link w:val="NormalWeb"/>
    <w:uiPriority w:val="99"/>
    <w:semiHidden/>
    <w:rsid w:val="004460A1"/>
    <w:rPr>
      <w:rFonts w:ascii="Times New Roman" w:eastAsia="Times New Roman" w:hAnsi="Times New Roman" w:cs="Times New Roman"/>
      <w:sz w:val="24"/>
      <w:szCs w:val="24"/>
      <w:lang w:eastAsia="fr-FR"/>
    </w:rPr>
  </w:style>
  <w:style w:type="paragraph" w:customStyle="1" w:styleId="AnnexesTitre2">
    <w:name w:val="Annexes : Titre 2"/>
    <w:basedOn w:val="Normal"/>
    <w:next w:val="Normal"/>
    <w:link w:val="AnnexesTitre2Car"/>
    <w:uiPriority w:val="77"/>
    <w:qFormat/>
    <w:rsid w:val="001F776A"/>
    <w:pPr>
      <w:numPr>
        <w:ilvl w:val="1"/>
        <w:numId w:val="9"/>
      </w:numPr>
      <w:spacing w:before="480" w:after="240"/>
    </w:pPr>
    <w:rPr>
      <w:b/>
      <w:color w:val="8DC799" w:themeColor="accent5"/>
      <w:sz w:val="32"/>
    </w:rPr>
  </w:style>
  <w:style w:type="character" w:customStyle="1" w:styleId="AnnexesTitre2Car">
    <w:name w:val="Annexes : Titre 2 Car"/>
    <w:basedOn w:val="Policepardfaut"/>
    <w:link w:val="AnnexesTitre2"/>
    <w:uiPriority w:val="77"/>
    <w:rsid w:val="00BE269D"/>
    <w:rPr>
      <w:b/>
      <w:color w:val="8DC799" w:themeColor="accent5"/>
      <w:sz w:val="32"/>
    </w:rPr>
  </w:style>
  <w:style w:type="paragraph" w:customStyle="1" w:styleId="En-tteAnnexes">
    <w:name w:val="En-tête Annexes"/>
    <w:basedOn w:val="En-tte"/>
    <w:link w:val="En-tteAnnexesCar"/>
    <w:uiPriority w:val="99"/>
    <w:semiHidden/>
    <w:qFormat/>
    <w:rsid w:val="00F66DE4"/>
    <w:rPr>
      <w:color w:val="8DC799" w:themeColor="accent5"/>
    </w:rPr>
  </w:style>
  <w:style w:type="character" w:customStyle="1" w:styleId="En-tteAnnexesCar">
    <w:name w:val="En-tête Annexes Car"/>
    <w:basedOn w:val="En-tteCar"/>
    <w:link w:val="En-tteAnnexes"/>
    <w:uiPriority w:val="99"/>
    <w:semiHidden/>
    <w:rsid w:val="004460A1"/>
    <w:rPr>
      <w:color w:val="8DC799" w:themeColor="accent5"/>
      <w:sz w:val="18"/>
    </w:rPr>
  </w:style>
  <w:style w:type="character" w:styleId="Lienhypertextesuivivisit">
    <w:name w:val="FollowedHyperlink"/>
    <w:basedOn w:val="Policepardfaut"/>
    <w:uiPriority w:val="99"/>
    <w:semiHidden/>
    <w:unhideWhenUsed/>
    <w:rsid w:val="00872D39"/>
    <w:rPr>
      <w:color w:val="A197C9" w:themeColor="followedHyperlink"/>
      <w:u w:val="single"/>
    </w:rPr>
  </w:style>
  <w:style w:type="character" w:styleId="Accentuationlgre">
    <w:name w:val="Subtle Emphasis"/>
    <w:basedOn w:val="Policepardfaut"/>
    <w:uiPriority w:val="2"/>
    <w:qFormat/>
    <w:rsid w:val="00E752D4"/>
    <w:rPr>
      <w:i/>
      <w:iCs/>
      <w:color w:val="009FE3" w:themeColor="text2"/>
    </w:rPr>
  </w:style>
  <w:style w:type="paragraph" w:styleId="Citation">
    <w:name w:val="Quote"/>
    <w:basedOn w:val="Normal"/>
    <w:next w:val="Normal"/>
    <w:link w:val="CitationCar"/>
    <w:uiPriority w:val="2"/>
    <w:semiHidden/>
    <w:rsid w:val="00E752D4"/>
    <w:pPr>
      <w:spacing w:before="200" w:after="160"/>
      <w:jc w:val="left"/>
    </w:pPr>
    <w:rPr>
      <w:i/>
      <w:iCs/>
      <w:color w:val="009FE3" w:themeColor="text2"/>
      <w:sz w:val="28"/>
    </w:rPr>
  </w:style>
  <w:style w:type="character" w:customStyle="1" w:styleId="CitationCar">
    <w:name w:val="Citation Car"/>
    <w:basedOn w:val="Policepardfaut"/>
    <w:link w:val="Citation"/>
    <w:uiPriority w:val="2"/>
    <w:semiHidden/>
    <w:rsid w:val="00D125A5"/>
    <w:rPr>
      <w:i/>
      <w:iCs/>
      <w:color w:val="009FE3" w:themeColor="text2"/>
      <w:sz w:val="28"/>
    </w:rPr>
  </w:style>
  <w:style w:type="paragraph" w:customStyle="1" w:styleId="AnnexesTitre3">
    <w:name w:val="Annexes : Titre 3"/>
    <w:basedOn w:val="AnnexesTitre2"/>
    <w:next w:val="Normal"/>
    <w:link w:val="AnnexesTitre3Car"/>
    <w:uiPriority w:val="77"/>
    <w:qFormat/>
    <w:rsid w:val="001F776A"/>
    <w:pPr>
      <w:numPr>
        <w:ilvl w:val="2"/>
      </w:numPr>
      <w:spacing w:before="360" w:after="120"/>
    </w:pPr>
    <w:rPr>
      <w:b w:val="0"/>
      <w:sz w:val="28"/>
    </w:rPr>
  </w:style>
  <w:style w:type="character" w:customStyle="1" w:styleId="AnnexesTitre3Car">
    <w:name w:val="Annexes : Titre 3 Car"/>
    <w:basedOn w:val="AnnexesTitre2Car"/>
    <w:link w:val="AnnexesTitre3"/>
    <w:uiPriority w:val="77"/>
    <w:rsid w:val="00BE269D"/>
    <w:rPr>
      <w:b w:val="0"/>
      <w:color w:val="8DC799" w:themeColor="accent5"/>
      <w:sz w:val="28"/>
    </w:rPr>
  </w:style>
  <w:style w:type="paragraph" w:customStyle="1" w:styleId="ListepucesBleues">
    <w:name w:val="Liste à puces Bleues"/>
    <w:link w:val="ListepucesBleuesCar"/>
    <w:uiPriority w:val="62"/>
    <w:qFormat/>
    <w:rsid w:val="008C2217"/>
    <w:pPr>
      <w:numPr>
        <w:numId w:val="10"/>
      </w:numPr>
      <w:spacing w:after="120"/>
    </w:pPr>
    <w:rPr>
      <w:b/>
      <w:color w:val="009FE3" w:themeColor="text2"/>
      <w:sz w:val="20"/>
    </w:rPr>
  </w:style>
  <w:style w:type="character" w:customStyle="1" w:styleId="ListepucesBleuesCar">
    <w:name w:val="Liste à puces Bleues Car"/>
    <w:basedOn w:val="ListepucesCar"/>
    <w:link w:val="ListepucesBleues"/>
    <w:uiPriority w:val="62"/>
    <w:rsid w:val="008C2217"/>
    <w:rPr>
      <w:b/>
      <w:color w:val="009FE3" w:themeColor="text2"/>
      <w:sz w:val="20"/>
    </w:rPr>
  </w:style>
  <w:style w:type="paragraph" w:styleId="Paragraphedeliste">
    <w:name w:val="List Paragraph"/>
    <w:aliases w:val="Bullet List Paragraph,List Paragraph1,Heading 2_sj,Listes,Resume Title,Citation List,Ha,Body,List Paragraph_Table bullets,1st level - Bullet List Paragraph,Lettre d'introduction,Paragrafo elenco,Medium Grid 1 - Accent 21,AFW Body"/>
    <w:basedOn w:val="Normal"/>
    <w:link w:val="ParagraphedelisteCar"/>
    <w:uiPriority w:val="8"/>
    <w:qFormat/>
    <w:rsid w:val="00A77211"/>
    <w:pPr>
      <w:ind w:left="720"/>
      <w:contextualSpacing/>
    </w:pPr>
  </w:style>
  <w:style w:type="character" w:customStyle="1" w:styleId="ParagraphedelisteCar">
    <w:name w:val="Paragraphe de liste Car"/>
    <w:aliases w:val="Bullet List Paragraph Car,List Paragraph1 Car,Heading 2_sj Car,Listes Car,Resume Title Car,Citation List Car,Ha Car,Body Car,List Paragraph_Table bullets Car,1st level - Bullet List Paragraph Car,Lettre d'introduction Car"/>
    <w:basedOn w:val="Policepardfaut"/>
    <w:link w:val="Paragraphedeliste"/>
    <w:uiPriority w:val="8"/>
    <w:qFormat/>
    <w:rsid w:val="00A77211"/>
    <w:rPr>
      <w:sz w:val="20"/>
    </w:rPr>
  </w:style>
  <w:style w:type="paragraph" w:customStyle="1" w:styleId="ListeNumroteBleue">
    <w:name w:val="Liste Numérotée Bleue"/>
    <w:basedOn w:val="Paragraphedeliste"/>
    <w:link w:val="ListeNumroteBleueCar"/>
    <w:uiPriority w:val="69"/>
    <w:qFormat/>
    <w:rsid w:val="00CA54AA"/>
    <w:pPr>
      <w:keepNext/>
      <w:keepLines/>
      <w:numPr>
        <w:numId w:val="11"/>
      </w:numPr>
      <w:spacing w:before="360"/>
      <w:jc w:val="left"/>
    </w:pPr>
    <w:rPr>
      <w:b/>
      <w:color w:val="009FE3" w:themeColor="text2"/>
      <w:sz w:val="24"/>
    </w:rPr>
  </w:style>
  <w:style w:type="character" w:customStyle="1" w:styleId="ListeNumroteBleueCar">
    <w:name w:val="Liste Numérotée Bleue Car"/>
    <w:basedOn w:val="ParagraphedelisteCar"/>
    <w:link w:val="ListeNumroteBleue"/>
    <w:uiPriority w:val="69"/>
    <w:rsid w:val="00CA54AA"/>
    <w:rPr>
      <w:b/>
      <w:color w:val="009FE3" w:themeColor="text2"/>
      <w:sz w:val="24"/>
    </w:rPr>
  </w:style>
  <w:style w:type="paragraph" w:styleId="Notedebasdepage">
    <w:name w:val="footnote text"/>
    <w:basedOn w:val="Normal"/>
    <w:link w:val="NotedebasdepageCar"/>
    <w:uiPriority w:val="99"/>
    <w:semiHidden/>
    <w:rsid w:val="00DF308B"/>
    <w:pPr>
      <w:shd w:val="diagStripe" w:color="FFFFFF" w:themeColor="background1" w:fill="auto"/>
      <w:spacing w:after="0" w:line="240" w:lineRule="auto"/>
      <w:ind w:left="142" w:hanging="142"/>
    </w:pPr>
    <w:rPr>
      <w:i/>
      <w:sz w:val="18"/>
      <w:szCs w:val="20"/>
    </w:rPr>
  </w:style>
  <w:style w:type="character" w:customStyle="1" w:styleId="NotedebasdepageCar">
    <w:name w:val="Note de bas de page Car"/>
    <w:basedOn w:val="Policepardfaut"/>
    <w:link w:val="Notedebasdepage"/>
    <w:uiPriority w:val="99"/>
    <w:semiHidden/>
    <w:rsid w:val="004460A1"/>
    <w:rPr>
      <w:i/>
      <w:sz w:val="18"/>
      <w:szCs w:val="20"/>
      <w:shd w:val="diagStripe" w:color="FFFFFF" w:themeColor="background1" w:fill="auto"/>
    </w:rPr>
  </w:style>
  <w:style w:type="character" w:styleId="Appelnotedebasdep">
    <w:name w:val="footnote reference"/>
    <w:basedOn w:val="Policepardfaut"/>
    <w:uiPriority w:val="99"/>
    <w:semiHidden/>
    <w:rsid w:val="00335DE6"/>
    <w:rPr>
      <w:b/>
      <w:color w:val="009FE3" w:themeColor="text2"/>
      <w:vertAlign w:val="superscript"/>
    </w:rPr>
  </w:style>
  <w:style w:type="paragraph" w:customStyle="1" w:styleId="TOPTitre">
    <w:name w:val="TOP Titre"/>
    <w:basedOn w:val="En-tte"/>
    <w:link w:val="TOPTitreCar"/>
    <w:uiPriority w:val="99"/>
    <w:semiHidden/>
    <w:qFormat/>
    <w:rsid w:val="008F111A"/>
    <w:pPr>
      <w:tabs>
        <w:tab w:val="clear" w:pos="9072"/>
        <w:tab w:val="center" w:pos="-425"/>
        <w:tab w:val="right" w:pos="8787"/>
      </w:tabs>
      <w:spacing w:after="600"/>
      <w:ind w:left="-567" w:hanging="284"/>
      <w:jc w:val="left"/>
    </w:pPr>
    <w:rPr>
      <w:noProof/>
      <w:sz w:val="20"/>
    </w:rPr>
  </w:style>
  <w:style w:type="character" w:customStyle="1" w:styleId="TOPTitreCar">
    <w:name w:val="TOP Titre Car"/>
    <w:basedOn w:val="En-tteCar"/>
    <w:link w:val="TOPTitre"/>
    <w:uiPriority w:val="99"/>
    <w:semiHidden/>
    <w:rsid w:val="004460A1"/>
    <w:rPr>
      <w:noProof/>
      <w:color w:val="009FE3" w:themeColor="text2"/>
      <w:sz w:val="20"/>
    </w:rPr>
  </w:style>
  <w:style w:type="paragraph" w:customStyle="1" w:styleId="Chap">
    <w:name w:val="Chapô"/>
    <w:basedOn w:val="Normal"/>
    <w:link w:val="ChapCar"/>
    <w:uiPriority w:val="12"/>
    <w:qFormat/>
    <w:rsid w:val="00BB243F"/>
    <w:pPr>
      <w:spacing w:before="120" w:after="80"/>
    </w:pPr>
    <w:rPr>
      <w:color w:val="009FE3" w:themeColor="text2"/>
      <w:sz w:val="24"/>
    </w:rPr>
  </w:style>
  <w:style w:type="character" w:customStyle="1" w:styleId="ChapCar">
    <w:name w:val="Chapô Car"/>
    <w:basedOn w:val="Policepardfaut"/>
    <w:link w:val="Chap"/>
    <w:uiPriority w:val="12"/>
    <w:rsid w:val="00F837E8"/>
    <w:rPr>
      <w:color w:val="009FE3" w:themeColor="text2"/>
      <w:sz w:val="24"/>
    </w:rPr>
  </w:style>
  <w:style w:type="paragraph" w:customStyle="1" w:styleId="Default">
    <w:name w:val="Default"/>
    <w:rsid w:val="00446E23"/>
    <w:pPr>
      <w:autoSpaceDE w:val="0"/>
      <w:autoSpaceDN w:val="0"/>
      <w:adjustRightInd w:val="0"/>
      <w:spacing w:after="0" w:line="240" w:lineRule="auto"/>
    </w:pPr>
    <w:rPr>
      <w:rFonts w:ascii="Georgia" w:eastAsia="Times New Roman" w:hAnsi="Georgia" w:cs="Georgia"/>
      <w:color w:val="000000"/>
      <w:sz w:val="24"/>
      <w:szCs w:val="24"/>
      <w:lang w:eastAsia="fr-FR"/>
    </w:rPr>
  </w:style>
  <w:style w:type="paragraph" w:customStyle="1" w:styleId="ENCARTVERT">
    <w:name w:val="ENCART VERT"/>
    <w:basedOn w:val="Encart"/>
    <w:link w:val="ENCARTVERTCar"/>
    <w:uiPriority w:val="78"/>
    <w:qFormat/>
    <w:rsid w:val="00B01A5A"/>
    <w:pPr>
      <w:pBdr>
        <w:top w:val="dashed" w:sz="12" w:space="8" w:color="8DC799" w:themeColor="accent5"/>
        <w:left w:val="dashed" w:sz="12" w:space="9" w:color="8DC799" w:themeColor="accent5"/>
        <w:bottom w:val="dashed" w:sz="12" w:space="8" w:color="8DC799" w:themeColor="accent5"/>
        <w:right w:val="dashed" w:sz="12" w:space="9" w:color="8DC799" w:themeColor="accent5"/>
      </w:pBdr>
      <w:spacing w:line="240" w:lineRule="auto"/>
      <w:contextualSpacing/>
      <w:jc w:val="left"/>
    </w:pPr>
    <w:rPr>
      <w:color w:val="8DC799" w:themeColor="accent5"/>
    </w:rPr>
  </w:style>
  <w:style w:type="character" w:customStyle="1" w:styleId="ENCARTVERTCar">
    <w:name w:val="ENCART VERT Car"/>
    <w:basedOn w:val="EncartCar"/>
    <w:link w:val="ENCARTVERT"/>
    <w:uiPriority w:val="78"/>
    <w:rsid w:val="00C23E61"/>
    <w:rPr>
      <w:rFonts w:cs="Mangal"/>
      <w:color w:val="8DC799" w:themeColor="accent5"/>
      <w:kern w:val="24"/>
      <w:sz w:val="20"/>
      <w:szCs w:val="16"/>
      <w:shd w:val="clear" w:color="009FE3" w:themeColor="text2" w:fill="FFFFFF" w:themeFill="background1"/>
    </w:rPr>
  </w:style>
  <w:style w:type="paragraph" w:customStyle="1" w:styleId="NumropageAnnexe">
    <w:name w:val="Numéro page Annexe"/>
    <w:basedOn w:val="Pieddepage"/>
    <w:uiPriority w:val="99"/>
    <w:semiHidden/>
    <w:qFormat/>
    <w:rsid w:val="00B01A5A"/>
    <w:pPr>
      <w:jc w:val="right"/>
    </w:pPr>
    <w:rPr>
      <w:color w:val="8DC799" w:themeColor="accent5"/>
    </w:rPr>
  </w:style>
  <w:style w:type="paragraph" w:customStyle="1" w:styleId="EncartAnnexe">
    <w:name w:val="Encart Annexe"/>
    <w:basedOn w:val="Normal"/>
    <w:link w:val="EncartAnnexeCar"/>
    <w:uiPriority w:val="18"/>
    <w:qFormat/>
    <w:rsid w:val="001060A9"/>
    <w:pPr>
      <w:keepNext/>
      <w:keepLines/>
      <w:pBdr>
        <w:top w:val="dashed" w:sz="12" w:space="8" w:color="8DC799" w:themeColor="accent5"/>
        <w:left w:val="dashed" w:sz="12" w:space="9" w:color="8DC799" w:themeColor="accent5"/>
        <w:bottom w:val="dashed" w:sz="12" w:space="8" w:color="8DC799" w:themeColor="accent5"/>
        <w:right w:val="dashed" w:sz="12" w:space="9" w:color="8DC799" w:themeColor="accent5"/>
      </w:pBdr>
      <w:shd w:val="clear" w:color="009FE3" w:themeColor="text2" w:fill="FFFFFF" w:themeFill="background1"/>
      <w:spacing w:after="200" w:line="276" w:lineRule="auto"/>
      <w:ind w:left="198" w:right="198"/>
    </w:pPr>
    <w:rPr>
      <w:rFonts w:cs="Mangal"/>
      <w:color w:val="8DC799" w:themeColor="accent5"/>
      <w:kern w:val="24"/>
      <w:szCs w:val="16"/>
    </w:rPr>
  </w:style>
  <w:style w:type="character" w:customStyle="1" w:styleId="EncartAnnexeCar">
    <w:name w:val="Encart Annexe Car"/>
    <w:basedOn w:val="Policepardfaut"/>
    <w:link w:val="EncartAnnexe"/>
    <w:uiPriority w:val="18"/>
    <w:rsid w:val="00820B3F"/>
    <w:rPr>
      <w:rFonts w:cs="Mangal"/>
      <w:color w:val="8DC799" w:themeColor="accent5"/>
      <w:kern w:val="24"/>
      <w:sz w:val="20"/>
      <w:szCs w:val="16"/>
      <w:shd w:val="clear" w:color="009FE3" w:themeColor="text2" w:fill="FFFFFF" w:themeFill="background1"/>
    </w:rPr>
  </w:style>
  <w:style w:type="paragraph" w:customStyle="1" w:styleId="EncartAnnexeTitre">
    <w:name w:val="Encart Annexe Titre"/>
    <w:basedOn w:val="EncartAnnexe"/>
    <w:link w:val="EncartAnnexeTitreCar"/>
    <w:uiPriority w:val="17"/>
    <w:qFormat/>
    <w:rsid w:val="001060A9"/>
    <w:pPr>
      <w:jc w:val="left"/>
    </w:pPr>
    <w:rPr>
      <w:b/>
      <w:caps/>
    </w:rPr>
  </w:style>
  <w:style w:type="character" w:customStyle="1" w:styleId="EncartAnnexeTitreCar">
    <w:name w:val="Encart Annexe Titre Car"/>
    <w:basedOn w:val="EncartAnnexeCar"/>
    <w:link w:val="EncartAnnexeTitre"/>
    <w:uiPriority w:val="17"/>
    <w:rsid w:val="00820B3F"/>
    <w:rPr>
      <w:rFonts w:cs="Mangal"/>
      <w:b/>
      <w:caps/>
      <w:color w:val="8DC799" w:themeColor="accent5"/>
      <w:kern w:val="24"/>
      <w:sz w:val="20"/>
      <w:szCs w:val="16"/>
      <w:shd w:val="clear" w:color="009FE3" w:themeColor="text2" w:fill="FFFFFF" w:themeFill="background1"/>
    </w:rPr>
  </w:style>
  <w:style w:type="paragraph" w:customStyle="1" w:styleId="ItemAnnexe1">
    <w:name w:val="Item Annexe 1"/>
    <w:basedOn w:val="Normal"/>
    <w:link w:val="ItemAnnexe1Car"/>
    <w:uiPriority w:val="78"/>
    <w:qFormat/>
    <w:rsid w:val="0086627C"/>
    <w:pPr>
      <w:jc w:val="left"/>
    </w:pPr>
    <w:rPr>
      <w:b/>
      <w:color w:val="8DC799" w:themeColor="accent5"/>
      <w:sz w:val="28"/>
    </w:rPr>
  </w:style>
  <w:style w:type="character" w:customStyle="1" w:styleId="ItemAnnexe1Car">
    <w:name w:val="Item Annexe 1 Car"/>
    <w:basedOn w:val="Policepardfaut"/>
    <w:link w:val="ItemAnnexe1"/>
    <w:uiPriority w:val="78"/>
    <w:rsid w:val="00C23E61"/>
    <w:rPr>
      <w:b/>
      <w:color w:val="8DC799" w:themeColor="accent5"/>
      <w:sz w:val="28"/>
    </w:rPr>
  </w:style>
  <w:style w:type="paragraph" w:customStyle="1" w:styleId="ItemAnnexe2">
    <w:name w:val="Item Annexe 2"/>
    <w:basedOn w:val="Normal"/>
    <w:link w:val="ItemAnnexe2Car"/>
    <w:uiPriority w:val="78"/>
    <w:qFormat/>
    <w:rsid w:val="005D697D"/>
    <w:pPr>
      <w:jc w:val="left"/>
    </w:pPr>
    <w:rPr>
      <w:color w:val="8DC799" w:themeColor="accent5"/>
      <w:sz w:val="24"/>
    </w:rPr>
  </w:style>
  <w:style w:type="character" w:customStyle="1" w:styleId="ItemAnnexe2Car">
    <w:name w:val="Item Annexe 2 Car"/>
    <w:basedOn w:val="Policepardfaut"/>
    <w:link w:val="ItemAnnexe2"/>
    <w:uiPriority w:val="78"/>
    <w:rsid w:val="00C23E61"/>
    <w:rPr>
      <w:color w:val="8DC799" w:themeColor="accent5"/>
      <w:sz w:val="24"/>
    </w:rPr>
  </w:style>
  <w:style w:type="paragraph" w:customStyle="1" w:styleId="TOPTitreAnnexes">
    <w:name w:val="TOP Titre Annexes"/>
    <w:basedOn w:val="TOPTitre"/>
    <w:link w:val="TOPTitreAnnexesCar"/>
    <w:uiPriority w:val="99"/>
    <w:semiHidden/>
    <w:qFormat/>
    <w:rsid w:val="00E2730A"/>
    <w:rPr>
      <w:color w:val="8DC799" w:themeColor="accent5"/>
    </w:rPr>
  </w:style>
  <w:style w:type="character" w:customStyle="1" w:styleId="TOPTitreAnnexesCar">
    <w:name w:val="TOP Titre Annexes Car"/>
    <w:basedOn w:val="TOPTitreCar"/>
    <w:link w:val="TOPTitreAnnexes"/>
    <w:uiPriority w:val="99"/>
    <w:semiHidden/>
    <w:rsid w:val="004460A1"/>
    <w:rPr>
      <w:noProof/>
      <w:color w:val="8DC799" w:themeColor="accent5"/>
      <w:sz w:val="20"/>
    </w:rPr>
  </w:style>
  <w:style w:type="character" w:styleId="Marquedecommentaire">
    <w:name w:val="annotation reference"/>
    <w:basedOn w:val="Policepardfaut"/>
    <w:uiPriority w:val="99"/>
    <w:unhideWhenUsed/>
    <w:rsid w:val="00E96CF0"/>
    <w:rPr>
      <w:sz w:val="16"/>
      <w:szCs w:val="16"/>
    </w:rPr>
  </w:style>
  <w:style w:type="paragraph" w:styleId="Commentaire">
    <w:name w:val="annotation text"/>
    <w:basedOn w:val="Normal"/>
    <w:link w:val="CommentaireCar"/>
    <w:unhideWhenUsed/>
    <w:rsid w:val="00E96CF0"/>
    <w:pPr>
      <w:spacing w:line="240" w:lineRule="auto"/>
    </w:pPr>
    <w:rPr>
      <w:szCs w:val="20"/>
    </w:rPr>
  </w:style>
  <w:style w:type="character" w:customStyle="1" w:styleId="CommentaireCar">
    <w:name w:val="Commentaire Car"/>
    <w:basedOn w:val="Policepardfaut"/>
    <w:link w:val="Commentaire"/>
    <w:rsid w:val="00E96CF0"/>
    <w:rPr>
      <w:sz w:val="20"/>
      <w:szCs w:val="20"/>
    </w:rPr>
  </w:style>
  <w:style w:type="paragraph" w:styleId="Objetducommentaire">
    <w:name w:val="annotation subject"/>
    <w:basedOn w:val="Commentaire"/>
    <w:next w:val="Commentaire"/>
    <w:link w:val="ObjetducommentaireCar"/>
    <w:uiPriority w:val="99"/>
    <w:semiHidden/>
    <w:unhideWhenUsed/>
    <w:rsid w:val="00E96CF0"/>
    <w:rPr>
      <w:b/>
      <w:bCs/>
    </w:rPr>
  </w:style>
  <w:style w:type="character" w:customStyle="1" w:styleId="ObjetducommentaireCar">
    <w:name w:val="Objet du commentaire Car"/>
    <w:basedOn w:val="CommentaireCar"/>
    <w:link w:val="Objetducommentaire"/>
    <w:uiPriority w:val="99"/>
    <w:semiHidden/>
    <w:rsid w:val="00E96CF0"/>
    <w:rPr>
      <w:b/>
      <w:bCs/>
      <w:sz w:val="20"/>
      <w:szCs w:val="20"/>
    </w:rPr>
  </w:style>
  <w:style w:type="paragraph" w:styleId="Rvision">
    <w:name w:val="Revision"/>
    <w:hidden/>
    <w:uiPriority w:val="99"/>
    <w:semiHidden/>
    <w:rsid w:val="00E96CF0"/>
    <w:pPr>
      <w:spacing w:after="0" w:line="240" w:lineRule="auto"/>
    </w:pPr>
    <w:rPr>
      <w:sz w:val="20"/>
    </w:rPr>
  </w:style>
  <w:style w:type="character" w:customStyle="1" w:styleId="Mentionnonrsolue2">
    <w:name w:val="Mention non résolue2"/>
    <w:basedOn w:val="Policepardfaut"/>
    <w:uiPriority w:val="99"/>
    <w:semiHidden/>
    <w:unhideWhenUsed/>
    <w:rsid w:val="006673B7"/>
    <w:rPr>
      <w:color w:val="808080"/>
      <w:shd w:val="clear" w:color="auto" w:fill="E6E6E6"/>
    </w:rPr>
  </w:style>
  <w:style w:type="character" w:styleId="Accentuation">
    <w:name w:val="Emphasis"/>
    <w:basedOn w:val="Policepardfaut"/>
    <w:uiPriority w:val="1"/>
    <w:qFormat/>
    <w:rsid w:val="006148F6"/>
    <w:rPr>
      <w:i/>
      <w:iCs/>
    </w:rPr>
  </w:style>
  <w:style w:type="paragraph" w:customStyle="1" w:styleId="ListeCOCHE2">
    <w:name w:val="Liste COCHE 2"/>
    <w:basedOn w:val="Normal"/>
    <w:link w:val="ListeCOCHE2Car"/>
    <w:uiPriority w:val="66"/>
    <w:qFormat/>
    <w:rsid w:val="006F5BD0"/>
    <w:pPr>
      <w:numPr>
        <w:ilvl w:val="1"/>
        <w:numId w:val="7"/>
      </w:numPr>
    </w:pPr>
    <w:rPr>
      <w:color w:val="009FE3" w:themeColor="text2"/>
    </w:rPr>
  </w:style>
  <w:style w:type="character" w:customStyle="1" w:styleId="ListeCOCHE2Car">
    <w:name w:val="Liste COCHE 2 Car"/>
    <w:basedOn w:val="Policepardfaut"/>
    <w:link w:val="ListeCOCHE2"/>
    <w:uiPriority w:val="66"/>
    <w:rsid w:val="006F5BD0"/>
    <w:rPr>
      <w:color w:val="009FE3" w:themeColor="text2"/>
      <w:sz w:val="20"/>
    </w:rPr>
  </w:style>
  <w:style w:type="paragraph" w:customStyle="1" w:styleId="InfosDoc">
    <w:name w:val="InfosDoc"/>
    <w:basedOn w:val="Normal"/>
    <w:link w:val="InfosDocCar"/>
    <w:uiPriority w:val="99"/>
    <w:semiHidden/>
    <w:qFormat/>
    <w:rsid w:val="003C453D"/>
    <w:pPr>
      <w:spacing w:after="0" w:line="240" w:lineRule="auto"/>
      <w:contextualSpacing/>
    </w:pPr>
    <w:rPr>
      <w:sz w:val="16"/>
    </w:rPr>
  </w:style>
  <w:style w:type="paragraph" w:customStyle="1" w:styleId="InfosPage">
    <w:name w:val="InfosPage"/>
    <w:basedOn w:val="InfosDoc"/>
    <w:link w:val="InfosPageCar"/>
    <w:uiPriority w:val="99"/>
    <w:semiHidden/>
    <w:qFormat/>
    <w:rsid w:val="00754E8D"/>
    <w:pPr>
      <w:framePr w:hSpace="142" w:wrap="around" w:vAnchor="page" w:hAnchor="page" w:xAlign="center" w:yAlign="bottom"/>
      <w:suppressOverlap/>
      <w:jc w:val="right"/>
    </w:pPr>
    <w:rPr>
      <w:color w:val="009FE3" w:themeColor="text2"/>
      <w:sz w:val="18"/>
    </w:rPr>
  </w:style>
  <w:style w:type="character" w:customStyle="1" w:styleId="InfosDocCar">
    <w:name w:val="InfosDoc Car"/>
    <w:basedOn w:val="PieddepageCar"/>
    <w:link w:val="InfosDoc"/>
    <w:uiPriority w:val="99"/>
    <w:semiHidden/>
    <w:rsid w:val="005D7020"/>
    <w:rPr>
      <w:color w:val="000000" w:themeColor="text1"/>
      <w:sz w:val="16"/>
    </w:rPr>
  </w:style>
  <w:style w:type="paragraph" w:customStyle="1" w:styleId="InfosPageAnexxe">
    <w:name w:val="InfosPageAnexxe"/>
    <w:basedOn w:val="InfosPage"/>
    <w:link w:val="InfosPageAnexxeCar"/>
    <w:semiHidden/>
    <w:qFormat/>
    <w:rsid w:val="00B931CE"/>
    <w:pPr>
      <w:framePr w:wrap="around"/>
    </w:pPr>
    <w:rPr>
      <w:color w:val="8DC799" w:themeColor="accent5"/>
    </w:rPr>
  </w:style>
  <w:style w:type="character" w:customStyle="1" w:styleId="InfosPageCar">
    <w:name w:val="InfosPage Car"/>
    <w:basedOn w:val="Policepardfaut"/>
    <w:link w:val="InfosPage"/>
    <w:uiPriority w:val="99"/>
    <w:semiHidden/>
    <w:rsid w:val="005D7020"/>
    <w:rPr>
      <w:color w:val="009FE3" w:themeColor="text2"/>
      <w:sz w:val="18"/>
    </w:rPr>
  </w:style>
  <w:style w:type="paragraph" w:customStyle="1" w:styleId="InfosCale">
    <w:name w:val="InfosCale"/>
    <w:basedOn w:val="InfosDoc"/>
    <w:link w:val="InfosCaleCar"/>
    <w:uiPriority w:val="99"/>
    <w:semiHidden/>
    <w:qFormat/>
    <w:rsid w:val="00754E8D"/>
    <w:pPr>
      <w:framePr w:hSpace="142" w:wrap="around" w:vAnchor="page" w:hAnchor="page" w:xAlign="center" w:yAlign="bottom"/>
      <w:suppressOverlap/>
      <w:jc w:val="left"/>
    </w:pPr>
  </w:style>
  <w:style w:type="character" w:customStyle="1" w:styleId="InfosCaleCar">
    <w:name w:val="InfosCale Car"/>
    <w:basedOn w:val="InfosDocCar"/>
    <w:link w:val="InfosCale"/>
    <w:uiPriority w:val="99"/>
    <w:semiHidden/>
    <w:rsid w:val="005D7020"/>
    <w:rPr>
      <w:color w:val="000000" w:themeColor="text1"/>
      <w:sz w:val="16"/>
    </w:rPr>
  </w:style>
  <w:style w:type="character" w:customStyle="1" w:styleId="InfosPageAnexxeCar">
    <w:name w:val="InfosPageAnexxe Car"/>
    <w:basedOn w:val="InfosPageCar"/>
    <w:link w:val="InfosPageAnexxe"/>
    <w:semiHidden/>
    <w:rsid w:val="005D7020"/>
    <w:rPr>
      <w:color w:val="8DC799" w:themeColor="accent5"/>
      <w:sz w:val="18"/>
    </w:rPr>
  </w:style>
  <w:style w:type="character" w:customStyle="1" w:styleId="AnnexesSeparateurCar">
    <w:name w:val="Annexes Separateur Car"/>
    <w:basedOn w:val="TITRE1SeparateurCar"/>
    <w:link w:val="AnnexesSeparateur"/>
    <w:uiPriority w:val="76"/>
    <w:rsid w:val="00BE269D"/>
    <w:rPr>
      <w:b w:val="0"/>
      <w:color w:val="8DC799" w:themeColor="accent5"/>
      <w:sz w:val="60"/>
      <w:szCs w:val="60"/>
    </w:rPr>
  </w:style>
  <w:style w:type="paragraph" w:customStyle="1" w:styleId="De">
    <w:name w:val="De"/>
    <w:basedOn w:val="Normal"/>
    <w:qFormat/>
    <w:rsid w:val="007F031B"/>
    <w:pPr>
      <w:spacing w:after="0" w:line="240" w:lineRule="auto"/>
      <w:jc w:val="center"/>
    </w:pPr>
    <w:rPr>
      <w:rFonts w:ascii="Arial" w:eastAsiaTheme="minorEastAsia" w:hAnsi="Arial"/>
      <w:bCs/>
      <w:color w:val="FFFFFF" w:themeColor="background1"/>
      <w:sz w:val="22"/>
      <w:lang w:bidi="en-US"/>
    </w:rPr>
  </w:style>
  <w:style w:type="table" w:styleId="Tramemoyenne2">
    <w:name w:val="Medium Shading 2"/>
    <w:basedOn w:val="TableauNormal"/>
    <w:rsid w:val="007F031B"/>
    <w:pPr>
      <w:spacing w:after="0" w:line="240" w:lineRule="auto"/>
    </w:pPr>
    <w:rPr>
      <w:rFonts w:ascii="Arial" w:eastAsiaTheme="minorEastAsia" w:hAnsi="Arial"/>
      <w:bCs/>
      <w:color w:val="000000" w:themeColor="text1"/>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ATITREENCADRE">
    <w:name w:val="A. TITRE ENCADRE"/>
    <w:basedOn w:val="Intertitre"/>
    <w:link w:val="ATITREENCADRECar"/>
    <w:qFormat/>
    <w:rsid w:val="007F031B"/>
    <w:pPr>
      <w:keepNext/>
      <w:pBdr>
        <w:top w:val="dotDotDash" w:sz="4" w:space="1" w:color="7F7F7F" w:themeColor="text1" w:themeTint="80"/>
        <w:left w:val="dotDotDash" w:sz="4" w:space="4" w:color="7F7F7F" w:themeColor="text1" w:themeTint="80"/>
        <w:bottom w:val="dotDotDash" w:sz="4" w:space="1" w:color="7F7F7F" w:themeColor="text1" w:themeTint="80"/>
        <w:right w:val="dotDotDash" w:sz="4" w:space="4" w:color="7F7F7F" w:themeColor="text1" w:themeTint="80"/>
      </w:pBdr>
      <w:spacing w:before="600"/>
    </w:pPr>
    <w:rPr>
      <w:rFonts w:ascii="Arial" w:eastAsia="Arial" w:hAnsi="Arial" w:cs="Times New Roman"/>
      <w:b w:val="0"/>
      <w:noProof/>
      <w:color w:val="A197C9"/>
      <w:sz w:val="32"/>
    </w:rPr>
  </w:style>
  <w:style w:type="paragraph" w:customStyle="1" w:styleId="BSOUSTITRESOULIGNE">
    <w:name w:val="B. SOUS TITRE SOULIGNE"/>
    <w:basedOn w:val="Normal"/>
    <w:link w:val="BSOUSTITRESOULIGNECar"/>
    <w:qFormat/>
    <w:rsid w:val="007F031B"/>
    <w:pPr>
      <w:spacing w:before="480" w:after="200" w:line="276" w:lineRule="auto"/>
    </w:pPr>
    <w:rPr>
      <w:rFonts w:ascii="Arial" w:eastAsiaTheme="minorEastAsia" w:hAnsi="Arial"/>
      <w:bCs/>
      <w:noProof/>
      <w:color w:val="7F7F7F" w:themeColor="text1" w:themeTint="80"/>
      <w:sz w:val="28"/>
      <w:u w:val="single"/>
      <w:lang w:bidi="en-US"/>
    </w:rPr>
  </w:style>
  <w:style w:type="character" w:customStyle="1" w:styleId="ATITREENCADRECar">
    <w:name w:val="A. TITRE ENCADRE Car"/>
    <w:basedOn w:val="IntertitreCar"/>
    <w:link w:val="ATITREENCADRE"/>
    <w:rsid w:val="007F031B"/>
    <w:rPr>
      <w:rFonts w:ascii="Arial" w:eastAsia="Arial" w:hAnsi="Arial" w:cs="Times New Roman"/>
      <w:b w:val="0"/>
      <w:noProof/>
      <w:color w:val="A197C9"/>
      <w:sz w:val="32"/>
    </w:rPr>
  </w:style>
  <w:style w:type="paragraph" w:customStyle="1" w:styleId="CTITREROUGE">
    <w:name w:val="C. TITRE ROUGE"/>
    <w:basedOn w:val="Normal"/>
    <w:link w:val="CTITREROUGECar"/>
    <w:qFormat/>
    <w:rsid w:val="007F031B"/>
    <w:pPr>
      <w:spacing w:before="200" w:after="200" w:line="276" w:lineRule="auto"/>
    </w:pPr>
    <w:rPr>
      <w:rFonts w:ascii="Arial" w:eastAsiaTheme="minorEastAsia" w:hAnsi="Arial"/>
      <w:bCs/>
      <w:noProof/>
      <w:color w:val="E6007E" w:themeColor="accent1"/>
      <w:sz w:val="28"/>
      <w:lang w:bidi="en-US"/>
    </w:rPr>
  </w:style>
  <w:style w:type="character" w:customStyle="1" w:styleId="BSOUSTITRESOULIGNECar">
    <w:name w:val="B. SOUS TITRE SOULIGNE Car"/>
    <w:basedOn w:val="Policepardfaut"/>
    <w:link w:val="BSOUSTITRESOULIGNE"/>
    <w:rsid w:val="007F031B"/>
    <w:rPr>
      <w:rFonts w:ascii="Arial" w:eastAsiaTheme="minorEastAsia" w:hAnsi="Arial"/>
      <w:bCs/>
      <w:noProof/>
      <w:color w:val="7F7F7F" w:themeColor="text1" w:themeTint="80"/>
      <w:sz w:val="28"/>
      <w:u w:val="single"/>
      <w:lang w:bidi="en-US"/>
    </w:rPr>
  </w:style>
  <w:style w:type="character" w:customStyle="1" w:styleId="CTITREROUGECar">
    <w:name w:val="C. TITRE ROUGE Car"/>
    <w:basedOn w:val="Policepardfaut"/>
    <w:link w:val="CTITREROUGE"/>
    <w:rsid w:val="007F031B"/>
    <w:rPr>
      <w:rFonts w:ascii="Arial" w:eastAsiaTheme="minorEastAsia" w:hAnsi="Arial"/>
      <w:bCs/>
      <w:noProof/>
      <w:color w:val="E6007E" w:themeColor="accent1"/>
      <w:sz w:val="28"/>
      <w:lang w:bidi="en-US"/>
    </w:rPr>
  </w:style>
  <w:style w:type="paragraph" w:styleId="Corpsdetexte">
    <w:name w:val="Body Text"/>
    <w:basedOn w:val="Normal"/>
    <w:link w:val="CorpsdetexteCar"/>
    <w:rsid w:val="0095296F"/>
    <w:pPr>
      <w:widowControl w:val="0"/>
      <w:spacing w:after="0" w:line="240" w:lineRule="auto"/>
      <w:jc w:val="left"/>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rsid w:val="0095296F"/>
    <w:rPr>
      <w:rFonts w:ascii="Times New Roman" w:eastAsia="Times New Roman" w:hAnsi="Times New Roman" w:cs="Times New Roman"/>
      <w:sz w:val="24"/>
      <w:szCs w:val="20"/>
      <w:lang w:eastAsia="fr-FR"/>
    </w:rPr>
  </w:style>
  <w:style w:type="table" w:customStyle="1" w:styleId="TableGrid0">
    <w:name w:val="Table Grid0"/>
    <w:rsid w:val="00DF0BD6"/>
    <w:pPr>
      <w:spacing w:after="0" w:line="240" w:lineRule="auto"/>
    </w:pPr>
    <w:rPr>
      <w:rFonts w:ascii="Calibri" w:eastAsia="Times New Roman" w:hAnsi="Calibri" w:cs="Times New Roman"/>
      <w:lang w:eastAsia="fr-FR"/>
    </w:rPr>
    <w:tblPr>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6B4593"/>
    <w:rPr>
      <w:color w:val="605E5C"/>
      <w:shd w:val="clear" w:color="auto" w:fill="E1DFDD"/>
    </w:rPr>
  </w:style>
  <w:style w:type="table" w:styleId="Tableausimple4">
    <w:name w:val="Plain Table 4"/>
    <w:basedOn w:val="TableauNormal"/>
    <w:uiPriority w:val="44"/>
    <w:rsid w:val="00615F9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f01">
    <w:name w:val="cf01"/>
    <w:basedOn w:val="Policepardfaut"/>
    <w:rsid w:val="0099350D"/>
    <w:rPr>
      <w:rFonts w:ascii="Segoe UI" w:hAnsi="Segoe UI" w:cs="Segoe UI" w:hint="default"/>
      <w:sz w:val="18"/>
      <w:szCs w:val="18"/>
    </w:rPr>
  </w:style>
  <w:style w:type="paragraph" w:customStyle="1" w:styleId="pf0">
    <w:name w:val="pf0"/>
    <w:basedOn w:val="Normal"/>
    <w:rsid w:val="00BA6F6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pf1">
    <w:name w:val="pf1"/>
    <w:basedOn w:val="Normal"/>
    <w:rsid w:val="00BA6F6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21">
    <w:name w:val="cf21"/>
    <w:basedOn w:val="Policepardfaut"/>
    <w:rsid w:val="00BA6F6A"/>
    <w:rPr>
      <w:rFonts w:ascii="Segoe UI" w:hAnsi="Segoe UI" w:cs="Segoe UI" w:hint="default"/>
      <w:b/>
      <w:b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6972">
      <w:bodyDiv w:val="1"/>
      <w:marLeft w:val="0"/>
      <w:marRight w:val="0"/>
      <w:marTop w:val="0"/>
      <w:marBottom w:val="0"/>
      <w:divBdr>
        <w:top w:val="none" w:sz="0" w:space="0" w:color="auto"/>
        <w:left w:val="none" w:sz="0" w:space="0" w:color="auto"/>
        <w:bottom w:val="none" w:sz="0" w:space="0" w:color="auto"/>
        <w:right w:val="none" w:sz="0" w:space="0" w:color="auto"/>
      </w:divBdr>
    </w:div>
    <w:div w:id="48694101">
      <w:bodyDiv w:val="1"/>
      <w:marLeft w:val="0"/>
      <w:marRight w:val="0"/>
      <w:marTop w:val="0"/>
      <w:marBottom w:val="0"/>
      <w:divBdr>
        <w:top w:val="none" w:sz="0" w:space="0" w:color="auto"/>
        <w:left w:val="none" w:sz="0" w:space="0" w:color="auto"/>
        <w:bottom w:val="none" w:sz="0" w:space="0" w:color="auto"/>
        <w:right w:val="none" w:sz="0" w:space="0" w:color="auto"/>
      </w:divBdr>
    </w:div>
    <w:div w:id="697315879">
      <w:bodyDiv w:val="1"/>
      <w:marLeft w:val="0"/>
      <w:marRight w:val="0"/>
      <w:marTop w:val="0"/>
      <w:marBottom w:val="0"/>
      <w:divBdr>
        <w:top w:val="none" w:sz="0" w:space="0" w:color="auto"/>
        <w:left w:val="none" w:sz="0" w:space="0" w:color="auto"/>
        <w:bottom w:val="none" w:sz="0" w:space="0" w:color="auto"/>
        <w:right w:val="none" w:sz="0" w:space="0" w:color="auto"/>
      </w:divBdr>
    </w:div>
    <w:div w:id="726150539">
      <w:bodyDiv w:val="1"/>
      <w:marLeft w:val="0"/>
      <w:marRight w:val="0"/>
      <w:marTop w:val="0"/>
      <w:marBottom w:val="0"/>
      <w:divBdr>
        <w:top w:val="none" w:sz="0" w:space="0" w:color="auto"/>
        <w:left w:val="none" w:sz="0" w:space="0" w:color="auto"/>
        <w:bottom w:val="none" w:sz="0" w:space="0" w:color="auto"/>
        <w:right w:val="none" w:sz="0" w:space="0" w:color="auto"/>
      </w:divBdr>
    </w:div>
    <w:div w:id="768500806">
      <w:bodyDiv w:val="1"/>
      <w:marLeft w:val="0"/>
      <w:marRight w:val="0"/>
      <w:marTop w:val="0"/>
      <w:marBottom w:val="0"/>
      <w:divBdr>
        <w:top w:val="none" w:sz="0" w:space="0" w:color="auto"/>
        <w:left w:val="none" w:sz="0" w:space="0" w:color="auto"/>
        <w:bottom w:val="none" w:sz="0" w:space="0" w:color="auto"/>
        <w:right w:val="none" w:sz="0" w:space="0" w:color="auto"/>
      </w:divBdr>
    </w:div>
    <w:div w:id="794257873">
      <w:bodyDiv w:val="1"/>
      <w:marLeft w:val="0"/>
      <w:marRight w:val="0"/>
      <w:marTop w:val="0"/>
      <w:marBottom w:val="0"/>
      <w:divBdr>
        <w:top w:val="none" w:sz="0" w:space="0" w:color="auto"/>
        <w:left w:val="none" w:sz="0" w:space="0" w:color="auto"/>
        <w:bottom w:val="none" w:sz="0" w:space="0" w:color="auto"/>
        <w:right w:val="none" w:sz="0" w:space="0" w:color="auto"/>
      </w:divBdr>
    </w:div>
    <w:div w:id="927158798">
      <w:bodyDiv w:val="1"/>
      <w:marLeft w:val="0"/>
      <w:marRight w:val="0"/>
      <w:marTop w:val="0"/>
      <w:marBottom w:val="0"/>
      <w:divBdr>
        <w:top w:val="none" w:sz="0" w:space="0" w:color="auto"/>
        <w:left w:val="none" w:sz="0" w:space="0" w:color="auto"/>
        <w:bottom w:val="none" w:sz="0" w:space="0" w:color="auto"/>
        <w:right w:val="none" w:sz="0" w:space="0" w:color="auto"/>
      </w:divBdr>
    </w:div>
    <w:div w:id="1270627817">
      <w:bodyDiv w:val="1"/>
      <w:marLeft w:val="0"/>
      <w:marRight w:val="0"/>
      <w:marTop w:val="0"/>
      <w:marBottom w:val="0"/>
      <w:divBdr>
        <w:top w:val="none" w:sz="0" w:space="0" w:color="auto"/>
        <w:left w:val="none" w:sz="0" w:space="0" w:color="auto"/>
        <w:bottom w:val="none" w:sz="0" w:space="0" w:color="auto"/>
        <w:right w:val="none" w:sz="0" w:space="0" w:color="auto"/>
      </w:divBdr>
    </w:div>
    <w:div w:id="1674599727">
      <w:bodyDiv w:val="1"/>
      <w:marLeft w:val="0"/>
      <w:marRight w:val="0"/>
      <w:marTop w:val="0"/>
      <w:marBottom w:val="0"/>
      <w:divBdr>
        <w:top w:val="none" w:sz="0" w:space="0" w:color="auto"/>
        <w:left w:val="none" w:sz="0" w:space="0" w:color="auto"/>
        <w:bottom w:val="none" w:sz="0" w:space="0" w:color="auto"/>
        <w:right w:val="none" w:sz="0" w:space="0" w:color="auto"/>
      </w:divBdr>
    </w:div>
    <w:div w:id="1674844424">
      <w:bodyDiv w:val="1"/>
      <w:marLeft w:val="0"/>
      <w:marRight w:val="0"/>
      <w:marTop w:val="0"/>
      <w:marBottom w:val="0"/>
      <w:divBdr>
        <w:top w:val="none" w:sz="0" w:space="0" w:color="auto"/>
        <w:left w:val="none" w:sz="0" w:space="0" w:color="auto"/>
        <w:bottom w:val="none" w:sz="0" w:space="0" w:color="auto"/>
        <w:right w:val="none" w:sz="0" w:space="0" w:color="auto"/>
      </w:divBdr>
      <w:divsChild>
        <w:div w:id="1099720460">
          <w:marLeft w:val="0"/>
          <w:marRight w:val="0"/>
          <w:marTop w:val="0"/>
          <w:marBottom w:val="0"/>
          <w:divBdr>
            <w:top w:val="none" w:sz="0" w:space="0" w:color="auto"/>
            <w:left w:val="none" w:sz="0" w:space="0" w:color="auto"/>
            <w:bottom w:val="none" w:sz="0" w:space="0" w:color="auto"/>
            <w:right w:val="none" w:sz="0" w:space="0" w:color="auto"/>
          </w:divBdr>
        </w:div>
      </w:divsChild>
    </w:div>
    <w:div w:id="1907840391">
      <w:bodyDiv w:val="1"/>
      <w:marLeft w:val="0"/>
      <w:marRight w:val="0"/>
      <w:marTop w:val="0"/>
      <w:marBottom w:val="0"/>
      <w:divBdr>
        <w:top w:val="none" w:sz="0" w:space="0" w:color="auto"/>
        <w:left w:val="none" w:sz="0" w:space="0" w:color="auto"/>
        <w:bottom w:val="none" w:sz="0" w:space="0" w:color="auto"/>
        <w:right w:val="none" w:sz="0" w:space="0" w:color="auto"/>
      </w:divBdr>
    </w:div>
    <w:div w:id="194866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rraine.maillard\OneDrive%20-%20CITEO\Documents\Templates%20pr&#233;sentations\20180320_Citeo_Mod&#232;le%20Word_CYAN.dotx" TargetMode="External"/></Relationships>
</file>

<file path=word/theme/theme1.xml><?xml version="1.0" encoding="utf-8"?>
<a:theme xmlns:a="http://schemas.openxmlformats.org/drawingml/2006/main" name="Thème Office">
  <a:themeElements>
    <a:clrScheme name="CITEO II CYAN">
      <a:dk1>
        <a:srgbClr val="000000"/>
      </a:dk1>
      <a:lt1>
        <a:srgbClr val="FFFFFF"/>
      </a:lt1>
      <a:dk2>
        <a:srgbClr val="009FE3"/>
      </a:dk2>
      <a:lt2>
        <a:srgbClr val="FFED00"/>
      </a:lt2>
      <a:accent1>
        <a:srgbClr val="E6007E"/>
      </a:accent1>
      <a:accent2>
        <a:srgbClr val="A197C9"/>
      </a:accent2>
      <a:accent3>
        <a:srgbClr val="00B2CC"/>
      </a:accent3>
      <a:accent4>
        <a:srgbClr val="ED7483"/>
      </a:accent4>
      <a:accent5>
        <a:srgbClr val="8DC799"/>
      </a:accent5>
      <a:accent6>
        <a:srgbClr val="748FC9"/>
      </a:accent6>
      <a:hlink>
        <a:srgbClr val="80CEF3"/>
      </a:hlink>
      <a:folHlink>
        <a:srgbClr val="A197C9"/>
      </a:folHlink>
    </a:clrScheme>
    <a:fontScheme name="CFSI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1221dee-5606-43d8-9b03-0e1c61c53ea5" xsi:nil="true"/>
    <lcf76f155ced4ddcb4097134ff3c332f xmlns="c30b790a-164a-4a27-80e7-afb1cf9940e1">
      <Terms xmlns="http://schemas.microsoft.com/office/infopath/2007/PartnerControls"/>
    </lcf76f155ced4ddcb4097134ff3c332f>
    <SharedWithUsers xmlns="81221dee-5606-43d8-9b03-0e1c61c53ea5">
      <UserInfo>
        <DisplayName>BEZ Arnaud</DisplayName>
        <AccountId>37</AccountId>
        <AccountType/>
      </UserInfo>
      <UserInfo>
        <DisplayName>GAMON Guillaume</DisplayName>
        <AccountId>31</AccountId>
        <AccountType/>
      </UserInfo>
      <UserInfo>
        <DisplayName>GRAPIN Claire</DisplayName>
        <AccountId>1650</AccountId>
        <AccountType/>
      </UserInfo>
      <UserInfo>
        <DisplayName>ABEGG Adeline</DisplayName>
        <AccountId>382</AccountId>
        <AccountType/>
      </UserInfo>
      <UserInfo>
        <DisplayName>BEAULIEU Juliette</DisplayName>
        <AccountId>1449</AccountId>
        <AccountType/>
      </UserInfo>
      <UserInfo>
        <DisplayName>MAILLARD Lorraine</DisplayName>
        <AccountId>1467</AccountId>
        <AccountType/>
      </UserInfo>
      <UserInfo>
        <DisplayName>CHARLET François</DisplayName>
        <AccountId>1151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5F2EE101292C740B25DAAF2D267C100" ma:contentTypeVersion="18" ma:contentTypeDescription="Crée un document." ma:contentTypeScope="" ma:versionID="ceec4a8510863721a9d38903085eb07b">
  <xsd:schema xmlns:xsd="http://www.w3.org/2001/XMLSchema" xmlns:xs="http://www.w3.org/2001/XMLSchema" xmlns:p="http://schemas.microsoft.com/office/2006/metadata/properties" xmlns:ns2="81221dee-5606-43d8-9b03-0e1c61c53ea5" xmlns:ns3="c30b790a-164a-4a27-80e7-afb1cf9940e1" targetNamespace="http://schemas.microsoft.com/office/2006/metadata/properties" ma:root="true" ma:fieldsID="b4c8d6081ed6f0f9a07a992c47f455c0" ns2:_="" ns3:_="">
    <xsd:import namespace="81221dee-5606-43d8-9b03-0e1c61c53ea5"/>
    <xsd:import namespace="c30b790a-164a-4a27-80e7-afb1cf9940e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221dee-5606-43d8-9b03-0e1c61c53ea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7c438932-e60c-4d09-961f-35e7fc55cd46}" ma:internalName="TaxCatchAll" ma:showField="CatchAllData" ma:web="81221dee-5606-43d8-9b03-0e1c61c53ea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0b790a-164a-4a27-80e7-afb1cf9940e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94a083a-1e22-4320-a76d-dcd5c55a697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E86534-6F6E-4604-9B0F-EF8D9E27821C}">
  <ds:schemaRefs>
    <ds:schemaRef ds:uri="http://schemas.openxmlformats.org/officeDocument/2006/bibliography"/>
  </ds:schemaRefs>
</ds:datastoreItem>
</file>

<file path=customXml/itemProps2.xml><?xml version="1.0" encoding="utf-8"?>
<ds:datastoreItem xmlns:ds="http://schemas.openxmlformats.org/officeDocument/2006/customXml" ds:itemID="{C81325BC-4D3D-4248-ACC1-353780A5DF50}">
  <ds:schemaRefs>
    <ds:schemaRef ds:uri="http://schemas.microsoft.com/sharepoint/v3/contenttype/forms"/>
  </ds:schemaRefs>
</ds:datastoreItem>
</file>

<file path=customXml/itemProps3.xml><?xml version="1.0" encoding="utf-8"?>
<ds:datastoreItem xmlns:ds="http://schemas.openxmlformats.org/officeDocument/2006/customXml" ds:itemID="{571996AA-2612-44A4-AFC3-83F8B0ADDD4F}">
  <ds:schemaRefs>
    <ds:schemaRef ds:uri="http://schemas.microsoft.com/office/2006/metadata/properties"/>
    <ds:schemaRef ds:uri="http://schemas.microsoft.com/office/infopath/2007/PartnerControls"/>
    <ds:schemaRef ds:uri="81221dee-5606-43d8-9b03-0e1c61c53ea5"/>
    <ds:schemaRef ds:uri="c30b790a-164a-4a27-80e7-afb1cf9940e1"/>
  </ds:schemaRefs>
</ds:datastoreItem>
</file>

<file path=customXml/itemProps4.xml><?xml version="1.0" encoding="utf-8"?>
<ds:datastoreItem xmlns:ds="http://schemas.openxmlformats.org/officeDocument/2006/customXml" ds:itemID="{85311E55-DB30-4157-815D-71F7BC45E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221dee-5606-43d8-9b03-0e1c61c53ea5"/>
    <ds:schemaRef ds:uri="c30b790a-164a-4a27-80e7-afb1cf9940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20180320_Citeo_Modèle Word_CYAN</Template>
  <TotalTime>33</TotalTime>
  <Pages>8</Pages>
  <Words>821</Words>
  <Characters>4520</Characters>
  <Application>Microsoft Office Word</Application>
  <DocSecurity>0</DocSecurity>
  <Lines>37</Lines>
  <Paragraphs>10</Paragraphs>
  <ScaleCrop>false</ScaleCrop>
  <Company>EcoEmballages</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MANSSOURI Adam</dc:creator>
  <cp:keywords/>
  <cp:lastModifiedBy>MANSSOURI Adam</cp:lastModifiedBy>
  <cp:revision>21</cp:revision>
  <cp:lastPrinted>2023-02-28T22:41:00Z</cp:lastPrinted>
  <dcterms:created xsi:type="dcterms:W3CDTF">2025-05-22T12:25:00Z</dcterms:created>
  <dcterms:modified xsi:type="dcterms:W3CDTF">2025-06-20T16:22:00Z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0x01010075F2EE101292C740B25DAAF2D267C100</vt:lpwstr>
  </property>
  <property fmtid="{D5CDD505-2E9C-101B-9397-08002B2CF9AE}" pid="3" name="Order">
    <vt:r8>100</vt:r8>
  </property>
  <property fmtid="{D5CDD505-2E9C-101B-9397-08002B2CF9AE}" pid="4" name="MediaServiceImageTags">
    <vt:lpwstr/>
  </property>
</Properties>
</file>